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782" w:tblpY="-1272"/>
        <w:tblW w:w="10456" w:type="dxa"/>
        <w:tblLook w:val="00A0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8021"/>
      </w:tblGrid>
      <w:tr w:rsidR="007E25EE" w:rsidRPr="004A1ACD" w:rsidTr="007D5502">
        <w:trPr>
          <w:trHeight w:val="306"/>
        </w:trPr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916B4F">
            <w:pPr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916B4F">
            <w:pPr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916B4F">
            <w:pPr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916B4F">
            <w:pPr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916B4F">
            <w:pPr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916B4F">
            <w:pPr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916B4F">
            <w:pPr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916B4F">
            <w:pPr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916B4F">
            <w:pPr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916B4F">
            <w:pPr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916B4F">
            <w:pPr>
              <w:rPr>
                <w:sz w:val="20"/>
                <w:szCs w:val="20"/>
              </w:rPr>
            </w:pPr>
          </w:p>
        </w:tc>
        <w:tc>
          <w:tcPr>
            <w:tcW w:w="80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25EE" w:rsidRPr="004A1ACD" w:rsidRDefault="007E25EE" w:rsidP="00ED4A9C">
            <w:pPr>
              <w:rPr>
                <w:sz w:val="18"/>
                <w:szCs w:val="18"/>
              </w:rPr>
            </w:pPr>
          </w:p>
        </w:tc>
      </w:tr>
      <w:tr w:rsidR="007E25EE" w:rsidRPr="004A1ACD" w:rsidTr="007D5502">
        <w:trPr>
          <w:trHeight w:val="1388"/>
        </w:trPr>
        <w:tc>
          <w:tcPr>
            <w:tcW w:w="1045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25EE" w:rsidRDefault="007E25EE" w:rsidP="00916B4F">
            <w:pPr>
              <w:jc w:val="right"/>
              <w:rPr>
                <w:sz w:val="18"/>
                <w:szCs w:val="18"/>
              </w:rPr>
            </w:pPr>
          </w:p>
          <w:p w:rsidR="007E25EE" w:rsidRPr="009E69DF" w:rsidRDefault="007E25EE" w:rsidP="00ED4A9C">
            <w:pPr>
              <w:pageBreakBefore/>
              <w:ind w:left="52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3</w:t>
            </w:r>
          </w:p>
          <w:p w:rsidR="007E25EE" w:rsidRDefault="007E25EE" w:rsidP="00CD0344">
            <w:pPr>
              <w:pageBreakBefore/>
              <w:ind w:left="5245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E69DF">
              <w:rPr>
                <w:color w:val="000000"/>
                <w:sz w:val="20"/>
                <w:szCs w:val="20"/>
                <w:shd w:val="clear" w:color="auto" w:fill="FFFFFF"/>
              </w:rPr>
              <w:t xml:space="preserve">к соглашению о предоставлении из бюджета </w:t>
            </w:r>
          </w:p>
          <w:p w:rsidR="007E25EE" w:rsidRDefault="007E25EE" w:rsidP="00CD0344">
            <w:pPr>
              <w:pageBreakBefore/>
              <w:ind w:left="5245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E69DF">
              <w:rPr>
                <w:color w:val="000000"/>
                <w:sz w:val="20"/>
                <w:szCs w:val="20"/>
                <w:shd w:val="clear" w:color="auto" w:fill="FFFFFF"/>
              </w:rPr>
              <w:t>МО «Коношский муниципальный район» субсидии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на возмещение части затрат на производство и реализацию </w:t>
            </w:r>
          </w:p>
          <w:p w:rsidR="007E25EE" w:rsidRPr="00932357" w:rsidRDefault="007E25EE" w:rsidP="00CD0344">
            <w:pPr>
              <w:pageBreakBefore/>
              <w:ind w:left="5245"/>
              <w:jc w:val="center"/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1 тонны сливочного масла, изготовленного на территории Коношского района</w:t>
            </w:r>
          </w:p>
          <w:p w:rsidR="007E25EE" w:rsidRPr="004A1ACD" w:rsidRDefault="007E25EE" w:rsidP="00916B4F">
            <w:pPr>
              <w:jc w:val="right"/>
              <w:rPr>
                <w:sz w:val="18"/>
                <w:szCs w:val="18"/>
              </w:rPr>
            </w:pPr>
          </w:p>
        </w:tc>
      </w:tr>
    </w:tbl>
    <w:p w:rsidR="007E25EE" w:rsidRDefault="007E25EE" w:rsidP="00CD0344">
      <w:pPr>
        <w:jc w:val="center"/>
        <w:rPr>
          <w:b/>
          <w:sz w:val="26"/>
          <w:szCs w:val="26"/>
        </w:rPr>
      </w:pPr>
      <w:r w:rsidRPr="003E1960">
        <w:rPr>
          <w:b/>
          <w:sz w:val="28"/>
          <w:szCs w:val="28"/>
        </w:rPr>
        <w:t>Паспорт Получателя</w:t>
      </w:r>
      <w:r>
        <w:rPr>
          <w:b/>
          <w:sz w:val="26"/>
          <w:szCs w:val="26"/>
        </w:rPr>
        <w:t xml:space="preserve"> ___________________________________________________________</w:t>
      </w:r>
    </w:p>
    <w:p w:rsidR="007E25EE" w:rsidRDefault="007E25EE" w:rsidP="00CD0344">
      <w:pPr>
        <w:jc w:val="center"/>
        <w:rPr>
          <w:sz w:val="26"/>
          <w:szCs w:val="26"/>
          <w:vertAlign w:val="superscript"/>
        </w:rPr>
      </w:pPr>
      <w:r w:rsidRPr="00FA220D">
        <w:rPr>
          <w:sz w:val="26"/>
          <w:szCs w:val="26"/>
          <w:vertAlign w:val="superscript"/>
        </w:rPr>
        <w:t>(</w:t>
      </w:r>
      <w:r>
        <w:rPr>
          <w:sz w:val="26"/>
          <w:szCs w:val="26"/>
          <w:vertAlign w:val="superscript"/>
        </w:rPr>
        <w:t xml:space="preserve">полное </w:t>
      </w:r>
      <w:r w:rsidRPr="00FA220D">
        <w:rPr>
          <w:sz w:val="26"/>
          <w:szCs w:val="26"/>
          <w:vertAlign w:val="superscript"/>
        </w:rPr>
        <w:t xml:space="preserve">наименование </w:t>
      </w:r>
      <w:r>
        <w:rPr>
          <w:sz w:val="26"/>
          <w:szCs w:val="26"/>
          <w:vertAlign w:val="superscript"/>
        </w:rPr>
        <w:t>Получателя</w:t>
      </w:r>
      <w:r w:rsidRPr="00FA220D">
        <w:rPr>
          <w:sz w:val="26"/>
          <w:szCs w:val="26"/>
          <w:vertAlign w:val="superscript"/>
        </w:rPr>
        <w:t>)</w:t>
      </w:r>
    </w:p>
    <w:p w:rsidR="007E25EE" w:rsidRDefault="007E25EE" w:rsidP="00CD0344">
      <w:pPr>
        <w:jc w:val="center"/>
        <w:rPr>
          <w:b/>
          <w:sz w:val="28"/>
          <w:szCs w:val="28"/>
        </w:rPr>
      </w:pPr>
      <w:r w:rsidRPr="003E1960">
        <w:rPr>
          <w:b/>
          <w:sz w:val="28"/>
          <w:szCs w:val="28"/>
        </w:rPr>
        <w:t>по состоянию на «___»________________ 2019 года</w:t>
      </w:r>
    </w:p>
    <w:p w:rsidR="007E25EE" w:rsidRPr="003E1960" w:rsidRDefault="007E25EE" w:rsidP="00C847CE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1"/>
        <w:gridCol w:w="4813"/>
      </w:tblGrid>
      <w:tr w:rsidR="007E25EE" w:rsidRPr="00ED79F1" w:rsidTr="00CD0344">
        <w:trPr>
          <w:trHeight w:val="223"/>
        </w:trPr>
        <w:tc>
          <w:tcPr>
            <w:tcW w:w="4531" w:type="dxa"/>
          </w:tcPr>
          <w:p w:rsidR="007E25EE" w:rsidRPr="00CD0344" w:rsidRDefault="007E25EE" w:rsidP="00C847CE">
            <w:r w:rsidRPr="00CD0344">
              <w:rPr>
                <w:sz w:val="22"/>
                <w:szCs w:val="22"/>
              </w:rPr>
              <w:t xml:space="preserve">Организационно-правовая форма </w:t>
            </w:r>
          </w:p>
          <w:p w:rsidR="007E25EE" w:rsidRPr="00CD0344" w:rsidRDefault="007E25EE" w:rsidP="00C847CE"/>
        </w:tc>
        <w:tc>
          <w:tcPr>
            <w:tcW w:w="4813" w:type="dxa"/>
          </w:tcPr>
          <w:p w:rsidR="007E25EE" w:rsidRPr="00ED79F1" w:rsidRDefault="007E25EE" w:rsidP="00C847CE">
            <w:pPr>
              <w:rPr>
                <w:sz w:val="26"/>
                <w:szCs w:val="26"/>
              </w:rPr>
            </w:pPr>
          </w:p>
        </w:tc>
      </w:tr>
      <w:tr w:rsidR="007E25EE" w:rsidRPr="00ED79F1" w:rsidTr="00CD0344">
        <w:trPr>
          <w:trHeight w:val="288"/>
        </w:trPr>
        <w:tc>
          <w:tcPr>
            <w:tcW w:w="4531" w:type="dxa"/>
          </w:tcPr>
          <w:p w:rsidR="007E25EE" w:rsidRDefault="007E25EE" w:rsidP="00C847CE">
            <w:r w:rsidRPr="00CD0344">
              <w:rPr>
                <w:sz w:val="22"/>
                <w:szCs w:val="22"/>
              </w:rPr>
              <w:t xml:space="preserve">Юридический адрес </w:t>
            </w:r>
            <w:bookmarkStart w:id="0" w:name="_GoBack"/>
            <w:bookmarkEnd w:id="0"/>
          </w:p>
          <w:p w:rsidR="007E25EE" w:rsidRPr="00CD0344" w:rsidRDefault="007E25EE" w:rsidP="00C847CE"/>
        </w:tc>
        <w:tc>
          <w:tcPr>
            <w:tcW w:w="4813" w:type="dxa"/>
          </w:tcPr>
          <w:p w:rsidR="007E25EE" w:rsidRPr="00ED79F1" w:rsidRDefault="007E25EE" w:rsidP="00C847CE">
            <w:pPr>
              <w:rPr>
                <w:sz w:val="26"/>
                <w:szCs w:val="26"/>
              </w:rPr>
            </w:pPr>
          </w:p>
        </w:tc>
      </w:tr>
      <w:tr w:rsidR="007E25EE" w:rsidRPr="00ED79F1" w:rsidTr="00CD0344">
        <w:trPr>
          <w:trHeight w:val="339"/>
        </w:trPr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>Почтовый адрес</w:t>
            </w:r>
          </w:p>
          <w:p w:rsidR="007E25EE" w:rsidRPr="00CD0344" w:rsidRDefault="007E25EE" w:rsidP="007A08C8"/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CD0344">
        <w:trPr>
          <w:trHeight w:val="223"/>
        </w:trPr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 xml:space="preserve">Телефоны 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 xml:space="preserve">Факс 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 xml:space="preserve">Адрес электронной почты 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CD0344">
        <w:trPr>
          <w:trHeight w:val="379"/>
        </w:trPr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>Фамилия, имя, отчество (при наличии)</w:t>
            </w:r>
            <w:r>
              <w:rPr>
                <w:sz w:val="22"/>
                <w:szCs w:val="22"/>
              </w:rPr>
              <w:t xml:space="preserve"> </w:t>
            </w:r>
            <w:r w:rsidRPr="00CD0344">
              <w:rPr>
                <w:sz w:val="22"/>
                <w:szCs w:val="22"/>
              </w:rPr>
              <w:t>руководителя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>Фамилия, имя, отчество (при наличии) главного бухгалтера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>Свидетельство о государственной регистрации:</w:t>
            </w:r>
          </w:p>
          <w:p w:rsidR="007E25EE" w:rsidRPr="00CD0344" w:rsidRDefault="007E25EE" w:rsidP="007A08C8">
            <w:r w:rsidRPr="00CD0344">
              <w:rPr>
                <w:sz w:val="22"/>
                <w:szCs w:val="22"/>
              </w:rPr>
              <w:t>- номер</w:t>
            </w:r>
          </w:p>
          <w:p w:rsidR="007E25EE" w:rsidRPr="00CD0344" w:rsidRDefault="007E25EE" w:rsidP="007A08C8">
            <w:r w:rsidRPr="00CD0344">
              <w:rPr>
                <w:sz w:val="22"/>
                <w:szCs w:val="22"/>
              </w:rPr>
              <w:t>- дата регистрации</w:t>
            </w:r>
          </w:p>
          <w:p w:rsidR="007E25EE" w:rsidRPr="00CD0344" w:rsidRDefault="007E25EE" w:rsidP="007A08C8">
            <w:r w:rsidRPr="00CD0344">
              <w:rPr>
                <w:sz w:val="22"/>
                <w:szCs w:val="22"/>
              </w:rPr>
              <w:t>- место регистрации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>Коды:</w:t>
            </w:r>
            <w:r>
              <w:rPr>
                <w:sz w:val="22"/>
                <w:szCs w:val="22"/>
              </w:rPr>
              <w:t xml:space="preserve"> </w:t>
            </w:r>
            <w:r w:rsidRPr="00CD0344">
              <w:rPr>
                <w:sz w:val="22"/>
                <w:szCs w:val="22"/>
              </w:rPr>
              <w:t>ОКВЭД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 xml:space="preserve">ОГРН 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>ОКТМО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 xml:space="preserve">Размер уставного капитала, млн. руб. 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>Структура уставного капитала: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 xml:space="preserve"> - доля государственной (федеральной) собственности. 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 xml:space="preserve">- доля государственной (областной) собственности 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 xml:space="preserve">- доля муниципальной собственности. 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rPr>
          <w:trHeight w:val="508"/>
        </w:trPr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 xml:space="preserve">- доля других собственников 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 xml:space="preserve">Учредители (собственники), имеющие контрольный (основной) пакет: 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>- для юридического лица (наименование, адрес, телефон)</w:t>
            </w:r>
          </w:p>
          <w:p w:rsidR="007E25EE" w:rsidRPr="00CD0344" w:rsidRDefault="007E25EE" w:rsidP="007A08C8"/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 xml:space="preserve">- для физического лица </w:t>
            </w:r>
          </w:p>
          <w:p w:rsidR="007E25EE" w:rsidRPr="00CD0344" w:rsidRDefault="007E25EE" w:rsidP="007A08C8">
            <w:r w:rsidRPr="00CD0344">
              <w:rPr>
                <w:sz w:val="22"/>
                <w:szCs w:val="22"/>
              </w:rPr>
              <w:t xml:space="preserve">(Фамилия, имя, отчество (при наличии), место жительства, телефон) 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 xml:space="preserve">Виды деятельности 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800B50">
            <w:r w:rsidRPr="00CD0344">
              <w:rPr>
                <w:sz w:val="22"/>
                <w:szCs w:val="22"/>
              </w:rPr>
              <w:t>Наличие земельных участков сельскохозяйственного назначения (основание, размеры, местоположение)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 xml:space="preserve">Система налогообложения </w:t>
            </w:r>
          </w:p>
          <w:p w:rsidR="007E25EE" w:rsidRPr="00CD0344" w:rsidRDefault="007E25EE" w:rsidP="007A08C8">
            <w:r w:rsidRPr="00CD0344">
              <w:rPr>
                <w:sz w:val="22"/>
                <w:szCs w:val="22"/>
              </w:rPr>
              <w:t>(общая, единый сельхозналог, упрощенная система налогообложения)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>Наличие договора аренды лесных участков (да/нет)</w:t>
            </w:r>
          </w:p>
          <w:p w:rsidR="007E25EE" w:rsidRPr="00CD0344" w:rsidRDefault="007E25EE" w:rsidP="007A08C8">
            <w:r w:rsidRPr="00CD0344">
              <w:rPr>
                <w:sz w:val="22"/>
                <w:szCs w:val="22"/>
              </w:rPr>
              <w:t xml:space="preserve">Срок аренды </w:t>
            </w:r>
          </w:p>
          <w:p w:rsidR="007E25EE" w:rsidRPr="00CD0344" w:rsidRDefault="007E25EE" w:rsidP="007A08C8">
            <w:r w:rsidRPr="00CD0344">
              <w:rPr>
                <w:sz w:val="22"/>
                <w:szCs w:val="22"/>
              </w:rPr>
              <w:t>Ежегодный объем пользования (тыс. куб. м)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>Наличие автоматизированного учета (наименование системы)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 xml:space="preserve">Наличие технической базы в хозяйстве: 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>- трактора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>- автомобили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>- зерноуборочные комбайны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>- картофелеуборочные комбайны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>- кормоуборочные комбайны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  <w:tr w:rsidR="007E25EE" w:rsidRPr="00ED79F1" w:rsidTr="003E1960">
        <w:tc>
          <w:tcPr>
            <w:tcW w:w="4531" w:type="dxa"/>
          </w:tcPr>
          <w:p w:rsidR="007E25EE" w:rsidRPr="00CD0344" w:rsidRDefault="007E25EE" w:rsidP="007A08C8">
            <w:r w:rsidRPr="00CD0344">
              <w:rPr>
                <w:sz w:val="22"/>
                <w:szCs w:val="22"/>
              </w:rPr>
              <w:t>- прочая техника</w:t>
            </w:r>
          </w:p>
        </w:tc>
        <w:tc>
          <w:tcPr>
            <w:tcW w:w="4813" w:type="dxa"/>
          </w:tcPr>
          <w:p w:rsidR="007E25EE" w:rsidRPr="00ED79F1" w:rsidRDefault="007E25EE" w:rsidP="007A08C8">
            <w:pPr>
              <w:rPr>
                <w:sz w:val="26"/>
                <w:szCs w:val="26"/>
              </w:rPr>
            </w:pPr>
          </w:p>
        </w:tc>
      </w:tr>
    </w:tbl>
    <w:p w:rsidR="007E25EE" w:rsidRDefault="007E25EE" w:rsidP="00C847CE">
      <w:pPr>
        <w:rPr>
          <w:sz w:val="26"/>
          <w:szCs w:val="26"/>
        </w:rPr>
      </w:pPr>
    </w:p>
    <w:p w:rsidR="007E25EE" w:rsidRPr="00CD0344" w:rsidRDefault="007E25EE" w:rsidP="00C847CE">
      <w:pPr>
        <w:rPr>
          <w:b/>
          <w:bCs/>
        </w:rPr>
      </w:pPr>
      <w:r w:rsidRPr="00CD0344">
        <w:rPr>
          <w:b/>
          <w:bCs/>
        </w:rPr>
        <w:t>Руководитель Получателя</w:t>
      </w:r>
    </w:p>
    <w:p w:rsidR="007E25EE" w:rsidRPr="00CD0344" w:rsidRDefault="007E25EE" w:rsidP="00C847CE">
      <w:pPr>
        <w:rPr>
          <w:b/>
          <w:bCs/>
        </w:rPr>
      </w:pPr>
    </w:p>
    <w:p w:rsidR="007E25EE" w:rsidRPr="00CD0344" w:rsidRDefault="007E25EE" w:rsidP="007D5502">
      <w:r w:rsidRPr="00CD0344">
        <w:t xml:space="preserve">______________________________________________   </w:t>
      </w:r>
    </w:p>
    <w:p w:rsidR="007E25EE" w:rsidRPr="004C24FF" w:rsidRDefault="007E25EE" w:rsidP="004C24FF">
      <w:pPr>
        <w:ind w:left="708"/>
        <w:rPr>
          <w:sz w:val="22"/>
          <w:szCs w:val="22"/>
        </w:rPr>
      </w:pPr>
      <w:r w:rsidRPr="004C24FF">
        <w:rPr>
          <w:sz w:val="22"/>
          <w:szCs w:val="22"/>
        </w:rPr>
        <w:t xml:space="preserve">Фамилия, имя, отчество (при наличии) </w:t>
      </w:r>
    </w:p>
    <w:p w:rsidR="007E25EE" w:rsidRPr="00CD0344" w:rsidRDefault="007E25EE" w:rsidP="00ED4A9C"/>
    <w:p w:rsidR="007E25EE" w:rsidRDefault="007E25EE" w:rsidP="000510A6">
      <w:r>
        <w:t>___________________</w:t>
      </w:r>
      <w:r w:rsidRPr="00CD0344">
        <w:t>/___________________________/</w:t>
      </w:r>
    </w:p>
    <w:p w:rsidR="007E25EE" w:rsidRPr="004C24FF" w:rsidRDefault="007E25EE" w:rsidP="004C24FF">
      <w:pPr>
        <w:ind w:firstLine="708"/>
        <w:rPr>
          <w:sz w:val="22"/>
          <w:szCs w:val="22"/>
        </w:rPr>
      </w:pPr>
      <w:r w:rsidRPr="004C24FF">
        <w:rPr>
          <w:sz w:val="22"/>
          <w:szCs w:val="22"/>
        </w:rPr>
        <w:t>(подпись)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C24FF">
        <w:rPr>
          <w:sz w:val="22"/>
          <w:szCs w:val="22"/>
        </w:rPr>
        <w:t>(расшифровка подписи)</w:t>
      </w:r>
    </w:p>
    <w:p w:rsidR="007E25EE" w:rsidRPr="004C24FF" w:rsidRDefault="007E25EE" w:rsidP="000510A6">
      <w:pPr>
        <w:rPr>
          <w:sz w:val="22"/>
          <w:szCs w:val="22"/>
        </w:rPr>
      </w:pPr>
    </w:p>
    <w:p w:rsidR="007E25EE" w:rsidRPr="00CD0344" w:rsidRDefault="007E25EE" w:rsidP="003E1960">
      <w:pPr>
        <w:rPr>
          <w:sz w:val="20"/>
          <w:szCs w:val="20"/>
        </w:rPr>
      </w:pPr>
      <w:r w:rsidRPr="00CD0344">
        <w:t xml:space="preserve">М.П. </w:t>
      </w:r>
      <w:r w:rsidRPr="00CD0344">
        <w:rPr>
          <w:sz w:val="20"/>
          <w:szCs w:val="20"/>
        </w:rPr>
        <w:t xml:space="preserve">(при наличии) </w:t>
      </w:r>
    </w:p>
    <w:p w:rsidR="007E25EE" w:rsidRPr="00CD0344" w:rsidRDefault="007E25EE" w:rsidP="000510A6">
      <w:pPr>
        <w:rPr>
          <w:sz w:val="20"/>
          <w:szCs w:val="20"/>
        </w:rPr>
      </w:pPr>
    </w:p>
    <w:sectPr w:rsidR="007E25EE" w:rsidRPr="00CD0344" w:rsidSect="00256517">
      <w:headerReference w:type="default" r:id="rId7"/>
      <w:footerReference w:type="even" r:id="rId8"/>
      <w:pgSz w:w="11906" w:h="16838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5EE" w:rsidRDefault="007E25EE">
      <w:r>
        <w:separator/>
      </w:r>
    </w:p>
  </w:endnote>
  <w:endnote w:type="continuationSeparator" w:id="1">
    <w:p w:rsidR="007E25EE" w:rsidRDefault="007E25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5EE" w:rsidRDefault="007E25EE" w:rsidP="00C847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E25EE" w:rsidRDefault="007E25EE" w:rsidP="00C847C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5EE" w:rsidRDefault="007E25EE">
      <w:r>
        <w:separator/>
      </w:r>
    </w:p>
  </w:footnote>
  <w:footnote w:type="continuationSeparator" w:id="1">
    <w:p w:rsidR="007E25EE" w:rsidRDefault="007E25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5EE" w:rsidRDefault="007E25EE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7E25EE" w:rsidRDefault="007E25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20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</w:abstractNum>
  <w:abstractNum w:abstractNumId="1">
    <w:nsid w:val="026A4483"/>
    <w:multiLevelType w:val="singleLevel"/>
    <w:tmpl w:val="0F00B734"/>
    <w:lvl w:ilvl="0">
      <w:start w:val="20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3102A4F"/>
    <w:multiLevelType w:val="hybridMultilevel"/>
    <w:tmpl w:val="A23C657A"/>
    <w:lvl w:ilvl="0" w:tplc="46CC9234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5220EF9"/>
    <w:multiLevelType w:val="multilevel"/>
    <w:tmpl w:val="1460F44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1"/>
        </w:tabs>
        <w:ind w:left="128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0A7A1230"/>
    <w:multiLevelType w:val="multilevel"/>
    <w:tmpl w:val="7CD2E51C"/>
    <w:lvl w:ilvl="0">
      <w:start w:val="1"/>
      <w:numFmt w:val="decimal"/>
      <w:lvlText w:val="%1."/>
      <w:lvlJc w:val="left"/>
      <w:pPr>
        <w:tabs>
          <w:tab w:val="num" w:pos="1625"/>
        </w:tabs>
        <w:ind w:left="1625" w:hanging="915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0DEC43AC"/>
    <w:multiLevelType w:val="singleLevel"/>
    <w:tmpl w:val="AF54ACB0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0EE51C97"/>
    <w:multiLevelType w:val="hybridMultilevel"/>
    <w:tmpl w:val="EF0081C2"/>
    <w:lvl w:ilvl="0" w:tplc="262A7D6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7">
    <w:nsid w:val="1110528D"/>
    <w:multiLevelType w:val="hybridMultilevel"/>
    <w:tmpl w:val="588C7E6C"/>
    <w:lvl w:ilvl="0" w:tplc="CE40FD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494A0B"/>
    <w:multiLevelType w:val="singleLevel"/>
    <w:tmpl w:val="7BA02430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9">
    <w:nsid w:val="16172B90"/>
    <w:multiLevelType w:val="multilevel"/>
    <w:tmpl w:val="71F661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16E348CA"/>
    <w:multiLevelType w:val="hybridMultilevel"/>
    <w:tmpl w:val="3D541EC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78F7805"/>
    <w:multiLevelType w:val="multilevel"/>
    <w:tmpl w:val="C3288E5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</w:abstractNum>
  <w:abstractNum w:abstractNumId="12">
    <w:nsid w:val="181A4D21"/>
    <w:multiLevelType w:val="hybridMultilevel"/>
    <w:tmpl w:val="6138236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1D3B1F6F"/>
    <w:multiLevelType w:val="hybridMultilevel"/>
    <w:tmpl w:val="71F661CC"/>
    <w:lvl w:ilvl="0" w:tplc="BE1A8CF0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1E932CF2"/>
    <w:multiLevelType w:val="hybridMultilevel"/>
    <w:tmpl w:val="04602520"/>
    <w:lvl w:ilvl="0" w:tplc="A1D604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9803DE9"/>
    <w:multiLevelType w:val="hybridMultilevel"/>
    <w:tmpl w:val="ADA0481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95"/>
        </w:tabs>
        <w:ind w:left="10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35"/>
        </w:tabs>
        <w:ind w:left="25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55"/>
        </w:tabs>
        <w:ind w:left="32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95"/>
        </w:tabs>
        <w:ind w:left="46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15"/>
        </w:tabs>
        <w:ind w:left="5415" w:hanging="180"/>
      </w:pPr>
      <w:rPr>
        <w:rFonts w:cs="Times New Roman"/>
      </w:rPr>
    </w:lvl>
  </w:abstractNum>
  <w:abstractNum w:abstractNumId="16">
    <w:nsid w:val="29FB3EDA"/>
    <w:multiLevelType w:val="multilevel"/>
    <w:tmpl w:val="6138236A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2A2F0475"/>
    <w:multiLevelType w:val="hybridMultilevel"/>
    <w:tmpl w:val="33CED490"/>
    <w:lvl w:ilvl="0" w:tplc="262A7D6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8">
    <w:nsid w:val="2AEF49D2"/>
    <w:multiLevelType w:val="hybridMultilevel"/>
    <w:tmpl w:val="ACD4C35A"/>
    <w:lvl w:ilvl="0" w:tplc="C63A211E">
      <w:start w:val="9"/>
      <w:numFmt w:val="decimal"/>
      <w:lvlText w:val="%1."/>
      <w:lvlJc w:val="left"/>
      <w:pPr>
        <w:tabs>
          <w:tab w:val="num" w:pos="3090"/>
        </w:tabs>
        <w:ind w:left="3090" w:hanging="2445"/>
      </w:pPr>
      <w:rPr>
        <w:rFonts w:cs="Times New Roman" w:hint="default"/>
      </w:rPr>
    </w:lvl>
    <w:lvl w:ilvl="1" w:tplc="DAD25598">
      <w:start w:val="1"/>
      <w:numFmt w:val="decimal"/>
      <w:lvlText w:val="%2)"/>
      <w:lvlJc w:val="left"/>
      <w:pPr>
        <w:tabs>
          <w:tab w:val="num" w:pos="1725"/>
        </w:tabs>
        <w:ind w:left="1725" w:hanging="360"/>
      </w:pPr>
      <w:rPr>
        <w:rFonts w:cs="Times New Roman" w:hint="default"/>
      </w:rPr>
    </w:lvl>
    <w:lvl w:ilvl="2" w:tplc="9D5449B8">
      <w:start w:val="4"/>
      <w:numFmt w:val="decimal"/>
      <w:lvlText w:val="%3."/>
      <w:lvlJc w:val="left"/>
      <w:pPr>
        <w:tabs>
          <w:tab w:val="num" w:pos="3405"/>
        </w:tabs>
        <w:ind w:left="3405" w:hanging="114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9">
    <w:nsid w:val="2AFE15A9"/>
    <w:multiLevelType w:val="hybridMultilevel"/>
    <w:tmpl w:val="DD56AA1C"/>
    <w:lvl w:ilvl="0" w:tplc="FFFFFFFF">
      <w:start w:val="1"/>
      <w:numFmt w:val="decimal"/>
      <w:lvlText w:val="%1."/>
      <w:lvlJc w:val="left"/>
      <w:pPr>
        <w:tabs>
          <w:tab w:val="num" w:pos="2464"/>
        </w:tabs>
        <w:ind w:left="2464" w:hanging="1035"/>
      </w:pPr>
      <w:rPr>
        <w:rFonts w:cs="Times New Roman" w:hint="default"/>
      </w:rPr>
    </w:lvl>
    <w:lvl w:ilvl="1" w:tplc="6EBECC46">
      <w:start w:val="1"/>
      <w:numFmt w:val="decimal"/>
      <w:lvlText w:val="%2)"/>
      <w:lvlJc w:val="left"/>
      <w:pPr>
        <w:tabs>
          <w:tab w:val="num" w:pos="2914"/>
        </w:tabs>
        <w:ind w:left="2914" w:hanging="1125"/>
      </w:pPr>
      <w:rPr>
        <w:rFonts w:cs="Times New Roman" w:hint="default"/>
      </w:rPr>
    </w:lvl>
    <w:lvl w:ilvl="2" w:tplc="6D3AE8CE">
      <w:start w:val="8"/>
      <w:numFmt w:val="decimal"/>
      <w:lvlText w:val="%3"/>
      <w:lvlJc w:val="left"/>
      <w:pPr>
        <w:tabs>
          <w:tab w:val="num" w:pos="3769"/>
        </w:tabs>
        <w:ind w:left="3769" w:hanging="10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0">
    <w:nsid w:val="2CC719EF"/>
    <w:multiLevelType w:val="hybridMultilevel"/>
    <w:tmpl w:val="42540A14"/>
    <w:lvl w:ilvl="0" w:tplc="FFFFFFFF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D931614"/>
    <w:multiLevelType w:val="hybridMultilevel"/>
    <w:tmpl w:val="6DA84764"/>
    <w:lvl w:ilvl="0" w:tplc="E5B29484">
      <w:start w:val="1"/>
      <w:numFmt w:val="bullet"/>
      <w:lvlText w:val=""/>
      <w:lvlJc w:val="left"/>
      <w:pPr>
        <w:tabs>
          <w:tab w:val="num" w:pos="1351"/>
        </w:tabs>
        <w:ind w:left="878" w:firstLine="11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3A5119"/>
    <w:multiLevelType w:val="multilevel"/>
    <w:tmpl w:val="7CD2E51C"/>
    <w:lvl w:ilvl="0">
      <w:start w:val="1"/>
      <w:numFmt w:val="decimal"/>
      <w:lvlText w:val="%1."/>
      <w:lvlJc w:val="left"/>
      <w:pPr>
        <w:tabs>
          <w:tab w:val="num" w:pos="1625"/>
        </w:tabs>
        <w:ind w:left="1625" w:hanging="915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>
    <w:nsid w:val="38A00351"/>
    <w:multiLevelType w:val="hybridMultilevel"/>
    <w:tmpl w:val="35C42736"/>
    <w:lvl w:ilvl="0" w:tplc="E9608552">
      <w:start w:val="1"/>
      <w:numFmt w:val="decimal"/>
      <w:lvlText w:val="%1)"/>
      <w:lvlJc w:val="left"/>
      <w:pPr>
        <w:tabs>
          <w:tab w:val="num" w:pos="1503"/>
        </w:tabs>
        <w:ind w:left="15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3"/>
        </w:tabs>
        <w:ind w:left="22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3"/>
        </w:tabs>
        <w:ind w:left="29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3"/>
        </w:tabs>
        <w:ind w:left="36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3"/>
        </w:tabs>
        <w:ind w:left="43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3"/>
        </w:tabs>
        <w:ind w:left="51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3"/>
        </w:tabs>
        <w:ind w:left="58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3"/>
        </w:tabs>
        <w:ind w:left="65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3"/>
        </w:tabs>
        <w:ind w:left="7263" w:hanging="180"/>
      </w:pPr>
      <w:rPr>
        <w:rFonts w:cs="Times New Roman"/>
      </w:rPr>
    </w:lvl>
  </w:abstractNum>
  <w:abstractNum w:abstractNumId="24">
    <w:nsid w:val="3A96476E"/>
    <w:multiLevelType w:val="hybridMultilevel"/>
    <w:tmpl w:val="893C28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B166C9B"/>
    <w:multiLevelType w:val="singleLevel"/>
    <w:tmpl w:val="70AA870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6">
    <w:nsid w:val="3C9301B5"/>
    <w:multiLevelType w:val="multilevel"/>
    <w:tmpl w:val="1460F44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1"/>
        </w:tabs>
        <w:ind w:left="128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27">
    <w:nsid w:val="3D0F174D"/>
    <w:multiLevelType w:val="hybridMultilevel"/>
    <w:tmpl w:val="0574A0DA"/>
    <w:lvl w:ilvl="0" w:tplc="262A7D6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6A02AC3"/>
    <w:multiLevelType w:val="hybridMultilevel"/>
    <w:tmpl w:val="66DA3F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92B2AE8"/>
    <w:multiLevelType w:val="singleLevel"/>
    <w:tmpl w:val="9D5EB67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0">
    <w:nsid w:val="4F0717ED"/>
    <w:multiLevelType w:val="hybridMultilevel"/>
    <w:tmpl w:val="167C02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95"/>
        </w:tabs>
        <w:ind w:left="10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35"/>
        </w:tabs>
        <w:ind w:left="25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55"/>
        </w:tabs>
        <w:ind w:left="32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95"/>
        </w:tabs>
        <w:ind w:left="46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15"/>
        </w:tabs>
        <w:ind w:left="5415" w:hanging="180"/>
      </w:pPr>
      <w:rPr>
        <w:rFonts w:cs="Times New Roman"/>
      </w:rPr>
    </w:lvl>
  </w:abstractNum>
  <w:abstractNum w:abstractNumId="31">
    <w:nsid w:val="50243C53"/>
    <w:multiLevelType w:val="hybridMultilevel"/>
    <w:tmpl w:val="D4007B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95"/>
        </w:tabs>
        <w:ind w:left="10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35"/>
        </w:tabs>
        <w:ind w:left="25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55"/>
        </w:tabs>
        <w:ind w:left="32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95"/>
        </w:tabs>
        <w:ind w:left="46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15"/>
        </w:tabs>
        <w:ind w:left="5415" w:hanging="180"/>
      </w:pPr>
      <w:rPr>
        <w:rFonts w:cs="Times New Roman"/>
      </w:rPr>
    </w:lvl>
  </w:abstractNum>
  <w:abstractNum w:abstractNumId="32">
    <w:nsid w:val="549A5A11"/>
    <w:multiLevelType w:val="multilevel"/>
    <w:tmpl w:val="1460F44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1"/>
        </w:tabs>
        <w:ind w:left="128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33">
    <w:nsid w:val="55531AB4"/>
    <w:multiLevelType w:val="hybridMultilevel"/>
    <w:tmpl w:val="9902858C"/>
    <w:lvl w:ilvl="0" w:tplc="FFFFFFFF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AFF2B82"/>
    <w:multiLevelType w:val="multilevel"/>
    <w:tmpl w:val="3738C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018"/>
        </w:tabs>
        <w:ind w:left="1018" w:hanging="660"/>
      </w:pPr>
      <w:rPr>
        <w:rFonts w:cs="Times New Roman" w:hint="default"/>
      </w:rPr>
    </w:lvl>
    <w:lvl w:ilvl="2">
      <w:start w:val="15"/>
      <w:numFmt w:val="decimal"/>
      <w:isLgl/>
      <w:lvlText w:val="%1.%2.%3"/>
      <w:lvlJc w:val="left"/>
      <w:pPr>
        <w:tabs>
          <w:tab w:val="num" w:pos="1436"/>
        </w:tabs>
        <w:ind w:left="143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94"/>
        </w:tabs>
        <w:ind w:left="179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12"/>
        </w:tabs>
        <w:ind w:left="25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70"/>
        </w:tabs>
        <w:ind w:left="28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88"/>
        </w:tabs>
        <w:ind w:left="35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46"/>
        </w:tabs>
        <w:ind w:left="394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64"/>
        </w:tabs>
        <w:ind w:left="4664" w:hanging="1800"/>
      </w:pPr>
      <w:rPr>
        <w:rFonts w:cs="Times New Roman" w:hint="default"/>
      </w:rPr>
    </w:lvl>
  </w:abstractNum>
  <w:abstractNum w:abstractNumId="35">
    <w:nsid w:val="5C1973F7"/>
    <w:multiLevelType w:val="singleLevel"/>
    <w:tmpl w:val="5A32C07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6">
    <w:nsid w:val="62440899"/>
    <w:multiLevelType w:val="hybridMultilevel"/>
    <w:tmpl w:val="C7F22106"/>
    <w:lvl w:ilvl="0" w:tplc="DCCC2318">
      <w:start w:val="1"/>
      <w:numFmt w:val="decimal"/>
      <w:lvlText w:val="%1."/>
      <w:lvlJc w:val="left"/>
      <w:pPr>
        <w:tabs>
          <w:tab w:val="num" w:pos="1849"/>
        </w:tabs>
        <w:ind w:left="1849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7">
    <w:nsid w:val="629D62B1"/>
    <w:multiLevelType w:val="hybridMultilevel"/>
    <w:tmpl w:val="8DFC8F3C"/>
    <w:lvl w:ilvl="0" w:tplc="97DC3C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7033DEA"/>
    <w:multiLevelType w:val="hybridMultilevel"/>
    <w:tmpl w:val="ECAAFB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3CD524D"/>
    <w:multiLevelType w:val="hybridMultilevel"/>
    <w:tmpl w:val="A1943CBE"/>
    <w:lvl w:ilvl="0" w:tplc="DCCC2318">
      <w:start w:val="1"/>
      <w:numFmt w:val="decimal"/>
      <w:lvlText w:val="%1."/>
      <w:lvlJc w:val="left"/>
      <w:pPr>
        <w:tabs>
          <w:tab w:val="num" w:pos="1849"/>
        </w:tabs>
        <w:ind w:left="1849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0">
    <w:nsid w:val="76CD6C8C"/>
    <w:multiLevelType w:val="hybridMultilevel"/>
    <w:tmpl w:val="B59E250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A560F81"/>
    <w:multiLevelType w:val="hybridMultilevel"/>
    <w:tmpl w:val="11229F64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1" w:tplc="FFFFFFFF">
      <w:start w:val="2"/>
      <w:numFmt w:val="decimal"/>
      <w:lvlText w:val="%2)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2" w:tplc="FFFFFFFF">
      <w:start w:val="5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2">
    <w:nsid w:val="7AF43204"/>
    <w:multiLevelType w:val="hybridMultilevel"/>
    <w:tmpl w:val="EE084878"/>
    <w:lvl w:ilvl="0" w:tplc="C958B2B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3">
    <w:nsid w:val="7C981887"/>
    <w:multiLevelType w:val="hybridMultilevel"/>
    <w:tmpl w:val="18D045A0"/>
    <w:lvl w:ilvl="0" w:tplc="FFFFFFFF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4">
    <w:nsid w:val="7CF043C8"/>
    <w:multiLevelType w:val="hybridMultilevel"/>
    <w:tmpl w:val="577EEED2"/>
    <w:lvl w:ilvl="0" w:tplc="23B41F40">
      <w:start w:val="1"/>
      <w:numFmt w:val="decimal"/>
      <w:lvlText w:val="%1."/>
      <w:lvlJc w:val="left"/>
      <w:pPr>
        <w:tabs>
          <w:tab w:val="num" w:pos="1879"/>
        </w:tabs>
        <w:ind w:left="1879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5">
    <w:nsid w:val="7F3E534D"/>
    <w:multiLevelType w:val="hybridMultilevel"/>
    <w:tmpl w:val="94D4F78C"/>
    <w:lvl w:ilvl="0" w:tplc="ED161642">
      <w:start w:val="2008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5"/>
  </w:num>
  <w:num w:numId="3">
    <w:abstractNumId w:val="2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29"/>
  </w:num>
  <w:num w:numId="9">
    <w:abstractNumId w:val="28"/>
  </w:num>
  <w:num w:numId="10">
    <w:abstractNumId w:val="7"/>
  </w:num>
  <w:num w:numId="11">
    <w:abstractNumId w:val="45"/>
  </w:num>
  <w:num w:numId="12">
    <w:abstractNumId w:val="21"/>
  </w:num>
  <w:num w:numId="13">
    <w:abstractNumId w:val="33"/>
  </w:num>
  <w:num w:numId="14">
    <w:abstractNumId w:val="41"/>
  </w:num>
  <w:num w:numId="15">
    <w:abstractNumId w:val="27"/>
  </w:num>
  <w:num w:numId="16">
    <w:abstractNumId w:val="43"/>
  </w:num>
  <w:num w:numId="17">
    <w:abstractNumId w:val="20"/>
  </w:num>
  <w:num w:numId="18">
    <w:abstractNumId w:val="24"/>
  </w:num>
  <w:num w:numId="19">
    <w:abstractNumId w:val="4"/>
  </w:num>
  <w:num w:numId="20">
    <w:abstractNumId w:val="23"/>
  </w:num>
  <w:num w:numId="21">
    <w:abstractNumId w:val="10"/>
  </w:num>
  <w:num w:numId="22">
    <w:abstractNumId w:val="38"/>
  </w:num>
  <w:num w:numId="23">
    <w:abstractNumId w:val="18"/>
  </w:num>
  <w:num w:numId="24">
    <w:abstractNumId w:val="6"/>
  </w:num>
  <w:num w:numId="25">
    <w:abstractNumId w:val="17"/>
  </w:num>
  <w:num w:numId="26">
    <w:abstractNumId w:val="31"/>
  </w:num>
  <w:num w:numId="27">
    <w:abstractNumId w:val="30"/>
  </w:num>
  <w:num w:numId="28">
    <w:abstractNumId w:val="22"/>
  </w:num>
  <w:num w:numId="29">
    <w:abstractNumId w:val="15"/>
  </w:num>
  <w:num w:numId="30">
    <w:abstractNumId w:val="19"/>
  </w:num>
  <w:num w:numId="31">
    <w:abstractNumId w:val="44"/>
  </w:num>
  <w:num w:numId="32">
    <w:abstractNumId w:val="42"/>
  </w:num>
  <w:num w:numId="33">
    <w:abstractNumId w:val="13"/>
  </w:num>
  <w:num w:numId="34">
    <w:abstractNumId w:val="9"/>
  </w:num>
  <w:num w:numId="35">
    <w:abstractNumId w:val="36"/>
  </w:num>
  <w:num w:numId="36">
    <w:abstractNumId w:val="39"/>
  </w:num>
  <w:num w:numId="37">
    <w:abstractNumId w:val="14"/>
  </w:num>
  <w:num w:numId="38">
    <w:abstractNumId w:val="12"/>
  </w:num>
  <w:num w:numId="39">
    <w:abstractNumId w:val="16"/>
  </w:num>
  <w:num w:numId="40">
    <w:abstractNumId w:val="2"/>
  </w:num>
  <w:num w:numId="41">
    <w:abstractNumId w:val="3"/>
  </w:num>
  <w:num w:numId="42">
    <w:abstractNumId w:val="26"/>
  </w:num>
  <w:num w:numId="43">
    <w:abstractNumId w:val="0"/>
  </w:num>
  <w:num w:numId="44">
    <w:abstractNumId w:val="40"/>
  </w:num>
  <w:num w:numId="45">
    <w:abstractNumId w:val="32"/>
  </w:num>
  <w:num w:numId="46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7CE"/>
    <w:rsid w:val="00005AA0"/>
    <w:rsid w:val="000360CB"/>
    <w:rsid w:val="000510A6"/>
    <w:rsid w:val="00063486"/>
    <w:rsid w:val="00083C2E"/>
    <w:rsid w:val="000C2BA8"/>
    <w:rsid w:val="000D275B"/>
    <w:rsid w:val="00152BEB"/>
    <w:rsid w:val="0015798A"/>
    <w:rsid w:val="001711A2"/>
    <w:rsid w:val="00180BA9"/>
    <w:rsid w:val="00182355"/>
    <w:rsid w:val="001A0772"/>
    <w:rsid w:val="001B6EBB"/>
    <w:rsid w:val="001E51F9"/>
    <w:rsid w:val="001F17E7"/>
    <w:rsid w:val="00215396"/>
    <w:rsid w:val="00223127"/>
    <w:rsid w:val="00232F53"/>
    <w:rsid w:val="0023568F"/>
    <w:rsid w:val="00256517"/>
    <w:rsid w:val="002609DD"/>
    <w:rsid w:val="002D437B"/>
    <w:rsid w:val="003331CC"/>
    <w:rsid w:val="003504A2"/>
    <w:rsid w:val="00364AA0"/>
    <w:rsid w:val="003A33DC"/>
    <w:rsid w:val="003E1960"/>
    <w:rsid w:val="004312CC"/>
    <w:rsid w:val="00437AFF"/>
    <w:rsid w:val="004556B5"/>
    <w:rsid w:val="00483D89"/>
    <w:rsid w:val="004A1ACD"/>
    <w:rsid w:val="004A7258"/>
    <w:rsid w:val="004B0CBA"/>
    <w:rsid w:val="004B4964"/>
    <w:rsid w:val="004C24FF"/>
    <w:rsid w:val="004C302D"/>
    <w:rsid w:val="004F4115"/>
    <w:rsid w:val="00503E7F"/>
    <w:rsid w:val="00506751"/>
    <w:rsid w:val="0050757D"/>
    <w:rsid w:val="00531A22"/>
    <w:rsid w:val="005435C9"/>
    <w:rsid w:val="00565489"/>
    <w:rsid w:val="0058376E"/>
    <w:rsid w:val="005D6ED3"/>
    <w:rsid w:val="0060092B"/>
    <w:rsid w:val="00611650"/>
    <w:rsid w:val="00622299"/>
    <w:rsid w:val="006378A8"/>
    <w:rsid w:val="00641B62"/>
    <w:rsid w:val="00666F2A"/>
    <w:rsid w:val="006722DC"/>
    <w:rsid w:val="00681D65"/>
    <w:rsid w:val="006A1A03"/>
    <w:rsid w:val="006D0212"/>
    <w:rsid w:val="006F2006"/>
    <w:rsid w:val="007079EC"/>
    <w:rsid w:val="007215EB"/>
    <w:rsid w:val="00757A0C"/>
    <w:rsid w:val="00757DDB"/>
    <w:rsid w:val="00765DE9"/>
    <w:rsid w:val="007926A7"/>
    <w:rsid w:val="00797D77"/>
    <w:rsid w:val="007A08C8"/>
    <w:rsid w:val="007A0D57"/>
    <w:rsid w:val="007B26C4"/>
    <w:rsid w:val="007C6DD5"/>
    <w:rsid w:val="007D5502"/>
    <w:rsid w:val="007E25EE"/>
    <w:rsid w:val="007F30AF"/>
    <w:rsid w:val="00800B50"/>
    <w:rsid w:val="00800C36"/>
    <w:rsid w:val="008059D6"/>
    <w:rsid w:val="008340ED"/>
    <w:rsid w:val="008408E4"/>
    <w:rsid w:val="00853520"/>
    <w:rsid w:val="00861D6C"/>
    <w:rsid w:val="0086475A"/>
    <w:rsid w:val="00895BBC"/>
    <w:rsid w:val="008B5E2B"/>
    <w:rsid w:val="008C5DB4"/>
    <w:rsid w:val="008C6D23"/>
    <w:rsid w:val="008F6D20"/>
    <w:rsid w:val="00911417"/>
    <w:rsid w:val="0091488C"/>
    <w:rsid w:val="00916B4F"/>
    <w:rsid w:val="00932357"/>
    <w:rsid w:val="00935CD0"/>
    <w:rsid w:val="0096391A"/>
    <w:rsid w:val="00974D90"/>
    <w:rsid w:val="009776BB"/>
    <w:rsid w:val="0099789A"/>
    <w:rsid w:val="009D2735"/>
    <w:rsid w:val="009E69DF"/>
    <w:rsid w:val="009F3D51"/>
    <w:rsid w:val="009F53CF"/>
    <w:rsid w:val="00A225F4"/>
    <w:rsid w:val="00A31F9A"/>
    <w:rsid w:val="00A371B2"/>
    <w:rsid w:val="00A82399"/>
    <w:rsid w:val="00A84896"/>
    <w:rsid w:val="00A8526E"/>
    <w:rsid w:val="00A8751F"/>
    <w:rsid w:val="00AE0471"/>
    <w:rsid w:val="00AE2D3B"/>
    <w:rsid w:val="00AE4844"/>
    <w:rsid w:val="00B167AA"/>
    <w:rsid w:val="00B221FA"/>
    <w:rsid w:val="00B542DA"/>
    <w:rsid w:val="00B677D3"/>
    <w:rsid w:val="00B75589"/>
    <w:rsid w:val="00BA3273"/>
    <w:rsid w:val="00BA36C5"/>
    <w:rsid w:val="00BA372C"/>
    <w:rsid w:val="00BC172A"/>
    <w:rsid w:val="00BC5E4B"/>
    <w:rsid w:val="00BD703B"/>
    <w:rsid w:val="00BF2045"/>
    <w:rsid w:val="00C12912"/>
    <w:rsid w:val="00C674E1"/>
    <w:rsid w:val="00C769E1"/>
    <w:rsid w:val="00C847CE"/>
    <w:rsid w:val="00C96288"/>
    <w:rsid w:val="00CA0114"/>
    <w:rsid w:val="00CA5821"/>
    <w:rsid w:val="00CB6043"/>
    <w:rsid w:val="00CB7438"/>
    <w:rsid w:val="00CD0344"/>
    <w:rsid w:val="00CE39B9"/>
    <w:rsid w:val="00D2044F"/>
    <w:rsid w:val="00D43F92"/>
    <w:rsid w:val="00D5715E"/>
    <w:rsid w:val="00D75280"/>
    <w:rsid w:val="00D83002"/>
    <w:rsid w:val="00DA4B34"/>
    <w:rsid w:val="00DB1D11"/>
    <w:rsid w:val="00DC6F67"/>
    <w:rsid w:val="00E00845"/>
    <w:rsid w:val="00E179CD"/>
    <w:rsid w:val="00E42DAB"/>
    <w:rsid w:val="00E66252"/>
    <w:rsid w:val="00E94AF5"/>
    <w:rsid w:val="00EB18B8"/>
    <w:rsid w:val="00EB4C65"/>
    <w:rsid w:val="00ED4A9C"/>
    <w:rsid w:val="00ED79F1"/>
    <w:rsid w:val="00EE7C17"/>
    <w:rsid w:val="00F101DA"/>
    <w:rsid w:val="00F12BCF"/>
    <w:rsid w:val="00F316F9"/>
    <w:rsid w:val="00F6691D"/>
    <w:rsid w:val="00F71CAF"/>
    <w:rsid w:val="00FA220D"/>
    <w:rsid w:val="00FA5F1C"/>
    <w:rsid w:val="00FC0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847C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47CE"/>
    <w:pPr>
      <w:keepNext/>
      <w:jc w:val="both"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47CE"/>
    <w:pPr>
      <w:keepNext/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847CE"/>
    <w:pPr>
      <w:keepNext/>
      <w:jc w:val="center"/>
      <w:outlineLvl w:val="2"/>
    </w:pPr>
    <w:rPr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847CE"/>
    <w:pPr>
      <w:keepNext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847CE"/>
    <w:pPr>
      <w:keepNext/>
      <w:jc w:val="center"/>
      <w:outlineLvl w:val="4"/>
    </w:pPr>
    <w:rPr>
      <w:sz w:val="28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847CE"/>
    <w:pPr>
      <w:keepNext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847CE"/>
    <w:pPr>
      <w:keepNext/>
      <w:jc w:val="center"/>
      <w:outlineLvl w:val="6"/>
    </w:pPr>
    <w:rPr>
      <w:color w:val="00000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847CE"/>
    <w:pPr>
      <w:keepNext/>
      <w:outlineLvl w:val="7"/>
    </w:pPr>
    <w:rPr>
      <w:sz w:val="28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847CE"/>
    <w:pPr>
      <w:keepNext/>
      <w:ind w:firstLine="567"/>
      <w:jc w:val="center"/>
      <w:outlineLvl w:val="8"/>
    </w:pPr>
    <w:rPr>
      <w:b/>
      <w:bCs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847CE"/>
    <w:rPr>
      <w:rFonts w:ascii="Times New Roman" w:hAnsi="Times New Roman" w:cs="Times New Roman"/>
      <w:b/>
      <w:bCs/>
      <w:sz w:val="26"/>
      <w:szCs w:val="26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847CE"/>
    <w:rPr>
      <w:rFonts w:ascii="Times New Roman" w:hAnsi="Times New Roman" w:cs="Times New Roman"/>
      <w:snapToGrid w:val="0"/>
      <w:color w:val="000000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847C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C847CE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C847CE"/>
    <w:pPr>
      <w:ind w:firstLine="567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C847CE"/>
    <w:pPr>
      <w:jc w:val="both"/>
    </w:pPr>
    <w:rPr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C847CE"/>
    <w:pPr>
      <w:ind w:firstLine="567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C847CE"/>
    <w:pPr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paragraph" w:styleId="Caption">
    <w:name w:val="caption"/>
    <w:basedOn w:val="Normal"/>
    <w:next w:val="Normal"/>
    <w:uiPriority w:val="99"/>
    <w:qFormat/>
    <w:rsid w:val="00C847CE"/>
    <w:pPr>
      <w:ind w:firstLine="567"/>
      <w:jc w:val="right"/>
    </w:pPr>
    <w:rPr>
      <w:sz w:val="28"/>
      <w:szCs w:val="20"/>
    </w:rPr>
  </w:style>
  <w:style w:type="paragraph" w:styleId="Subtitle">
    <w:name w:val="Subtitle"/>
    <w:basedOn w:val="Normal"/>
    <w:link w:val="SubtitleChar"/>
    <w:uiPriority w:val="99"/>
    <w:qFormat/>
    <w:rsid w:val="00C847CE"/>
    <w:pPr>
      <w:jc w:val="center"/>
    </w:pPr>
    <w:rPr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847CE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C847CE"/>
    <w:rPr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C847C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paragraph" w:styleId="CommentText">
    <w:name w:val="annotation text"/>
    <w:basedOn w:val="Normal"/>
    <w:link w:val="CommentTextChar"/>
    <w:uiPriority w:val="99"/>
    <w:semiHidden/>
    <w:rsid w:val="00C847CE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483D89"/>
    <w:rPr>
      <w:rFonts w:ascii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847CE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847CE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483D89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47CE"/>
    <w:rPr>
      <w:rFonts w:ascii="Tahoma" w:hAnsi="Tahoma" w:cs="Tahoma"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847CE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483D89"/>
    <w:rPr>
      <w:rFonts w:ascii="Times New Roman" w:hAnsi="Times New Roman" w:cs="Times New Roman"/>
      <w:sz w:val="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847CE"/>
    <w:rPr>
      <w:rFonts w:ascii="Times New Roman" w:hAnsi="Times New Roman" w:cs="Times New Roman"/>
      <w:sz w:val="20"/>
      <w:szCs w:val="20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C847CE"/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483D89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C847C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847CE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847C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47CE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C847CE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847C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47C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Знак Знак Знак Знак"/>
    <w:basedOn w:val="Normal"/>
    <w:autoRedefine/>
    <w:uiPriority w:val="99"/>
    <w:rsid w:val="00C847CE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">
    <w:name w:val="Название объекта1"/>
    <w:basedOn w:val="Normal"/>
    <w:next w:val="Normal"/>
    <w:uiPriority w:val="99"/>
    <w:rsid w:val="00C847CE"/>
    <w:pPr>
      <w:ind w:firstLine="567"/>
      <w:jc w:val="right"/>
    </w:pPr>
    <w:rPr>
      <w:sz w:val="28"/>
      <w:szCs w:val="20"/>
      <w:lang w:eastAsia="ar-SA"/>
    </w:rPr>
  </w:style>
  <w:style w:type="character" w:styleId="Hyperlink">
    <w:name w:val="Hyperlink"/>
    <w:basedOn w:val="DefaultParagraphFont"/>
    <w:uiPriority w:val="99"/>
    <w:rsid w:val="00C847CE"/>
    <w:rPr>
      <w:rFonts w:cs="Times New Roman"/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C847CE"/>
    <w:pPr>
      <w:ind w:firstLine="567"/>
      <w:jc w:val="center"/>
    </w:pPr>
    <w:rPr>
      <w:b/>
      <w:bCs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847C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0">
    <w:name w:val="Знак1"/>
    <w:basedOn w:val="Normal"/>
    <w:autoRedefine/>
    <w:uiPriority w:val="99"/>
    <w:rsid w:val="00C847CE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onsPlusNormal">
    <w:name w:val="ConsPlusNormal"/>
    <w:uiPriority w:val="99"/>
    <w:rsid w:val="00C847C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C847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95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299</Words>
  <Characters>1706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Бовыкина Жанна Игоревна</dc:creator>
  <cp:keywords/>
  <dc:description/>
  <cp:lastModifiedBy>User</cp:lastModifiedBy>
  <cp:revision>11</cp:revision>
  <cp:lastPrinted>2019-04-30T08:48:00Z</cp:lastPrinted>
  <dcterms:created xsi:type="dcterms:W3CDTF">2018-12-03T09:51:00Z</dcterms:created>
  <dcterms:modified xsi:type="dcterms:W3CDTF">2019-04-30T08:53:00Z</dcterms:modified>
</cp:coreProperties>
</file>