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015" w:rsidRPr="00E2213D" w:rsidRDefault="00287015" w:rsidP="00E2213D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213D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</w:t>
      </w:r>
    </w:p>
    <w:p w:rsidR="00287015" w:rsidRPr="00E2213D" w:rsidRDefault="00287015" w:rsidP="00E2213D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213D">
        <w:rPr>
          <w:rFonts w:ascii="Times New Roman" w:hAnsi="Times New Roman" w:cs="Times New Roman"/>
          <w:b/>
          <w:bCs/>
          <w:sz w:val="28"/>
          <w:szCs w:val="28"/>
        </w:rPr>
        <w:t>«КОНОШСКИЙ МУНИЦИПАЛЬНЫЙ РАЙОН»</w:t>
      </w:r>
    </w:p>
    <w:p w:rsidR="00287015" w:rsidRPr="00E2213D" w:rsidRDefault="00287015" w:rsidP="00E221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7015" w:rsidRPr="00E2213D" w:rsidRDefault="00287015" w:rsidP="00E221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7015" w:rsidRPr="00E2213D" w:rsidRDefault="00287015" w:rsidP="00E2213D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213D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287015" w:rsidRPr="00E2213D" w:rsidRDefault="00287015" w:rsidP="00E221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7015" w:rsidRDefault="00287015" w:rsidP="00E2213D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E2213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29 </w:t>
      </w:r>
      <w:r w:rsidRPr="00E2213D">
        <w:rPr>
          <w:rFonts w:ascii="Times New Roman" w:hAnsi="Times New Roman" w:cs="Times New Roman"/>
          <w:sz w:val="28"/>
          <w:szCs w:val="28"/>
        </w:rPr>
        <w:t>июня 2015 г. №</w:t>
      </w:r>
      <w:r>
        <w:rPr>
          <w:rFonts w:ascii="Times New Roman" w:hAnsi="Times New Roman" w:cs="Times New Roman"/>
          <w:sz w:val="28"/>
          <w:szCs w:val="28"/>
        </w:rPr>
        <w:t xml:space="preserve"> 439</w:t>
      </w:r>
    </w:p>
    <w:p w:rsidR="00287015" w:rsidRPr="00E2213D" w:rsidRDefault="00287015" w:rsidP="00E2213D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287015" w:rsidRPr="00E2213D" w:rsidRDefault="00287015" w:rsidP="00E2213D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E2213D">
        <w:rPr>
          <w:rFonts w:ascii="Times New Roman" w:hAnsi="Times New Roman" w:cs="Times New Roman"/>
          <w:sz w:val="28"/>
          <w:szCs w:val="28"/>
        </w:rPr>
        <w:t>п. Коноша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2213D">
        <w:rPr>
          <w:rFonts w:ascii="Times New Roman" w:hAnsi="Times New Roman" w:cs="Times New Roman"/>
          <w:sz w:val="28"/>
          <w:szCs w:val="28"/>
        </w:rPr>
        <w:t xml:space="preserve"> Архангельской обл.</w:t>
      </w:r>
    </w:p>
    <w:p w:rsidR="00287015" w:rsidRPr="00E2213D" w:rsidRDefault="00287015" w:rsidP="00E221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7015" w:rsidRPr="00E2213D" w:rsidRDefault="00287015" w:rsidP="00E221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7015" w:rsidRPr="00E2213D" w:rsidRDefault="00287015" w:rsidP="00E221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7015" w:rsidRPr="00E2213D" w:rsidRDefault="00287015" w:rsidP="00E2213D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213D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</w:t>
      </w:r>
    </w:p>
    <w:p w:rsidR="00287015" w:rsidRDefault="00287015" w:rsidP="00E2213D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213D">
        <w:rPr>
          <w:rFonts w:ascii="Times New Roman" w:hAnsi="Times New Roman" w:cs="Times New Roman"/>
          <w:b/>
          <w:bCs/>
          <w:sz w:val="28"/>
          <w:szCs w:val="28"/>
        </w:rPr>
        <w:t>осуществления внутреннего муниципального финансового контроля и контроля в сфере закупок товаров, работ, услуг для обеспечения муниципальных нужд в муниципальном образовании «Коношский муниципальный район»</w:t>
      </w:r>
    </w:p>
    <w:p w:rsidR="00287015" w:rsidRDefault="00287015" w:rsidP="00E2213D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7015" w:rsidRPr="00E2213D" w:rsidRDefault="00287015" w:rsidP="00E2213D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7015" w:rsidRPr="00E2213D" w:rsidRDefault="00287015" w:rsidP="00AC4FA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E2213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E2213D">
        <w:rPr>
          <w:rFonts w:ascii="Times New Roman" w:hAnsi="Times New Roman" w:cs="Times New Roman"/>
          <w:sz w:val="28"/>
          <w:szCs w:val="28"/>
        </w:rPr>
        <w:t>В соответствии со статьей 269.2 Бюджетного кодекса Российской Федерации, статьей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нужд»:</w:t>
      </w:r>
    </w:p>
    <w:p w:rsidR="00287015" w:rsidRPr="00E2213D" w:rsidRDefault="00287015" w:rsidP="00E221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87015" w:rsidRPr="00A9478E" w:rsidRDefault="00287015" w:rsidP="00FA179D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2213D">
        <w:rPr>
          <w:rFonts w:ascii="Times New Roman" w:hAnsi="Times New Roman" w:cs="Times New Roman"/>
          <w:sz w:val="28"/>
          <w:szCs w:val="28"/>
        </w:rPr>
        <w:t>Утвердить прилагаемый Порядок осуществления внутреннего муниципального финансового контроля и контроля в сфере закупок товаров, работ, услуг для обеспечения муниципальных нужд в муниципальном образовании «Коношский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7015" w:rsidRPr="00A9478E" w:rsidRDefault="00287015" w:rsidP="00A9478E">
      <w:pPr>
        <w:pStyle w:val="NoSpacing"/>
        <w:spacing w:line="276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287015" w:rsidRPr="00A9478E" w:rsidRDefault="00287015" w:rsidP="00FA179D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Разместить  прилагаемый Порядок  на официальном сайте администрации МО «Коношский муниципальный район»</w:t>
      </w:r>
    </w:p>
    <w:p w:rsidR="00287015" w:rsidRDefault="00287015" w:rsidP="00A9478E">
      <w:pPr>
        <w:pStyle w:val="NoSpacing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87015" w:rsidRDefault="00287015" w:rsidP="00FA179D">
      <w:pPr>
        <w:pStyle w:val="NoSpacing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287015" w:rsidRDefault="00287015" w:rsidP="00A9478E">
      <w:pPr>
        <w:pStyle w:val="NoSpacing"/>
        <w:spacing w:line="276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287015" w:rsidRDefault="00287015" w:rsidP="00A9478E">
      <w:pPr>
        <w:pStyle w:val="NoSpacing"/>
        <w:spacing w:line="276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287015" w:rsidRDefault="00287015" w:rsidP="00A9478E">
      <w:pPr>
        <w:pStyle w:val="NoSpacing"/>
        <w:spacing w:line="276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287015" w:rsidRPr="00E2213D" w:rsidRDefault="00287015" w:rsidP="00D14A0F">
      <w:pPr>
        <w:pStyle w:val="NoSpacing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287015" w:rsidRPr="00E2213D" w:rsidRDefault="00287015" w:rsidP="00E2213D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администрации</w:t>
      </w:r>
    </w:p>
    <w:p w:rsidR="00287015" w:rsidRDefault="00287015" w:rsidP="00E2213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2213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С.В. Серов</w:t>
      </w:r>
    </w:p>
    <w:p w:rsidR="00287015" w:rsidRPr="00E2213D" w:rsidRDefault="00287015" w:rsidP="00E2213D">
      <w:pPr>
        <w:pStyle w:val="NoSpacing"/>
        <w:rPr>
          <w:rFonts w:ascii="Times New Roman" w:hAnsi="Times New Roman" w:cs="Times New Roman"/>
          <w:sz w:val="28"/>
          <w:szCs w:val="28"/>
        </w:rPr>
      </w:pPr>
    </w:p>
    <w:sectPr w:rsidR="00287015" w:rsidRPr="00E2213D" w:rsidSect="0051468C">
      <w:pgSz w:w="11906" w:h="16838"/>
      <w:pgMar w:top="1134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21329"/>
    <w:multiLevelType w:val="hybridMultilevel"/>
    <w:tmpl w:val="4FD883F6"/>
    <w:lvl w:ilvl="0" w:tplc="CC9408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213D"/>
    <w:rsid w:val="00287015"/>
    <w:rsid w:val="00390B89"/>
    <w:rsid w:val="003C6A83"/>
    <w:rsid w:val="003D2317"/>
    <w:rsid w:val="005139CB"/>
    <w:rsid w:val="0051468C"/>
    <w:rsid w:val="00514F88"/>
    <w:rsid w:val="005C2B35"/>
    <w:rsid w:val="00872494"/>
    <w:rsid w:val="009839CA"/>
    <w:rsid w:val="00A321E1"/>
    <w:rsid w:val="00A63F07"/>
    <w:rsid w:val="00A9478E"/>
    <w:rsid w:val="00A96EF2"/>
    <w:rsid w:val="00AC4FA6"/>
    <w:rsid w:val="00AF5B47"/>
    <w:rsid w:val="00B22EE1"/>
    <w:rsid w:val="00CA15AC"/>
    <w:rsid w:val="00D14A0F"/>
    <w:rsid w:val="00DB2AAE"/>
    <w:rsid w:val="00DE17AD"/>
    <w:rsid w:val="00E2213D"/>
    <w:rsid w:val="00EC62B8"/>
    <w:rsid w:val="00FA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F8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2213D"/>
    <w:rPr>
      <w:rFonts w:cs="Calibri"/>
    </w:rPr>
  </w:style>
  <w:style w:type="paragraph" w:styleId="ListParagraph">
    <w:name w:val="List Paragraph"/>
    <w:basedOn w:val="Normal"/>
    <w:uiPriority w:val="99"/>
    <w:qFormat/>
    <w:rsid w:val="00A9478E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rsid w:val="00A94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47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174</Words>
  <Characters>994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*</cp:lastModifiedBy>
  <cp:revision>15</cp:revision>
  <cp:lastPrinted>2015-06-29T07:53:00Z</cp:lastPrinted>
  <dcterms:created xsi:type="dcterms:W3CDTF">2015-06-26T05:19:00Z</dcterms:created>
  <dcterms:modified xsi:type="dcterms:W3CDTF">2015-06-29T10:55:00Z</dcterms:modified>
</cp:coreProperties>
</file>