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7C5" w:rsidRPr="00C63DAD" w:rsidRDefault="00C767C5" w:rsidP="00C63DA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ПРИЛОЖЕНИЕ № 2</w:t>
      </w:r>
    </w:p>
    <w:p w:rsidR="00C767C5" w:rsidRPr="00C63DAD" w:rsidRDefault="00C767C5" w:rsidP="00C63DA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767C5" w:rsidRPr="00C63DAD" w:rsidRDefault="00C767C5" w:rsidP="00C63DA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C767C5" w:rsidRPr="00C63DAD" w:rsidRDefault="00C767C5" w:rsidP="00C63DA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C767C5" w:rsidRPr="00C63DAD" w:rsidRDefault="00C767C5" w:rsidP="00C63DAD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 xml:space="preserve">от 21 августа </w:t>
      </w:r>
      <w:smartTag w:uri="urn:schemas-microsoft-com:office:smarttags" w:element="metricconverter">
        <w:smartTagPr>
          <w:attr w:name="ProductID" w:val="2018 г"/>
        </w:smartTagPr>
        <w:r w:rsidRPr="00C63DAD">
          <w:rPr>
            <w:rFonts w:ascii="Times New Roman" w:hAnsi="Times New Roman"/>
            <w:sz w:val="26"/>
            <w:szCs w:val="26"/>
          </w:rPr>
          <w:t>2018 г</w:t>
        </w:r>
      </w:smartTag>
      <w:r w:rsidRPr="00C63DAD">
        <w:rPr>
          <w:rFonts w:ascii="Times New Roman" w:hAnsi="Times New Roman"/>
          <w:sz w:val="26"/>
          <w:szCs w:val="26"/>
        </w:rPr>
        <w:t>. № 474</w:t>
      </w:r>
    </w:p>
    <w:p w:rsidR="00C767C5" w:rsidRPr="00C63DAD" w:rsidRDefault="00C767C5" w:rsidP="00C63D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«ПРИЛОЖЕНИЕ № 7</w:t>
      </w: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к муниципальной программе</w:t>
      </w: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«Развитие дорожной сети,</w:t>
      </w: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повышение безопасности дорожного движения</w:t>
      </w: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в муниципальном образовании</w:t>
      </w:r>
    </w:p>
    <w:p w:rsidR="00C767C5" w:rsidRPr="00C63DAD" w:rsidRDefault="00C767C5" w:rsidP="00C63DAD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</w:pPr>
      <w:r w:rsidRPr="00C63DAD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«Коношский муниципальный район» на 2018 год</w:t>
      </w: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63DAD">
        <w:rPr>
          <w:rFonts w:ascii="Times New Roman" w:hAnsi="Times New Roman"/>
          <w:b/>
          <w:sz w:val="26"/>
          <w:szCs w:val="26"/>
        </w:rPr>
        <w:t>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Т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Д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К</w:t>
      </w:r>
      <w:r>
        <w:rPr>
          <w:rFonts w:ascii="Times New Roman" w:hAnsi="Times New Roman"/>
          <w:b/>
          <w:sz w:val="26"/>
          <w:szCs w:val="26"/>
        </w:rPr>
        <w:t xml:space="preserve"> А</w:t>
      </w:r>
    </w:p>
    <w:p w:rsidR="00C767C5" w:rsidRDefault="00C767C5" w:rsidP="00C63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63DAD">
        <w:rPr>
          <w:rFonts w:ascii="Times New Roman" w:hAnsi="Times New Roman"/>
          <w:b/>
          <w:sz w:val="26"/>
          <w:szCs w:val="26"/>
        </w:rPr>
        <w:t>распределения субсидии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bCs/>
          <w:sz w:val="26"/>
          <w:szCs w:val="26"/>
        </w:rPr>
        <w:t>бюджетам поселений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bCs/>
          <w:sz w:val="26"/>
          <w:szCs w:val="26"/>
        </w:rPr>
        <w:t>на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63DAD">
        <w:rPr>
          <w:rFonts w:ascii="Times New Roman" w:hAnsi="Times New Roman"/>
          <w:b/>
          <w:sz w:val="26"/>
          <w:szCs w:val="26"/>
        </w:rPr>
        <w:t>ремонт</w:t>
      </w:r>
    </w:p>
    <w:p w:rsidR="00C767C5" w:rsidRDefault="00C767C5" w:rsidP="00C63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63DAD">
        <w:rPr>
          <w:rFonts w:ascii="Times New Roman" w:hAnsi="Times New Roman"/>
          <w:b/>
          <w:sz w:val="26"/>
          <w:szCs w:val="26"/>
        </w:rPr>
        <w:t>автомобильных дорог общег</w:t>
      </w:r>
      <w:r>
        <w:rPr>
          <w:rFonts w:ascii="Times New Roman" w:hAnsi="Times New Roman"/>
          <w:b/>
          <w:sz w:val="26"/>
          <w:szCs w:val="26"/>
        </w:rPr>
        <w:t>о пользования местного значения</w:t>
      </w:r>
    </w:p>
    <w:p w:rsidR="00C767C5" w:rsidRDefault="00C767C5" w:rsidP="00C63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63DAD">
        <w:rPr>
          <w:rFonts w:ascii="Times New Roman" w:hAnsi="Times New Roman"/>
          <w:b/>
          <w:sz w:val="26"/>
          <w:szCs w:val="26"/>
        </w:rPr>
        <w:t>в муниципальных районах и городски</w:t>
      </w:r>
      <w:r>
        <w:rPr>
          <w:rFonts w:ascii="Times New Roman" w:hAnsi="Times New Roman"/>
          <w:b/>
          <w:sz w:val="26"/>
          <w:szCs w:val="26"/>
        </w:rPr>
        <w:t>х округах Архангельской области</w:t>
      </w: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63DAD">
        <w:rPr>
          <w:rFonts w:ascii="Times New Roman" w:hAnsi="Times New Roman"/>
          <w:b/>
          <w:sz w:val="26"/>
          <w:szCs w:val="26"/>
        </w:rPr>
        <w:t>на 2018 год</w:t>
      </w: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1.1. Субсидия на софинансирование работ на ремонт автомобильных дорог общего пользования местного значения в муниципальных районах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C63DAD">
        <w:rPr>
          <w:rFonts w:ascii="Times New Roman" w:hAnsi="Times New Roman"/>
          <w:sz w:val="26"/>
          <w:szCs w:val="26"/>
        </w:rPr>
        <w:t>и городских округах Архангельский области, осуществляемых за счет бюджетных ассигнований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C63DAD">
        <w:rPr>
          <w:rFonts w:ascii="Times New Roman" w:hAnsi="Times New Roman"/>
          <w:sz w:val="26"/>
          <w:szCs w:val="26"/>
        </w:rPr>
        <w:t>распределяется городскому поселению, входящему в состав муниципального образования «Коношский муниципальный район».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1.2. Объем субсидии городскому поселению на соответствующий финансовый год рассчитывается по формуле: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Р.субс.г.п.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63DAD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 xml:space="preserve"> </w:t>
      </w:r>
      <w:r w:rsidRPr="00C63DAD">
        <w:rPr>
          <w:rFonts w:ascii="Times New Roman" w:hAnsi="Times New Roman"/>
          <w:sz w:val="26"/>
          <w:szCs w:val="26"/>
          <w:lang w:val="en-US"/>
        </w:rPr>
        <w:t>Vc</w:t>
      </w:r>
      <w:r w:rsidRPr="00C63DAD">
        <w:rPr>
          <w:rFonts w:ascii="Times New Roman" w:hAnsi="Times New Roman"/>
          <w:sz w:val="26"/>
          <w:szCs w:val="26"/>
        </w:rPr>
        <w:t>убс./Кол.г.п., где: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Р.субс.</w:t>
      </w:r>
      <w:r w:rsidRPr="00C63DAD">
        <w:rPr>
          <w:rFonts w:ascii="Times New Roman" w:hAnsi="Times New Roman"/>
          <w:sz w:val="26"/>
          <w:szCs w:val="26"/>
        </w:rPr>
        <w:t>г.п. – размер субсидии городскому поселению, тыс. рублей;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  <w:lang w:val="en-US"/>
        </w:rPr>
        <w:t>Vc</w:t>
      </w:r>
      <w:r w:rsidRPr="00C63DAD">
        <w:rPr>
          <w:rFonts w:ascii="Times New Roman" w:hAnsi="Times New Roman"/>
          <w:sz w:val="26"/>
          <w:szCs w:val="26"/>
        </w:rPr>
        <w:t>убс. – объем субсидии, тыс.рублей;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Кол.г.п. – количество городских поселений.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63DAD">
        <w:rPr>
          <w:rFonts w:ascii="Times New Roman" w:hAnsi="Times New Roman"/>
          <w:sz w:val="26"/>
          <w:szCs w:val="26"/>
        </w:rPr>
        <w:t>1.3. Условиями предоставления субсидии являются: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Pr="00C63DAD">
        <w:rPr>
          <w:rFonts w:ascii="Times New Roman" w:hAnsi="Times New Roman"/>
          <w:sz w:val="26"/>
          <w:szCs w:val="26"/>
        </w:rPr>
        <w:t>) наличие решения представительного органа городского поселения о создании муниципального дорожного фонда;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C63DAD">
        <w:rPr>
          <w:rFonts w:ascii="Times New Roman" w:hAnsi="Times New Roman"/>
          <w:sz w:val="26"/>
          <w:szCs w:val="26"/>
        </w:rPr>
        <w:t>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городского поселения;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63DAD">
        <w:rPr>
          <w:rFonts w:ascii="Times New Roman" w:hAnsi="Times New Roman"/>
          <w:sz w:val="26"/>
          <w:szCs w:val="26"/>
        </w:rPr>
        <w:t>) наличие со</w:t>
      </w:r>
      <w:r>
        <w:rPr>
          <w:rFonts w:ascii="Times New Roman" w:hAnsi="Times New Roman"/>
          <w:sz w:val="26"/>
          <w:szCs w:val="26"/>
        </w:rPr>
        <w:t>глашения между администрацией муниципального образования</w:t>
      </w:r>
      <w:r w:rsidRPr="00C63DAD">
        <w:rPr>
          <w:rFonts w:ascii="Times New Roman" w:hAnsi="Times New Roman"/>
          <w:sz w:val="26"/>
          <w:szCs w:val="26"/>
        </w:rPr>
        <w:t xml:space="preserve"> «Коношский муниципальный район» и городским поселением о предоставлении субсидий;</w:t>
      </w:r>
    </w:p>
    <w:p w:rsidR="00C767C5" w:rsidRPr="00C63DAD" w:rsidRDefault="00C767C5" w:rsidP="00C63D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C63DAD">
        <w:rPr>
          <w:rFonts w:ascii="Times New Roman" w:hAnsi="Times New Roman"/>
          <w:sz w:val="26"/>
          <w:szCs w:val="26"/>
        </w:rPr>
        <w:t>) наличие софинансирования из средств бюджета г</w:t>
      </w:r>
      <w:r>
        <w:rPr>
          <w:rFonts w:ascii="Times New Roman" w:hAnsi="Times New Roman"/>
          <w:sz w:val="26"/>
          <w:szCs w:val="26"/>
        </w:rPr>
        <w:t>ородского поселения не менее 5 процентов.»</w:t>
      </w:r>
    </w:p>
    <w:p w:rsidR="00C767C5" w:rsidRDefault="00C767C5" w:rsidP="00C63D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767C5" w:rsidRDefault="00C767C5" w:rsidP="00C63D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767C5" w:rsidRPr="00C63DAD" w:rsidRDefault="00C767C5" w:rsidP="00C63DA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</w:t>
      </w:r>
    </w:p>
    <w:sectPr w:rsidR="00C767C5" w:rsidRPr="00C63DAD" w:rsidSect="00C63D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A33"/>
    <w:rsid w:val="00043466"/>
    <w:rsid w:val="000449EB"/>
    <w:rsid w:val="00053370"/>
    <w:rsid w:val="00055858"/>
    <w:rsid w:val="000A2035"/>
    <w:rsid w:val="000A4442"/>
    <w:rsid w:val="000B749F"/>
    <w:rsid w:val="000C22C0"/>
    <w:rsid w:val="000E608C"/>
    <w:rsid w:val="00105A33"/>
    <w:rsid w:val="00135BB9"/>
    <w:rsid w:val="001F0C52"/>
    <w:rsid w:val="001F78AA"/>
    <w:rsid w:val="00231AE9"/>
    <w:rsid w:val="00242A57"/>
    <w:rsid w:val="002A6752"/>
    <w:rsid w:val="002D4467"/>
    <w:rsid w:val="002E7057"/>
    <w:rsid w:val="00314BDF"/>
    <w:rsid w:val="0032652B"/>
    <w:rsid w:val="00362F2E"/>
    <w:rsid w:val="003806D5"/>
    <w:rsid w:val="003B037D"/>
    <w:rsid w:val="00500AFC"/>
    <w:rsid w:val="00506040"/>
    <w:rsid w:val="005324CE"/>
    <w:rsid w:val="00553ABA"/>
    <w:rsid w:val="00562339"/>
    <w:rsid w:val="0056598D"/>
    <w:rsid w:val="00577953"/>
    <w:rsid w:val="00584D21"/>
    <w:rsid w:val="00596543"/>
    <w:rsid w:val="005B070F"/>
    <w:rsid w:val="005D3DA6"/>
    <w:rsid w:val="00612EB9"/>
    <w:rsid w:val="00625864"/>
    <w:rsid w:val="00643C75"/>
    <w:rsid w:val="0065235D"/>
    <w:rsid w:val="007002EA"/>
    <w:rsid w:val="00707A4E"/>
    <w:rsid w:val="00795D6D"/>
    <w:rsid w:val="007C0C2D"/>
    <w:rsid w:val="007C19B5"/>
    <w:rsid w:val="007C69FE"/>
    <w:rsid w:val="007D4A90"/>
    <w:rsid w:val="0080316B"/>
    <w:rsid w:val="008335A5"/>
    <w:rsid w:val="0084325C"/>
    <w:rsid w:val="0085397D"/>
    <w:rsid w:val="008576A1"/>
    <w:rsid w:val="008A12A6"/>
    <w:rsid w:val="008B5FEF"/>
    <w:rsid w:val="008D721F"/>
    <w:rsid w:val="00910355"/>
    <w:rsid w:val="00926AFA"/>
    <w:rsid w:val="009D0B11"/>
    <w:rsid w:val="00A037DA"/>
    <w:rsid w:val="00A0477A"/>
    <w:rsid w:val="00A04FF7"/>
    <w:rsid w:val="00A265E8"/>
    <w:rsid w:val="00A56FAA"/>
    <w:rsid w:val="00A57A0E"/>
    <w:rsid w:val="00A703D0"/>
    <w:rsid w:val="00A75AC5"/>
    <w:rsid w:val="00A76007"/>
    <w:rsid w:val="00B056E7"/>
    <w:rsid w:val="00B06421"/>
    <w:rsid w:val="00B47B93"/>
    <w:rsid w:val="00B83FDC"/>
    <w:rsid w:val="00BE2442"/>
    <w:rsid w:val="00BE2812"/>
    <w:rsid w:val="00C102EB"/>
    <w:rsid w:val="00C2623F"/>
    <w:rsid w:val="00C63DAD"/>
    <w:rsid w:val="00C767C5"/>
    <w:rsid w:val="00C86BEB"/>
    <w:rsid w:val="00CB3880"/>
    <w:rsid w:val="00CC510E"/>
    <w:rsid w:val="00CF1352"/>
    <w:rsid w:val="00CF6F4E"/>
    <w:rsid w:val="00D07357"/>
    <w:rsid w:val="00DE0A70"/>
    <w:rsid w:val="00DF5D24"/>
    <w:rsid w:val="00E21539"/>
    <w:rsid w:val="00E55C20"/>
    <w:rsid w:val="00E647B9"/>
    <w:rsid w:val="00F56B1B"/>
    <w:rsid w:val="00F70659"/>
    <w:rsid w:val="00F9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7B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E28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C69F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69FE"/>
    <w:rPr>
      <w:rFonts w:ascii="Tahoma" w:hAnsi="Tahoma"/>
      <w:sz w:val="16"/>
    </w:rPr>
  </w:style>
  <w:style w:type="paragraph" w:styleId="NoSpacing">
    <w:name w:val="No Spacing"/>
    <w:uiPriority w:val="99"/>
    <w:qFormat/>
    <w:rsid w:val="00553ABA"/>
    <w:rPr>
      <w:lang w:eastAsia="en-US"/>
    </w:rPr>
  </w:style>
  <w:style w:type="paragraph" w:customStyle="1" w:styleId="ConsPlusTitle">
    <w:name w:val="ConsPlusTitle"/>
    <w:uiPriority w:val="99"/>
    <w:rsid w:val="00231AE9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259</Words>
  <Characters>1477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Администрация</cp:lastModifiedBy>
  <cp:revision>6</cp:revision>
  <cp:lastPrinted>2018-08-15T11:13:00Z</cp:lastPrinted>
  <dcterms:created xsi:type="dcterms:W3CDTF">2018-08-14T07:38:00Z</dcterms:created>
  <dcterms:modified xsi:type="dcterms:W3CDTF">2018-08-30T11:01:00Z</dcterms:modified>
</cp:coreProperties>
</file>