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73D" w:rsidRPr="008808A0" w:rsidRDefault="009E073D" w:rsidP="008808A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808A0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9E073D" w:rsidRPr="008808A0" w:rsidRDefault="009E073D" w:rsidP="008808A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808A0">
        <w:rPr>
          <w:rFonts w:ascii="Times New Roman" w:hAnsi="Times New Roman" w:cs="Times New Roman"/>
          <w:sz w:val="24"/>
          <w:szCs w:val="24"/>
        </w:rPr>
        <w:t>к Договору о предоставлении и</w:t>
      </w:r>
    </w:p>
    <w:p w:rsidR="009E073D" w:rsidRPr="008808A0" w:rsidRDefault="009E073D" w:rsidP="008808A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808A0">
        <w:rPr>
          <w:rFonts w:ascii="Times New Roman" w:hAnsi="Times New Roman" w:cs="Times New Roman"/>
          <w:sz w:val="24"/>
          <w:szCs w:val="24"/>
        </w:rPr>
        <w:t>расходовании субсидий из бюджета</w:t>
      </w:r>
    </w:p>
    <w:p w:rsidR="009E073D" w:rsidRPr="008808A0" w:rsidRDefault="009E073D" w:rsidP="008808A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808A0">
        <w:rPr>
          <w:rFonts w:ascii="Times New Roman" w:hAnsi="Times New Roman" w:cs="Times New Roman"/>
          <w:sz w:val="24"/>
          <w:szCs w:val="24"/>
        </w:rPr>
        <w:t>МО «Коношский муниципальный район»</w:t>
      </w:r>
    </w:p>
    <w:p w:rsidR="009E073D" w:rsidRPr="008808A0" w:rsidRDefault="009E073D" w:rsidP="008808A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808A0">
        <w:rPr>
          <w:rFonts w:ascii="Times New Roman" w:hAnsi="Times New Roman" w:cs="Times New Roman"/>
          <w:sz w:val="24"/>
          <w:szCs w:val="24"/>
        </w:rPr>
        <w:t>на создание условий для обеспечения поселений</w:t>
      </w:r>
    </w:p>
    <w:p w:rsidR="009E073D" w:rsidRPr="008808A0" w:rsidRDefault="009E073D" w:rsidP="008808A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808A0">
        <w:rPr>
          <w:rFonts w:ascii="Times New Roman" w:hAnsi="Times New Roman" w:cs="Times New Roman"/>
          <w:sz w:val="24"/>
          <w:szCs w:val="24"/>
        </w:rPr>
        <w:t>и жителей услугами торговли в 2018 году</w:t>
      </w:r>
    </w:p>
    <w:p w:rsidR="009E073D" w:rsidRPr="008808A0" w:rsidRDefault="009E073D" w:rsidP="008808A0">
      <w:pPr>
        <w:jc w:val="right"/>
        <w:rPr>
          <w:color w:val="000000"/>
          <w:sz w:val="24"/>
          <w:szCs w:val="24"/>
        </w:rPr>
      </w:pPr>
      <w:r w:rsidRPr="008808A0">
        <w:rPr>
          <w:sz w:val="24"/>
          <w:szCs w:val="24"/>
        </w:rPr>
        <w:t>от «___»__________20__г. №</w:t>
      </w:r>
      <w:r>
        <w:rPr>
          <w:sz w:val="24"/>
          <w:szCs w:val="24"/>
        </w:rPr>
        <w:t xml:space="preserve"> </w:t>
      </w:r>
      <w:r w:rsidRPr="008808A0">
        <w:rPr>
          <w:sz w:val="24"/>
          <w:szCs w:val="24"/>
        </w:rPr>
        <w:t>____</w:t>
      </w:r>
    </w:p>
    <w:p w:rsidR="009E073D" w:rsidRDefault="009E073D" w:rsidP="00CB4B8D">
      <w:pPr>
        <w:jc w:val="center"/>
        <w:rPr>
          <w:color w:val="000000"/>
          <w:sz w:val="24"/>
          <w:szCs w:val="24"/>
        </w:rPr>
      </w:pPr>
    </w:p>
    <w:p w:rsidR="009E073D" w:rsidRPr="00CB4B8D" w:rsidRDefault="009E073D" w:rsidP="00CB4B8D">
      <w:pPr>
        <w:jc w:val="center"/>
        <w:rPr>
          <w:color w:val="000000"/>
          <w:sz w:val="24"/>
          <w:szCs w:val="24"/>
        </w:rPr>
      </w:pPr>
    </w:p>
    <w:p w:rsidR="009E073D" w:rsidRPr="00CB4B8D" w:rsidRDefault="009E073D" w:rsidP="00CB4B8D">
      <w:pPr>
        <w:jc w:val="center"/>
        <w:rPr>
          <w:b/>
          <w:sz w:val="24"/>
          <w:szCs w:val="24"/>
        </w:rPr>
      </w:pPr>
      <w:r w:rsidRPr="00CB4B8D">
        <w:rPr>
          <w:b/>
          <w:sz w:val="24"/>
          <w:szCs w:val="24"/>
        </w:rPr>
        <w:t>СПРАВКА-РАСЧЕТ</w:t>
      </w:r>
    </w:p>
    <w:p w:rsidR="009E073D" w:rsidRPr="00CB4B8D" w:rsidRDefault="009E073D" w:rsidP="00CB4B8D">
      <w:pPr>
        <w:jc w:val="center"/>
        <w:rPr>
          <w:b/>
          <w:sz w:val="24"/>
          <w:szCs w:val="24"/>
        </w:rPr>
      </w:pPr>
      <w:r w:rsidRPr="00CB4B8D">
        <w:rPr>
          <w:b/>
          <w:sz w:val="24"/>
          <w:szCs w:val="24"/>
        </w:rPr>
        <w:t>для выплаты субсидии</w:t>
      </w:r>
      <w:r>
        <w:rPr>
          <w:b/>
          <w:sz w:val="24"/>
          <w:szCs w:val="24"/>
        </w:rPr>
        <w:t xml:space="preserve"> </w:t>
      </w:r>
      <w:r w:rsidRPr="00CB4B8D">
        <w:rPr>
          <w:b/>
          <w:sz w:val="24"/>
          <w:szCs w:val="24"/>
        </w:rPr>
        <w:t>на создание условий для обеспечения поселений жителей услугами торговли</w:t>
      </w:r>
    </w:p>
    <w:p w:rsidR="009E073D" w:rsidRPr="00CB4B8D" w:rsidRDefault="009E073D" w:rsidP="00CB4B8D">
      <w:pPr>
        <w:jc w:val="center"/>
        <w:rPr>
          <w:b/>
          <w:sz w:val="24"/>
          <w:szCs w:val="24"/>
        </w:rPr>
      </w:pPr>
      <w:r w:rsidRPr="00CB4B8D">
        <w:rPr>
          <w:b/>
          <w:sz w:val="24"/>
          <w:szCs w:val="24"/>
        </w:rPr>
        <w:t>МО Коношский муниципальный район в 201</w:t>
      </w:r>
      <w:r>
        <w:rPr>
          <w:b/>
          <w:sz w:val="24"/>
          <w:szCs w:val="24"/>
        </w:rPr>
        <w:t xml:space="preserve">8 </w:t>
      </w:r>
      <w:r w:rsidRPr="00CB4B8D">
        <w:rPr>
          <w:b/>
          <w:sz w:val="24"/>
          <w:szCs w:val="24"/>
        </w:rPr>
        <w:t>году</w:t>
      </w:r>
    </w:p>
    <w:p w:rsidR="009E073D" w:rsidRPr="00CB4B8D" w:rsidRDefault="009E073D" w:rsidP="00CB4B8D">
      <w:pPr>
        <w:jc w:val="center"/>
        <w:rPr>
          <w:b/>
          <w:sz w:val="24"/>
          <w:szCs w:val="24"/>
        </w:rPr>
      </w:pPr>
      <w:r w:rsidRPr="00CB4B8D">
        <w:rPr>
          <w:b/>
          <w:sz w:val="24"/>
          <w:szCs w:val="24"/>
        </w:rPr>
        <w:t>за _____________ 20___ года</w:t>
      </w:r>
    </w:p>
    <w:p w:rsidR="009E073D" w:rsidRPr="00CB4B8D" w:rsidRDefault="009E073D" w:rsidP="00CB4B8D">
      <w:pPr>
        <w:jc w:val="center"/>
        <w:rPr>
          <w:color w:val="000000"/>
          <w:sz w:val="24"/>
          <w:szCs w:val="24"/>
        </w:rPr>
      </w:pPr>
    </w:p>
    <w:tbl>
      <w:tblPr>
        <w:tblW w:w="15041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0"/>
        <w:gridCol w:w="1400"/>
        <w:gridCol w:w="1134"/>
        <w:gridCol w:w="992"/>
        <w:gridCol w:w="993"/>
        <w:gridCol w:w="1134"/>
        <w:gridCol w:w="1134"/>
        <w:gridCol w:w="1275"/>
        <w:gridCol w:w="1134"/>
        <w:gridCol w:w="1134"/>
        <w:gridCol w:w="1560"/>
        <w:gridCol w:w="1275"/>
        <w:gridCol w:w="1276"/>
      </w:tblGrid>
      <w:tr w:rsidR="009E073D" w:rsidRPr="008808A0" w:rsidTr="008808A0">
        <w:tc>
          <w:tcPr>
            <w:tcW w:w="600" w:type="dxa"/>
            <w:vMerge w:val="restart"/>
            <w:vAlign w:val="center"/>
          </w:tcPr>
          <w:p w:rsidR="009E073D" w:rsidRPr="00B01506" w:rsidRDefault="009E073D" w:rsidP="008808A0">
            <w:pPr>
              <w:jc w:val="center"/>
            </w:pPr>
            <w:r w:rsidRPr="00B01506">
              <w:t>№ п/п</w:t>
            </w:r>
          </w:p>
        </w:tc>
        <w:tc>
          <w:tcPr>
            <w:tcW w:w="1400" w:type="dxa"/>
            <w:vMerge w:val="restart"/>
            <w:vAlign w:val="center"/>
          </w:tcPr>
          <w:p w:rsidR="009E073D" w:rsidRPr="00B01506" w:rsidRDefault="009E073D" w:rsidP="008808A0">
            <w:pPr>
              <w:jc w:val="center"/>
            </w:pPr>
            <w:r w:rsidRPr="00B01506">
              <w:t>Наимено</w:t>
            </w:r>
          </w:p>
          <w:p w:rsidR="009E073D" w:rsidRPr="00B01506" w:rsidRDefault="009E073D" w:rsidP="008808A0">
            <w:pPr>
              <w:jc w:val="center"/>
            </w:pPr>
            <w:r w:rsidRPr="00B01506">
              <w:t>вание поставщика груза</w:t>
            </w:r>
          </w:p>
        </w:tc>
        <w:tc>
          <w:tcPr>
            <w:tcW w:w="1134" w:type="dxa"/>
            <w:vMerge w:val="restart"/>
            <w:vAlign w:val="center"/>
          </w:tcPr>
          <w:p w:rsidR="009E073D" w:rsidRPr="00B01506" w:rsidRDefault="009E073D" w:rsidP="008808A0">
            <w:pPr>
              <w:ind w:left="-66" w:right="-130"/>
              <w:jc w:val="center"/>
            </w:pPr>
            <w:r w:rsidRPr="00B01506">
              <w:t>Наимено</w:t>
            </w:r>
          </w:p>
          <w:p w:rsidR="009E073D" w:rsidRPr="00B01506" w:rsidRDefault="009E073D" w:rsidP="008808A0">
            <w:pPr>
              <w:ind w:left="-66" w:right="-130"/>
              <w:jc w:val="center"/>
            </w:pPr>
            <w:r w:rsidRPr="00B01506">
              <w:t>вание маршрута</w:t>
            </w:r>
          </w:p>
        </w:tc>
        <w:tc>
          <w:tcPr>
            <w:tcW w:w="992" w:type="dxa"/>
            <w:vMerge w:val="restart"/>
            <w:vAlign w:val="center"/>
          </w:tcPr>
          <w:p w:rsidR="009E073D" w:rsidRPr="00B01506" w:rsidRDefault="009E073D" w:rsidP="008808A0">
            <w:pPr>
              <w:jc w:val="center"/>
            </w:pPr>
            <w:r w:rsidRPr="00B01506">
              <w:t>Вид транс</w:t>
            </w:r>
          </w:p>
          <w:p w:rsidR="009E073D" w:rsidRPr="00B01506" w:rsidRDefault="009E073D" w:rsidP="008808A0">
            <w:pPr>
              <w:jc w:val="center"/>
            </w:pPr>
            <w:r w:rsidRPr="00B01506">
              <w:t>порта</w:t>
            </w:r>
          </w:p>
        </w:tc>
        <w:tc>
          <w:tcPr>
            <w:tcW w:w="993" w:type="dxa"/>
            <w:vMerge w:val="restart"/>
            <w:vAlign w:val="center"/>
          </w:tcPr>
          <w:p w:rsidR="009E073D" w:rsidRPr="00B01506" w:rsidRDefault="009E073D" w:rsidP="008808A0">
            <w:pPr>
              <w:jc w:val="center"/>
            </w:pPr>
            <w:r w:rsidRPr="00B01506">
              <w:t>Протя</w:t>
            </w:r>
          </w:p>
          <w:p w:rsidR="009E073D" w:rsidRPr="00B01506" w:rsidRDefault="009E073D" w:rsidP="008808A0">
            <w:pPr>
              <w:jc w:val="center"/>
            </w:pPr>
            <w:r w:rsidRPr="00B01506">
              <w:t>жен</w:t>
            </w:r>
          </w:p>
          <w:p w:rsidR="009E073D" w:rsidRPr="00B01506" w:rsidRDefault="009E073D" w:rsidP="008808A0">
            <w:pPr>
              <w:jc w:val="center"/>
            </w:pPr>
            <w:r w:rsidRPr="00B01506">
              <w:t>ность маршрута (км)</w:t>
            </w:r>
          </w:p>
        </w:tc>
        <w:tc>
          <w:tcPr>
            <w:tcW w:w="1134" w:type="dxa"/>
            <w:vMerge w:val="restart"/>
            <w:vAlign w:val="center"/>
          </w:tcPr>
          <w:p w:rsidR="009E073D" w:rsidRPr="00B01506" w:rsidRDefault="009E073D" w:rsidP="008808A0">
            <w:pPr>
              <w:jc w:val="center"/>
            </w:pPr>
            <w:r w:rsidRPr="00B01506">
              <w:t>Количество поездок /факти</w:t>
            </w:r>
          </w:p>
          <w:p w:rsidR="009E073D" w:rsidRPr="00B01506" w:rsidRDefault="009E073D" w:rsidP="008808A0">
            <w:pPr>
              <w:jc w:val="center"/>
            </w:pPr>
            <w:r w:rsidRPr="00B01506">
              <w:t>чески доставлено груза, тонн</w:t>
            </w:r>
          </w:p>
        </w:tc>
        <w:tc>
          <w:tcPr>
            <w:tcW w:w="1134" w:type="dxa"/>
            <w:vMerge w:val="restart"/>
            <w:vAlign w:val="center"/>
          </w:tcPr>
          <w:p w:rsidR="009E073D" w:rsidRPr="00B01506" w:rsidRDefault="009E073D" w:rsidP="008808A0">
            <w:pPr>
              <w:jc w:val="center"/>
            </w:pPr>
            <w:r w:rsidRPr="00B01506">
              <w:t>Протяженность всех поездок (км)</w:t>
            </w:r>
          </w:p>
        </w:tc>
        <w:tc>
          <w:tcPr>
            <w:tcW w:w="1275" w:type="dxa"/>
            <w:vMerge w:val="restart"/>
            <w:vAlign w:val="center"/>
          </w:tcPr>
          <w:p w:rsidR="009E073D" w:rsidRPr="00B01506" w:rsidRDefault="009E073D" w:rsidP="00B01506">
            <w:pPr>
              <w:ind w:left="-95"/>
              <w:jc w:val="center"/>
            </w:pPr>
            <w:r w:rsidRPr="00B01506">
              <w:t>Фактическая стоимость</w:t>
            </w:r>
          </w:p>
          <w:p w:rsidR="009E073D" w:rsidRPr="00B01506" w:rsidRDefault="009E073D" w:rsidP="008808A0">
            <w:pPr>
              <w:ind w:left="-95"/>
              <w:jc w:val="center"/>
            </w:pPr>
            <w:smartTag w:uri="urn:schemas-microsoft-com:office:smarttags" w:element="metricconverter">
              <w:smartTagPr>
                <w:attr w:name="ProductID" w:val="1 км"/>
              </w:smartTagPr>
              <w:r w:rsidRPr="00B01506">
                <w:t>1 км</w:t>
              </w:r>
            </w:smartTag>
            <w:r w:rsidRPr="00B01506">
              <w:t xml:space="preserve"> (включая оплату водителей и оплату ГСМ), рублей</w:t>
            </w:r>
          </w:p>
        </w:tc>
        <w:tc>
          <w:tcPr>
            <w:tcW w:w="2268" w:type="dxa"/>
            <w:gridSpan w:val="2"/>
            <w:vAlign w:val="center"/>
          </w:tcPr>
          <w:p w:rsidR="009E073D" w:rsidRPr="00B01506" w:rsidRDefault="009E073D" w:rsidP="008808A0">
            <w:pPr>
              <w:jc w:val="center"/>
            </w:pPr>
            <w:r w:rsidRPr="00B01506">
              <w:t>Фактическая стоимость поездок (включая оплату водителей и оплату ГСМ), рублей</w:t>
            </w:r>
          </w:p>
        </w:tc>
        <w:tc>
          <w:tcPr>
            <w:tcW w:w="1560" w:type="dxa"/>
            <w:vMerge w:val="restart"/>
            <w:vAlign w:val="center"/>
          </w:tcPr>
          <w:p w:rsidR="009E073D" w:rsidRPr="00B01506" w:rsidRDefault="009E073D" w:rsidP="008808A0">
            <w:pPr>
              <w:jc w:val="center"/>
            </w:pPr>
            <w:r w:rsidRPr="00B01506">
              <w:t>Предельный норматив возмещения транспортных расходов</w:t>
            </w:r>
          </w:p>
          <w:p w:rsidR="009E073D" w:rsidRPr="00B01506" w:rsidRDefault="009E073D" w:rsidP="008808A0">
            <w:pPr>
              <w:jc w:val="center"/>
            </w:pPr>
            <w:r w:rsidRPr="00B01506">
              <w:t>на</w:t>
            </w:r>
          </w:p>
          <w:p w:rsidR="009E073D" w:rsidRPr="00B01506" w:rsidRDefault="009E073D" w:rsidP="008808A0">
            <w:pPr>
              <w:jc w:val="center"/>
            </w:pPr>
            <w:r w:rsidRPr="00B01506">
              <w:t>1 поездку, рублей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9E073D" w:rsidRPr="00B01506" w:rsidRDefault="009E073D" w:rsidP="008808A0">
            <w:pPr>
              <w:jc w:val="center"/>
            </w:pPr>
            <w:r w:rsidRPr="00B01506">
              <w:t>Сумма возмещения</w:t>
            </w:r>
          </w:p>
        </w:tc>
      </w:tr>
      <w:tr w:rsidR="009E073D" w:rsidRPr="008808A0" w:rsidTr="008808A0">
        <w:trPr>
          <w:trHeight w:val="253"/>
        </w:trPr>
        <w:tc>
          <w:tcPr>
            <w:tcW w:w="600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400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E073D" w:rsidRPr="00B01506" w:rsidRDefault="009E073D" w:rsidP="008808A0">
            <w:pPr>
              <w:ind w:left="-82" w:right="-50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9E073D" w:rsidRPr="00B01506" w:rsidRDefault="009E073D" w:rsidP="008808A0">
            <w:pPr>
              <w:ind w:left="-82" w:right="-50"/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9E073D" w:rsidRPr="00B01506" w:rsidRDefault="009E073D" w:rsidP="008808A0">
            <w:pPr>
              <w:ind w:left="-82" w:right="-50"/>
              <w:jc w:val="center"/>
            </w:pPr>
            <w:r w:rsidRPr="00B01506">
              <w:t>всех поездок</w:t>
            </w:r>
          </w:p>
        </w:tc>
        <w:tc>
          <w:tcPr>
            <w:tcW w:w="1134" w:type="dxa"/>
            <w:vMerge w:val="restart"/>
            <w:vAlign w:val="center"/>
          </w:tcPr>
          <w:p w:rsidR="009E073D" w:rsidRPr="00B01506" w:rsidRDefault="009E073D" w:rsidP="008808A0">
            <w:pPr>
              <w:ind w:left="-82" w:right="-50"/>
              <w:jc w:val="center"/>
            </w:pPr>
            <w:r w:rsidRPr="00B01506">
              <w:t>одной поездки</w:t>
            </w:r>
          </w:p>
        </w:tc>
        <w:tc>
          <w:tcPr>
            <w:tcW w:w="1560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2551" w:type="dxa"/>
            <w:gridSpan w:val="2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</w:tr>
      <w:tr w:rsidR="009E073D" w:rsidRPr="008808A0" w:rsidTr="008808A0">
        <w:trPr>
          <w:trHeight w:val="276"/>
        </w:trPr>
        <w:tc>
          <w:tcPr>
            <w:tcW w:w="600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400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275" w:type="dxa"/>
            <w:vAlign w:val="center"/>
          </w:tcPr>
          <w:p w:rsidR="009E073D" w:rsidRDefault="009E073D" w:rsidP="008808A0">
            <w:pPr>
              <w:jc w:val="center"/>
            </w:pPr>
            <w:r>
              <w:t>Н</w:t>
            </w:r>
            <w:r w:rsidRPr="00B01506">
              <w:t>а</w:t>
            </w:r>
          </w:p>
          <w:p w:rsidR="009E073D" w:rsidRPr="00B01506" w:rsidRDefault="009E073D" w:rsidP="008808A0">
            <w:pPr>
              <w:jc w:val="center"/>
            </w:pPr>
            <w:r w:rsidRPr="00B01506">
              <w:t>1 поездку</w:t>
            </w:r>
          </w:p>
        </w:tc>
        <w:tc>
          <w:tcPr>
            <w:tcW w:w="1276" w:type="dxa"/>
            <w:vAlign w:val="center"/>
          </w:tcPr>
          <w:p w:rsidR="009E073D" w:rsidRPr="00B01506" w:rsidRDefault="009E073D" w:rsidP="008808A0">
            <w:pPr>
              <w:jc w:val="center"/>
            </w:pPr>
            <w:r>
              <w:t>н</w:t>
            </w:r>
            <w:r w:rsidRPr="00B01506">
              <w:t>а все количество поездок</w:t>
            </w:r>
          </w:p>
        </w:tc>
      </w:tr>
      <w:tr w:rsidR="009E073D" w:rsidRPr="008808A0" w:rsidTr="008808A0">
        <w:tc>
          <w:tcPr>
            <w:tcW w:w="600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13</w:t>
            </w:r>
          </w:p>
        </w:tc>
      </w:tr>
      <w:tr w:rsidR="009E073D" w:rsidRPr="008808A0" w:rsidTr="008808A0">
        <w:tc>
          <w:tcPr>
            <w:tcW w:w="600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400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E073D" w:rsidRPr="008808A0" w:rsidRDefault="009E073D" w:rsidP="005055B1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11.10</w:t>
            </w:r>
          </w:p>
        </w:tc>
        <w:tc>
          <w:tcPr>
            <w:tcW w:w="1275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</w:tr>
      <w:tr w:rsidR="009E073D" w:rsidRPr="008808A0" w:rsidTr="008808A0">
        <w:tc>
          <w:tcPr>
            <w:tcW w:w="600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400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</w:tr>
    </w:tbl>
    <w:p w:rsidR="009E073D" w:rsidRPr="00CB4B8D" w:rsidRDefault="009E073D" w:rsidP="00CB4B8D">
      <w:pPr>
        <w:rPr>
          <w:sz w:val="24"/>
          <w:szCs w:val="24"/>
        </w:rPr>
      </w:pPr>
    </w:p>
    <w:p w:rsidR="009E073D" w:rsidRDefault="009E073D" w:rsidP="004E26AC">
      <w:pPr>
        <w:rPr>
          <w:sz w:val="26"/>
          <w:szCs w:val="26"/>
        </w:rPr>
      </w:pPr>
      <w:r>
        <w:rPr>
          <w:sz w:val="24"/>
          <w:szCs w:val="24"/>
        </w:rPr>
        <w:t>Руководитель организации</w:t>
      </w:r>
      <w:r>
        <w:rPr>
          <w:sz w:val="26"/>
          <w:szCs w:val="26"/>
        </w:rPr>
        <w:t xml:space="preserve">     _________________________</w:t>
      </w:r>
    </w:p>
    <w:p w:rsidR="009E073D" w:rsidRDefault="009E073D" w:rsidP="004E26AC">
      <w:r>
        <w:t xml:space="preserve">                                                                                      (подпись)</w:t>
      </w:r>
    </w:p>
    <w:p w:rsidR="009E073D" w:rsidRDefault="009E073D" w:rsidP="004E26AC">
      <w:r>
        <w:t>МП</w:t>
      </w:r>
    </w:p>
    <w:p w:rsidR="009E073D" w:rsidRDefault="009E073D" w:rsidP="004E26AC">
      <w:pPr>
        <w:rPr>
          <w:sz w:val="26"/>
          <w:szCs w:val="26"/>
        </w:rPr>
      </w:pPr>
      <w:r>
        <w:rPr>
          <w:sz w:val="24"/>
          <w:szCs w:val="24"/>
        </w:rPr>
        <w:t>Главный бухгалтер</w:t>
      </w:r>
      <w:r>
        <w:rPr>
          <w:sz w:val="26"/>
          <w:szCs w:val="26"/>
        </w:rPr>
        <w:t xml:space="preserve">                 _________________________</w:t>
      </w:r>
    </w:p>
    <w:p w:rsidR="009E073D" w:rsidRDefault="009E073D" w:rsidP="004E26AC">
      <w:r>
        <w:t xml:space="preserve">                                                                                      (подпись)</w:t>
      </w:r>
    </w:p>
    <w:p w:rsidR="009E073D" w:rsidRDefault="009E073D" w:rsidP="004E26AC">
      <w:pPr>
        <w:rPr>
          <w:sz w:val="24"/>
          <w:szCs w:val="24"/>
        </w:rPr>
      </w:pPr>
      <w:r>
        <w:rPr>
          <w:sz w:val="24"/>
          <w:szCs w:val="24"/>
        </w:rPr>
        <w:t>«___» ______________ 20___г.</w:t>
      </w:r>
    </w:p>
    <w:p w:rsidR="009E073D" w:rsidRDefault="009E073D" w:rsidP="004E26AC">
      <w:pPr>
        <w:rPr>
          <w:sz w:val="24"/>
          <w:szCs w:val="24"/>
        </w:rPr>
      </w:pPr>
    </w:p>
    <w:p w:rsidR="009E073D" w:rsidRDefault="009E073D" w:rsidP="004E26AC">
      <w:pPr>
        <w:jc w:val="both"/>
      </w:pPr>
      <w:r>
        <w:rPr>
          <w:sz w:val="24"/>
          <w:szCs w:val="24"/>
        </w:rPr>
        <w:t xml:space="preserve">Проверку расчетов произвел: </w:t>
      </w:r>
      <w:r>
        <w:rPr>
          <w:sz w:val="26"/>
          <w:szCs w:val="26"/>
        </w:rPr>
        <w:t>________________________________      _____________________      ___________________________</w:t>
      </w:r>
      <w:r>
        <w:t xml:space="preserve"> </w:t>
      </w:r>
    </w:p>
    <w:p w:rsidR="009E073D" w:rsidRDefault="009E073D" w:rsidP="004E26AC">
      <w:pPr>
        <w:jc w:val="both"/>
      </w:pPr>
      <w:r>
        <w:t xml:space="preserve">                                                                                              должность                                                              подпись                                                       Ф.И.О.</w:t>
      </w:r>
    </w:p>
    <w:p w:rsidR="009E073D" w:rsidRDefault="009E073D" w:rsidP="004E26AC">
      <w:r>
        <w:t>МП</w:t>
      </w:r>
    </w:p>
    <w:p w:rsidR="009E073D" w:rsidRPr="00031FB3" w:rsidRDefault="009E073D" w:rsidP="00B01506">
      <w:pPr>
        <w:rPr>
          <w:sz w:val="24"/>
          <w:szCs w:val="24"/>
        </w:rPr>
      </w:pPr>
      <w:r w:rsidRPr="00B46075">
        <w:rPr>
          <w:sz w:val="24"/>
          <w:szCs w:val="24"/>
        </w:rPr>
        <w:t>«___» ______________ 20___г.</w:t>
      </w:r>
    </w:p>
    <w:sectPr w:rsidR="009E073D" w:rsidRPr="00031FB3" w:rsidSect="008808A0">
      <w:headerReference w:type="even" r:id="rId6"/>
      <w:headerReference w:type="default" r:id="rId7"/>
      <w:pgSz w:w="16838" w:h="11906" w:orient="landscape"/>
      <w:pgMar w:top="964" w:right="851" w:bottom="96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73D" w:rsidRDefault="009E073D" w:rsidP="00F43E79">
      <w:r>
        <w:separator/>
      </w:r>
    </w:p>
  </w:endnote>
  <w:endnote w:type="continuationSeparator" w:id="1">
    <w:p w:rsidR="009E073D" w:rsidRDefault="009E073D" w:rsidP="00F43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73D" w:rsidRDefault="009E073D" w:rsidP="00F43E79">
      <w:r>
        <w:separator/>
      </w:r>
    </w:p>
  </w:footnote>
  <w:footnote w:type="continuationSeparator" w:id="1">
    <w:p w:rsidR="009E073D" w:rsidRDefault="009E073D" w:rsidP="00F43E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73D" w:rsidRDefault="009E073D" w:rsidP="008A058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073D" w:rsidRDefault="009E07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73D" w:rsidRDefault="009E073D" w:rsidP="008A058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E073D" w:rsidRDefault="009E073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26AC"/>
    <w:rsid w:val="00031FB3"/>
    <w:rsid w:val="0008328A"/>
    <w:rsid w:val="00092D36"/>
    <w:rsid w:val="00157486"/>
    <w:rsid w:val="001E3E03"/>
    <w:rsid w:val="00235417"/>
    <w:rsid w:val="0028654F"/>
    <w:rsid w:val="00344443"/>
    <w:rsid w:val="003A606B"/>
    <w:rsid w:val="003B7FDE"/>
    <w:rsid w:val="003D48B7"/>
    <w:rsid w:val="00490BF5"/>
    <w:rsid w:val="004E26AC"/>
    <w:rsid w:val="004F6D25"/>
    <w:rsid w:val="005055B1"/>
    <w:rsid w:val="005E67E5"/>
    <w:rsid w:val="006D07A5"/>
    <w:rsid w:val="00765CA0"/>
    <w:rsid w:val="0078218E"/>
    <w:rsid w:val="00866EBD"/>
    <w:rsid w:val="008808A0"/>
    <w:rsid w:val="008A0585"/>
    <w:rsid w:val="008C56E4"/>
    <w:rsid w:val="009B0D26"/>
    <w:rsid w:val="009D2C8E"/>
    <w:rsid w:val="009E073D"/>
    <w:rsid w:val="00B01506"/>
    <w:rsid w:val="00B235D8"/>
    <w:rsid w:val="00B2487F"/>
    <w:rsid w:val="00B46075"/>
    <w:rsid w:val="00BB19B2"/>
    <w:rsid w:val="00CA4ACD"/>
    <w:rsid w:val="00CB4B8D"/>
    <w:rsid w:val="00CC4082"/>
    <w:rsid w:val="00CC7124"/>
    <w:rsid w:val="00D21BFB"/>
    <w:rsid w:val="00D55B43"/>
    <w:rsid w:val="00D658A0"/>
    <w:rsid w:val="00ED5970"/>
    <w:rsid w:val="00F43E79"/>
    <w:rsid w:val="00FA6523"/>
    <w:rsid w:val="00FC270A"/>
    <w:rsid w:val="00FE492A"/>
    <w:rsid w:val="00FF6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6AC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E26A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E26AC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4E26AC"/>
    <w:rPr>
      <w:rFonts w:cs="Times New Roman"/>
    </w:rPr>
  </w:style>
  <w:style w:type="paragraph" w:customStyle="1" w:styleId="ConsPlusNormal">
    <w:name w:val="ConsPlusNormal"/>
    <w:uiPriority w:val="99"/>
    <w:rsid w:val="004E26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28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1</Pages>
  <Words>258</Words>
  <Characters>1477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19</cp:revision>
  <cp:lastPrinted>2018-01-31T11:32:00Z</cp:lastPrinted>
  <dcterms:created xsi:type="dcterms:W3CDTF">2017-03-09T11:34:00Z</dcterms:created>
  <dcterms:modified xsi:type="dcterms:W3CDTF">2018-01-31T11:32:00Z</dcterms:modified>
</cp:coreProperties>
</file>