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МУНИЦПАЛЬНОГО </w:t>
      </w:r>
      <w:r w:rsidRPr="00E77EE0">
        <w:rPr>
          <w:rFonts w:ascii="Times New Roman" w:hAnsi="Times New Roman"/>
          <w:b/>
          <w:sz w:val="28"/>
          <w:szCs w:val="28"/>
        </w:rPr>
        <w:t>ОБРАЗОВАНИЯ</w:t>
      </w: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7EE0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2F16" w:rsidRDefault="00742F16" w:rsidP="00E77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7EE0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7EE0">
        <w:rPr>
          <w:rFonts w:ascii="Times New Roman" w:hAnsi="Times New Roman"/>
          <w:b/>
          <w:sz w:val="28"/>
          <w:szCs w:val="28"/>
        </w:rPr>
        <w:t>Е</w:t>
      </w:r>
    </w:p>
    <w:p w:rsidR="00742F16" w:rsidRPr="00E77EE0" w:rsidRDefault="00742F16" w:rsidP="00E77EE0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742F16" w:rsidRDefault="00742F16" w:rsidP="00E77E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08 августа </w:t>
      </w:r>
      <w:r w:rsidRPr="00E77EE0">
        <w:rPr>
          <w:rFonts w:ascii="Times New Roman" w:hAnsi="Times New Roman"/>
          <w:sz w:val="28"/>
          <w:szCs w:val="28"/>
        </w:rPr>
        <w:t>2016 г. №</w:t>
      </w:r>
      <w:r>
        <w:rPr>
          <w:rFonts w:ascii="Times New Roman" w:hAnsi="Times New Roman"/>
          <w:sz w:val="28"/>
          <w:szCs w:val="28"/>
        </w:rPr>
        <w:t xml:space="preserve"> 387</w:t>
      </w:r>
    </w:p>
    <w:p w:rsidR="00742F16" w:rsidRPr="00E77EE0" w:rsidRDefault="00742F16" w:rsidP="00E77EE0">
      <w:pPr>
        <w:spacing w:after="0" w:line="240" w:lineRule="auto"/>
        <w:jc w:val="center"/>
        <w:rPr>
          <w:rStyle w:val="Strong"/>
          <w:rFonts w:ascii="Times New Roman" w:hAnsi="Times New Roman"/>
          <w:sz w:val="48"/>
          <w:szCs w:val="48"/>
        </w:rPr>
      </w:pPr>
    </w:p>
    <w:p w:rsidR="00742F16" w:rsidRPr="00366E3F" w:rsidRDefault="00742F16" w:rsidP="00E77EE0">
      <w:pPr>
        <w:spacing w:after="0" w:line="240" w:lineRule="auto"/>
        <w:jc w:val="center"/>
        <w:rPr>
          <w:rStyle w:val="Strong"/>
          <w:rFonts w:ascii="Times New Roman" w:hAnsi="Times New Roman"/>
          <w:b w:val="0"/>
          <w:sz w:val="20"/>
          <w:szCs w:val="20"/>
        </w:rPr>
      </w:pPr>
      <w:r w:rsidRPr="00366E3F">
        <w:rPr>
          <w:rStyle w:val="Strong"/>
          <w:rFonts w:ascii="Times New Roman" w:hAnsi="Times New Roman"/>
          <w:b w:val="0"/>
          <w:sz w:val="20"/>
          <w:szCs w:val="20"/>
        </w:rPr>
        <w:t>пос. Коноша Архангельской области</w:t>
      </w:r>
    </w:p>
    <w:p w:rsidR="00742F16" w:rsidRDefault="00742F16" w:rsidP="00E77EE0">
      <w:pPr>
        <w:spacing w:after="0" w:line="240" w:lineRule="auto"/>
        <w:jc w:val="center"/>
        <w:rPr>
          <w:rStyle w:val="Strong"/>
          <w:rFonts w:ascii="Times New Roman" w:hAnsi="Times New Roman"/>
          <w:b w:val="0"/>
          <w:sz w:val="24"/>
          <w:szCs w:val="24"/>
        </w:rPr>
      </w:pPr>
    </w:p>
    <w:p w:rsidR="00742F16" w:rsidRDefault="00742F16" w:rsidP="00E77EE0">
      <w:pPr>
        <w:spacing w:after="0" w:line="240" w:lineRule="auto"/>
        <w:jc w:val="center"/>
        <w:rPr>
          <w:rStyle w:val="Strong"/>
          <w:rFonts w:ascii="Times New Roman" w:hAnsi="Times New Roman"/>
          <w:b w:val="0"/>
          <w:sz w:val="24"/>
          <w:szCs w:val="24"/>
        </w:rPr>
      </w:pPr>
    </w:p>
    <w:p w:rsidR="00742F16" w:rsidRPr="00E77EE0" w:rsidRDefault="00742F16" w:rsidP="00E77EE0">
      <w:pPr>
        <w:spacing w:after="0" w:line="240" w:lineRule="auto"/>
        <w:jc w:val="center"/>
        <w:rPr>
          <w:rStyle w:val="Strong"/>
          <w:rFonts w:ascii="Times New Roman" w:hAnsi="Times New Roman"/>
          <w:b w:val="0"/>
          <w:sz w:val="24"/>
          <w:szCs w:val="24"/>
        </w:rPr>
      </w:pPr>
    </w:p>
    <w:p w:rsidR="00742F16" w:rsidRDefault="00742F16" w:rsidP="00E77EE0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 w:rsidRPr="00E77EE0">
        <w:rPr>
          <w:rStyle w:val="Strong"/>
          <w:rFonts w:ascii="Times New Roman" w:hAnsi="Times New Roman"/>
          <w:sz w:val="28"/>
          <w:szCs w:val="28"/>
        </w:rPr>
        <w:t>О внесении изме</w:t>
      </w:r>
      <w:r>
        <w:rPr>
          <w:rStyle w:val="Strong"/>
          <w:rFonts w:ascii="Times New Roman" w:hAnsi="Times New Roman"/>
          <w:sz w:val="28"/>
          <w:szCs w:val="28"/>
        </w:rPr>
        <w:t>нений в муниципальную программу</w:t>
      </w:r>
    </w:p>
    <w:p w:rsidR="00742F16" w:rsidRPr="00E77EE0" w:rsidRDefault="00742F16" w:rsidP="00E77EE0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sz w:val="28"/>
          <w:szCs w:val="28"/>
        </w:rPr>
        <w:t>«</w:t>
      </w:r>
      <w:r w:rsidRPr="00E77EE0">
        <w:rPr>
          <w:rStyle w:val="Strong"/>
          <w:rFonts w:ascii="Times New Roman" w:hAnsi="Times New Roman"/>
          <w:sz w:val="28"/>
          <w:szCs w:val="28"/>
        </w:rPr>
        <w:t>Разработка генеральных планов и правил землепользования и застройки сельских поселений в 2016 году»</w:t>
      </w:r>
    </w:p>
    <w:p w:rsidR="00742F16" w:rsidRDefault="00742F16" w:rsidP="00E77EE0">
      <w:pPr>
        <w:pStyle w:val="NoSpacing"/>
        <w:jc w:val="center"/>
        <w:rPr>
          <w:rStyle w:val="Strong"/>
          <w:rFonts w:ascii="Times New Roman" w:hAnsi="Times New Roman"/>
          <w:sz w:val="28"/>
          <w:szCs w:val="28"/>
        </w:rPr>
      </w:pPr>
    </w:p>
    <w:p w:rsidR="00742F16" w:rsidRPr="00E77EE0" w:rsidRDefault="00742F16" w:rsidP="00E77EE0">
      <w:pPr>
        <w:pStyle w:val="NoSpacing"/>
        <w:jc w:val="center"/>
        <w:rPr>
          <w:rStyle w:val="Strong"/>
          <w:rFonts w:ascii="Times New Roman" w:hAnsi="Times New Roman"/>
          <w:sz w:val="28"/>
          <w:szCs w:val="28"/>
        </w:rPr>
      </w:pPr>
    </w:p>
    <w:p w:rsidR="00742F16" w:rsidRPr="00E77EE0" w:rsidRDefault="00742F16" w:rsidP="00E77EE0">
      <w:pPr>
        <w:pStyle w:val="NoSpacing"/>
        <w:ind w:firstLine="720"/>
        <w:jc w:val="both"/>
        <w:rPr>
          <w:rStyle w:val="Strong"/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В соответствии со статьей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 xml:space="preserve"> 139 Бюджетного кодекса Р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оссийской 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Ф</w:t>
      </w:r>
      <w:r>
        <w:rPr>
          <w:rStyle w:val="Strong"/>
          <w:rFonts w:ascii="Times New Roman" w:hAnsi="Times New Roman"/>
          <w:b w:val="0"/>
          <w:sz w:val="28"/>
          <w:szCs w:val="28"/>
        </w:rPr>
        <w:t>едерации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, приложением № 11 к областному закону от 18 декабря 2015 года № 375-22-ОЗ «Об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областном бюджете на 2016 год», 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постановлением Правительства Архангельской области от 14 июня 2016 г</w:t>
      </w:r>
      <w:r>
        <w:rPr>
          <w:rStyle w:val="Strong"/>
          <w:rFonts w:ascii="Times New Roman" w:hAnsi="Times New Roman"/>
          <w:b w:val="0"/>
          <w:sz w:val="28"/>
          <w:szCs w:val="28"/>
        </w:rPr>
        <w:t>ода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 xml:space="preserve"> № 205-пп «Об утверждении распределения субсидий бюджетам муниципальных районов Архангельской области на разработку генеральных планов сельских поселений Архангельской области», администрация муниципального образования </w:t>
      </w:r>
      <w:r w:rsidRPr="00E77EE0">
        <w:rPr>
          <w:rStyle w:val="Strong"/>
          <w:rFonts w:ascii="Times New Roman" w:hAnsi="Times New Roman"/>
          <w:sz w:val="28"/>
          <w:szCs w:val="28"/>
        </w:rPr>
        <w:t>п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о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с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т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а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н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о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в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л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я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е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sz w:val="28"/>
          <w:szCs w:val="28"/>
        </w:rPr>
        <w:t>т:</w:t>
      </w:r>
    </w:p>
    <w:p w:rsidR="00742F16" w:rsidRPr="00E77EE0" w:rsidRDefault="00742F16" w:rsidP="00E77EE0">
      <w:pPr>
        <w:spacing w:after="0" w:line="240" w:lineRule="auto"/>
        <w:ind w:firstLine="720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1.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Утвердить прилагаемые изменения, которые внося</w:t>
      </w:r>
      <w:r>
        <w:rPr>
          <w:rStyle w:val="Strong"/>
          <w:rFonts w:ascii="Times New Roman" w:hAnsi="Times New Roman"/>
          <w:b w:val="0"/>
          <w:sz w:val="28"/>
          <w:szCs w:val="28"/>
        </w:rPr>
        <w:t>тся в муниципальную программу «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Разработка генеральных планов и правил землепользования и застройки сельских поселений в 2016 году»</w:t>
      </w:r>
      <w:r>
        <w:rPr>
          <w:rStyle w:val="Strong"/>
          <w:rFonts w:ascii="Times New Roman" w:hAnsi="Times New Roman"/>
          <w:b w:val="0"/>
          <w:sz w:val="28"/>
          <w:szCs w:val="28"/>
        </w:rPr>
        <w:t>, утвержденную постановлением администрации муниципального образования «Коношский муниципальный район» от 14 октября 2015 года № 699.</w:t>
      </w:r>
    </w:p>
    <w:p w:rsidR="00742F16" w:rsidRPr="00E77EE0" w:rsidRDefault="00742F16" w:rsidP="00E77EE0">
      <w:pPr>
        <w:spacing w:after="0" w:line="240" w:lineRule="auto"/>
        <w:ind w:firstLine="720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2.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Контроль за исполнением настоящ</w:t>
      </w:r>
      <w:r>
        <w:rPr>
          <w:rStyle w:val="Strong"/>
          <w:rFonts w:ascii="Times New Roman" w:hAnsi="Times New Roman"/>
          <w:b w:val="0"/>
          <w:sz w:val="28"/>
          <w:szCs w:val="28"/>
        </w:rPr>
        <w:t>его постановления возложить на Первого заместителя Г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лавы администрации муниципального образования «Коношский муниципальный район» С.В.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Серова.</w:t>
      </w:r>
    </w:p>
    <w:p w:rsidR="00742F16" w:rsidRPr="00E77EE0" w:rsidRDefault="00742F16" w:rsidP="00F77AA9">
      <w:pPr>
        <w:pStyle w:val="NoSpacing"/>
        <w:ind w:firstLine="720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3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.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 xml:space="preserve">Настоящее 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постановление вступает в силу со дня </w:t>
      </w:r>
      <w:r w:rsidRPr="00E77EE0">
        <w:rPr>
          <w:rStyle w:val="Strong"/>
          <w:rFonts w:ascii="Times New Roman" w:hAnsi="Times New Roman"/>
          <w:b w:val="0"/>
          <w:sz w:val="28"/>
          <w:szCs w:val="28"/>
        </w:rPr>
        <w:t>его подписания.</w:t>
      </w:r>
    </w:p>
    <w:p w:rsidR="00742F16" w:rsidRPr="00E77EE0" w:rsidRDefault="00742F16" w:rsidP="00F77AA9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F77AA9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0F5AA6" w:rsidRDefault="00742F16" w:rsidP="00F77AA9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0F5AA6" w:rsidRDefault="00742F16" w:rsidP="00F77AA9">
      <w:pPr>
        <w:pStyle w:val="NoSpacing"/>
        <w:rPr>
          <w:rStyle w:val="Strong"/>
          <w:rFonts w:ascii="Times New Roman" w:hAnsi="Times New Roman"/>
          <w:sz w:val="28"/>
          <w:szCs w:val="28"/>
        </w:rPr>
      </w:pPr>
      <w:r w:rsidRPr="000F5AA6">
        <w:rPr>
          <w:rStyle w:val="Strong"/>
          <w:rFonts w:ascii="Times New Roman" w:hAnsi="Times New Roman"/>
          <w:sz w:val="28"/>
          <w:szCs w:val="28"/>
        </w:rPr>
        <w:t>Глава</w:t>
      </w:r>
    </w:p>
    <w:p w:rsidR="00742F16" w:rsidRPr="000F5AA6" w:rsidRDefault="00742F16" w:rsidP="00F77AA9">
      <w:pPr>
        <w:pStyle w:val="NoSpacing"/>
        <w:tabs>
          <w:tab w:val="left" w:pos="7740"/>
        </w:tabs>
        <w:rPr>
          <w:rStyle w:val="Strong"/>
          <w:rFonts w:ascii="Times New Roman" w:hAnsi="Times New Roman"/>
          <w:sz w:val="28"/>
          <w:szCs w:val="28"/>
        </w:rPr>
      </w:pPr>
      <w:r w:rsidRPr="000F5AA6">
        <w:rPr>
          <w:rStyle w:val="Strong"/>
          <w:rFonts w:ascii="Times New Roman" w:hAnsi="Times New Roman"/>
          <w:sz w:val="28"/>
          <w:szCs w:val="28"/>
        </w:rPr>
        <w:t>муниципального образования</w:t>
      </w:r>
      <w:r w:rsidRPr="000F5AA6">
        <w:rPr>
          <w:rStyle w:val="Strong"/>
          <w:rFonts w:ascii="Times New Roman" w:hAnsi="Times New Roman"/>
          <w:sz w:val="28"/>
          <w:szCs w:val="28"/>
        </w:rPr>
        <w:tab/>
      </w:r>
      <w:r>
        <w:rPr>
          <w:rStyle w:val="Strong"/>
          <w:rFonts w:ascii="Times New Roman" w:hAnsi="Times New Roman"/>
          <w:sz w:val="28"/>
          <w:szCs w:val="28"/>
        </w:rPr>
        <w:t xml:space="preserve">  </w:t>
      </w:r>
      <w:r w:rsidRPr="000F5AA6">
        <w:rPr>
          <w:rStyle w:val="Strong"/>
          <w:rFonts w:ascii="Times New Roman" w:hAnsi="Times New Roman"/>
          <w:sz w:val="28"/>
          <w:szCs w:val="28"/>
        </w:rPr>
        <w:t>О.Г. Реутов</w:t>
      </w:r>
    </w:p>
    <w:p w:rsidR="00742F16" w:rsidRPr="00E77EE0" w:rsidRDefault="00742F16" w:rsidP="00E77EE0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E77EE0" w:rsidRDefault="00742F16" w:rsidP="00E77EE0">
      <w:pPr>
        <w:pStyle w:val="NoSpacing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803F38">
      <w:pPr>
        <w:pStyle w:val="NoSpacing"/>
        <w:ind w:left="4860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УТВЕРЖДЕНЫ</w:t>
      </w:r>
    </w:p>
    <w:p w:rsidR="00742F16" w:rsidRPr="00803F38" w:rsidRDefault="00742F16" w:rsidP="00803F38">
      <w:pPr>
        <w:pStyle w:val="NoSpacing"/>
        <w:ind w:left="4860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постановлением администрации</w:t>
      </w:r>
    </w:p>
    <w:p w:rsidR="00742F16" w:rsidRDefault="00742F16" w:rsidP="00803F38">
      <w:pPr>
        <w:pStyle w:val="NoSpacing"/>
        <w:ind w:left="4860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муниципального образования</w:t>
      </w:r>
    </w:p>
    <w:p w:rsidR="00742F16" w:rsidRPr="00803F38" w:rsidRDefault="00742F16" w:rsidP="00803F38">
      <w:pPr>
        <w:pStyle w:val="NoSpacing"/>
        <w:ind w:left="4860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«Коношский муниципальный район»</w:t>
      </w:r>
    </w:p>
    <w:p w:rsidR="00742F16" w:rsidRPr="00803F38" w:rsidRDefault="00742F16" w:rsidP="00803F38">
      <w:pPr>
        <w:pStyle w:val="NoSpacing"/>
        <w:ind w:left="4860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от 08 августа </w:t>
      </w: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2016 г.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№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387</w:t>
      </w:r>
    </w:p>
    <w:p w:rsidR="00742F16" w:rsidRPr="00803F38" w:rsidRDefault="00742F16" w:rsidP="00803F38">
      <w:pPr>
        <w:pStyle w:val="NoSpacing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Default="00742F16" w:rsidP="00803F38">
      <w:pPr>
        <w:pStyle w:val="NoSpacing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803F38">
      <w:pPr>
        <w:pStyle w:val="NoSpacing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803F38">
      <w:pPr>
        <w:pStyle w:val="NoSpacing"/>
        <w:jc w:val="center"/>
        <w:rPr>
          <w:rStyle w:val="Strong"/>
          <w:rFonts w:ascii="Times New Roman" w:hAnsi="Times New Roman"/>
          <w:sz w:val="28"/>
          <w:szCs w:val="28"/>
        </w:rPr>
      </w:pPr>
      <w:r w:rsidRPr="00803F38">
        <w:rPr>
          <w:rStyle w:val="Strong"/>
          <w:rFonts w:ascii="Times New Roman" w:hAnsi="Times New Roman"/>
          <w:sz w:val="28"/>
          <w:szCs w:val="28"/>
        </w:rPr>
        <w:t>И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З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М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Е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Н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Е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Н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И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803F38">
        <w:rPr>
          <w:rStyle w:val="Strong"/>
          <w:rFonts w:ascii="Times New Roman" w:hAnsi="Times New Roman"/>
          <w:sz w:val="28"/>
          <w:szCs w:val="28"/>
        </w:rPr>
        <w:t>Я</w:t>
      </w:r>
      <w:r>
        <w:rPr>
          <w:rStyle w:val="Strong"/>
          <w:rFonts w:ascii="Times New Roman" w:hAnsi="Times New Roman"/>
          <w:sz w:val="28"/>
          <w:szCs w:val="28"/>
        </w:rPr>
        <w:t>,</w:t>
      </w:r>
    </w:p>
    <w:p w:rsidR="00742F16" w:rsidRDefault="00742F16" w:rsidP="00803F38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 w:rsidRPr="00803F38">
        <w:rPr>
          <w:rStyle w:val="Strong"/>
          <w:rFonts w:ascii="Times New Roman" w:hAnsi="Times New Roman"/>
          <w:sz w:val="28"/>
          <w:szCs w:val="28"/>
        </w:rPr>
        <w:t>которые вносятся в</w:t>
      </w:r>
      <w:r>
        <w:rPr>
          <w:rStyle w:val="Strong"/>
          <w:rFonts w:ascii="Times New Roman" w:hAnsi="Times New Roman"/>
          <w:sz w:val="28"/>
          <w:szCs w:val="28"/>
        </w:rPr>
        <w:t xml:space="preserve"> муниципальную программу</w:t>
      </w:r>
    </w:p>
    <w:p w:rsidR="00742F16" w:rsidRPr="00803F38" w:rsidRDefault="00742F16" w:rsidP="00803F38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sz w:val="28"/>
          <w:szCs w:val="28"/>
        </w:rPr>
        <w:t>«</w:t>
      </w:r>
      <w:r w:rsidRPr="00803F38">
        <w:rPr>
          <w:rStyle w:val="Strong"/>
          <w:rFonts w:ascii="Times New Roman" w:hAnsi="Times New Roman"/>
          <w:sz w:val="28"/>
          <w:szCs w:val="28"/>
        </w:rPr>
        <w:t xml:space="preserve">Разработка генеральных планов и правил землепользования и застройки </w:t>
      </w:r>
      <w:r>
        <w:rPr>
          <w:rStyle w:val="Strong"/>
          <w:rFonts w:ascii="Times New Roman" w:hAnsi="Times New Roman"/>
          <w:sz w:val="28"/>
          <w:szCs w:val="28"/>
        </w:rPr>
        <w:t>сельских поселений в 2016 году»</w:t>
      </w:r>
    </w:p>
    <w:p w:rsidR="00742F16" w:rsidRPr="00803F38" w:rsidRDefault="00742F16" w:rsidP="00803F38">
      <w:pPr>
        <w:pStyle w:val="ConsPlusNormal"/>
        <w:widowControl/>
        <w:ind w:firstLine="0"/>
        <w:jc w:val="center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742F16" w:rsidRPr="00803F38" w:rsidRDefault="00742F16" w:rsidP="0045449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1. </w:t>
      </w:r>
      <w:r w:rsidRPr="00803F38">
        <w:rPr>
          <w:rStyle w:val="Strong"/>
          <w:rFonts w:ascii="Times New Roman" w:hAnsi="Times New Roman"/>
          <w:b w:val="0"/>
          <w:sz w:val="28"/>
          <w:szCs w:val="28"/>
        </w:rPr>
        <w:t xml:space="preserve">Дополнить к муниципальной программе </w:t>
      </w:r>
      <w:r w:rsidRPr="00803F38">
        <w:rPr>
          <w:rFonts w:ascii="Times New Roman" w:hAnsi="Times New Roman"/>
          <w:sz w:val="28"/>
          <w:szCs w:val="28"/>
        </w:rPr>
        <w:t>«</w:t>
      </w: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Разработка генеральных планов и правил землепользования и застройки сельских поселений в 2016 году» приложение № 4 «</w:t>
      </w:r>
      <w:r w:rsidRPr="00803F38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предоставления и расходования субсидий бюджетам поселений на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разработку генеральных планов 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и правил з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емлепользования из 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областного бюджета в 2016 году»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согласно приложению № 1 к настоящему постановлению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42F16" w:rsidRPr="00803F38" w:rsidRDefault="00742F16" w:rsidP="0045449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2. </w:t>
      </w:r>
      <w:r w:rsidRPr="00803F38">
        <w:rPr>
          <w:rStyle w:val="Strong"/>
          <w:rFonts w:ascii="Times New Roman" w:hAnsi="Times New Roman"/>
          <w:b w:val="0"/>
          <w:sz w:val="28"/>
          <w:szCs w:val="28"/>
        </w:rPr>
        <w:t xml:space="preserve">Дополнить к муниципальной программе </w:t>
      </w:r>
      <w:r w:rsidRPr="00803F38">
        <w:rPr>
          <w:rFonts w:ascii="Times New Roman" w:hAnsi="Times New Roman"/>
          <w:sz w:val="28"/>
          <w:szCs w:val="28"/>
        </w:rPr>
        <w:t>«</w:t>
      </w: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Разработка генеральных планов и правил землепользования и застройки сельских поселений в 2016 году» на 2016 год приложение № 5 «</w:t>
      </w:r>
      <w:r>
        <w:rPr>
          <w:rFonts w:ascii="Times New Roman" w:hAnsi="Times New Roman"/>
          <w:sz w:val="28"/>
          <w:szCs w:val="28"/>
        </w:rPr>
        <w:t xml:space="preserve">Методика распределения </w:t>
      </w:r>
      <w:r w:rsidRPr="00803F38">
        <w:rPr>
          <w:rFonts w:ascii="Times New Roman" w:hAnsi="Times New Roman"/>
          <w:sz w:val="28"/>
          <w:szCs w:val="28"/>
        </w:rPr>
        <w:t xml:space="preserve">субсидии </w:t>
      </w:r>
      <w:r w:rsidRPr="00803F38">
        <w:rPr>
          <w:rFonts w:ascii="Times New Roman" w:hAnsi="Times New Roman"/>
          <w:color w:val="000000"/>
          <w:sz w:val="28"/>
          <w:szCs w:val="28"/>
        </w:rPr>
        <w:t>бюджетам поселений на</w:t>
      </w:r>
      <w:r>
        <w:rPr>
          <w:rFonts w:ascii="Times New Roman" w:hAnsi="Times New Roman"/>
          <w:color w:val="000000"/>
          <w:sz w:val="28"/>
          <w:szCs w:val="28"/>
        </w:rPr>
        <w:t xml:space="preserve"> разработку генеральных планов </w:t>
      </w:r>
      <w:r w:rsidRPr="00803F38">
        <w:rPr>
          <w:rFonts w:ascii="Times New Roman" w:hAnsi="Times New Roman"/>
          <w:color w:val="000000"/>
          <w:sz w:val="28"/>
          <w:szCs w:val="28"/>
        </w:rPr>
        <w:t>и правил землепользования из областного бюджета</w:t>
      </w:r>
      <w:r w:rsidRPr="00803F38">
        <w:rPr>
          <w:rStyle w:val="Strong"/>
          <w:rFonts w:ascii="Times New Roman" w:hAnsi="Times New Roman"/>
          <w:b w:val="0"/>
          <w:sz w:val="28"/>
          <w:szCs w:val="28"/>
        </w:rPr>
        <w:t>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согласно приложению № 2 к настоящему постановлению</w:t>
      </w:r>
      <w:r w:rsidRPr="00803F3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42F16" w:rsidRDefault="00742F16" w:rsidP="0045449E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42F16" w:rsidRDefault="00742F16" w:rsidP="0045449E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42F16" w:rsidRPr="00803F38" w:rsidRDefault="00742F16" w:rsidP="0045449E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742F16" w:rsidRPr="00803F38" w:rsidSect="00291F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75F1"/>
    <w:multiLevelType w:val="hybridMultilevel"/>
    <w:tmpl w:val="F97A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5337A2"/>
    <w:multiLevelType w:val="hybridMultilevel"/>
    <w:tmpl w:val="CFA44AA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60B"/>
    <w:rsid w:val="0003450C"/>
    <w:rsid w:val="00090F3C"/>
    <w:rsid w:val="000A739D"/>
    <w:rsid w:val="000F5AA6"/>
    <w:rsid w:val="00211F92"/>
    <w:rsid w:val="002445CA"/>
    <w:rsid w:val="00272DAD"/>
    <w:rsid w:val="00291F90"/>
    <w:rsid w:val="0029260B"/>
    <w:rsid w:val="002F577C"/>
    <w:rsid w:val="003242E1"/>
    <w:rsid w:val="00347866"/>
    <w:rsid w:val="00366E3F"/>
    <w:rsid w:val="003B007C"/>
    <w:rsid w:val="003C5828"/>
    <w:rsid w:val="00423D25"/>
    <w:rsid w:val="0045449E"/>
    <w:rsid w:val="004B4F8E"/>
    <w:rsid w:val="004D56C4"/>
    <w:rsid w:val="004E0D33"/>
    <w:rsid w:val="005A74D6"/>
    <w:rsid w:val="005F334A"/>
    <w:rsid w:val="00607C3E"/>
    <w:rsid w:val="0066467F"/>
    <w:rsid w:val="006F320A"/>
    <w:rsid w:val="00717F7B"/>
    <w:rsid w:val="00742F16"/>
    <w:rsid w:val="007F1650"/>
    <w:rsid w:val="00803F38"/>
    <w:rsid w:val="008331C3"/>
    <w:rsid w:val="008E0CF5"/>
    <w:rsid w:val="008F2089"/>
    <w:rsid w:val="008F7327"/>
    <w:rsid w:val="00994758"/>
    <w:rsid w:val="009B37D4"/>
    <w:rsid w:val="00AD6737"/>
    <w:rsid w:val="00B50AFA"/>
    <w:rsid w:val="00BA3509"/>
    <w:rsid w:val="00C55EE2"/>
    <w:rsid w:val="00C6243A"/>
    <w:rsid w:val="00C762CC"/>
    <w:rsid w:val="00D15997"/>
    <w:rsid w:val="00DA12FB"/>
    <w:rsid w:val="00E025CF"/>
    <w:rsid w:val="00E103C8"/>
    <w:rsid w:val="00E77EE0"/>
    <w:rsid w:val="00E9605C"/>
    <w:rsid w:val="00EB6D23"/>
    <w:rsid w:val="00F43CCA"/>
    <w:rsid w:val="00F721C0"/>
    <w:rsid w:val="00F77AA9"/>
    <w:rsid w:val="00F8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32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9260B"/>
    <w:rPr>
      <w:rFonts w:cs="Times New Roman"/>
      <w:b/>
      <w:bCs/>
    </w:rPr>
  </w:style>
  <w:style w:type="paragraph" w:styleId="NoSpacing">
    <w:name w:val="No Spacing"/>
    <w:uiPriority w:val="99"/>
    <w:qFormat/>
    <w:rsid w:val="0029260B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DA12FB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12FB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DA12F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DA12FB"/>
    <w:pPr>
      <w:widowControl w:val="0"/>
      <w:ind w:firstLine="720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33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367</Words>
  <Characters>2093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18</cp:revision>
  <cp:lastPrinted>2016-08-09T11:41:00Z</cp:lastPrinted>
  <dcterms:created xsi:type="dcterms:W3CDTF">2016-08-05T09:07:00Z</dcterms:created>
  <dcterms:modified xsi:type="dcterms:W3CDTF">2016-08-09T11:45:00Z</dcterms:modified>
</cp:coreProperties>
</file>