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FFD" w:rsidRPr="00C145EC" w:rsidRDefault="00214FFD" w:rsidP="005D6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5EC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214FFD" w:rsidRPr="00C145EC" w:rsidRDefault="00214FFD" w:rsidP="005D6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5EC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214FFD" w:rsidRPr="005D67B3" w:rsidRDefault="00214FFD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FFD" w:rsidRPr="00C145EC" w:rsidRDefault="00214FFD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FFD" w:rsidRPr="00C145EC" w:rsidRDefault="00214FFD" w:rsidP="005D6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5EC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214FFD" w:rsidRPr="005D67B3" w:rsidRDefault="00214FFD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FFD" w:rsidRPr="005D67B3" w:rsidRDefault="00214FFD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FFD" w:rsidRPr="00C145EC" w:rsidRDefault="00214FFD" w:rsidP="005D6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145E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12</w:t>
      </w:r>
      <w:r w:rsidRPr="00C145EC">
        <w:rPr>
          <w:rFonts w:ascii="Times New Roman" w:hAnsi="Times New Roman"/>
          <w:sz w:val="28"/>
          <w:szCs w:val="28"/>
        </w:rPr>
        <w:t xml:space="preserve"> октября </w:t>
      </w:r>
      <w:smartTag w:uri="urn:schemas-microsoft-com:office:smarttags" w:element="metricconverter">
        <w:smartTagPr>
          <w:attr w:name="ProductID" w:val="2015 г"/>
        </w:smartTagPr>
        <w:r w:rsidRPr="00C145EC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5</w:t>
        </w:r>
        <w:r w:rsidRPr="00C145EC"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 № 676</w:t>
      </w:r>
    </w:p>
    <w:p w:rsidR="00214FFD" w:rsidRPr="00C145EC" w:rsidRDefault="00214FFD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FFD" w:rsidRPr="00C145EC" w:rsidRDefault="00214FFD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FFD" w:rsidRPr="00C145EC" w:rsidRDefault="00214FFD" w:rsidP="005D67B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45EC">
        <w:rPr>
          <w:rFonts w:ascii="Times New Roman" w:hAnsi="Times New Roman"/>
          <w:sz w:val="20"/>
          <w:szCs w:val="20"/>
        </w:rPr>
        <w:t>п</w:t>
      </w:r>
      <w:r>
        <w:rPr>
          <w:rFonts w:ascii="Times New Roman" w:hAnsi="Times New Roman"/>
          <w:sz w:val="20"/>
          <w:szCs w:val="20"/>
        </w:rPr>
        <w:t>ос. Коноша Архангельской области</w:t>
      </w:r>
    </w:p>
    <w:p w:rsidR="00214FFD" w:rsidRPr="005D67B3" w:rsidRDefault="00214FFD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FFD" w:rsidRDefault="00214FFD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FFD" w:rsidRPr="005D67B3" w:rsidRDefault="00214FFD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4FFD" w:rsidRPr="005C4F6B" w:rsidRDefault="00214FFD" w:rsidP="005D67B3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 xml:space="preserve">Об утверждении муниципальной </w:t>
      </w:r>
      <w:bookmarkStart w:id="0" w:name="YANDEX_0"/>
      <w:bookmarkStart w:id="1" w:name="YANDEX_1"/>
      <w:bookmarkEnd w:id="0"/>
      <w:bookmarkEnd w:id="1"/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программы</w:t>
      </w:r>
    </w:p>
    <w:p w:rsidR="00214FFD" w:rsidRPr="005C4F6B" w:rsidRDefault="00214FFD" w:rsidP="005D67B3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«Развитие территориального общественного самоуправления</w:t>
      </w:r>
    </w:p>
    <w:p w:rsidR="00214FFD" w:rsidRDefault="00214FFD" w:rsidP="005D67B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в муниципальном образовании «Коношский муниципальный район»</w:t>
      </w:r>
    </w:p>
    <w:p w:rsidR="00214FFD" w:rsidRPr="005C4F6B" w:rsidRDefault="00214FFD" w:rsidP="005D67B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на 2016 год»</w:t>
      </w:r>
    </w:p>
    <w:p w:rsidR="00214FFD" w:rsidRPr="003C4BA6" w:rsidRDefault="00214FFD" w:rsidP="005D67B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214FFD" w:rsidRPr="003C4BA6" w:rsidRDefault="00214FFD" w:rsidP="005D67B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214FFD" w:rsidRPr="00AB2DA8" w:rsidRDefault="00214FFD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 xml:space="preserve">Руководствуясь Федеральным законом от 06 октября 2003 года № 131-ФЗ «Об общих принципах организации местного самоуправления в Российской Федерации», </w:t>
      </w:r>
      <w:bookmarkStart w:id="2" w:name="YANDEX_2"/>
      <w:bookmarkStart w:id="3" w:name="YANDEX_3"/>
      <w:bookmarkStart w:id="4" w:name="YANDEX_4"/>
      <w:bookmarkStart w:id="5" w:name="YANDEX_5"/>
      <w:bookmarkStart w:id="6" w:name="YANDEX_6"/>
      <w:bookmarkEnd w:id="2"/>
      <w:bookmarkEnd w:id="3"/>
      <w:bookmarkEnd w:id="4"/>
      <w:bookmarkEnd w:id="5"/>
      <w:bookmarkEnd w:id="6"/>
      <w:r w:rsidRPr="00AB2DA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государственной программой Архангельской области «Развитие местного самоуправления в Архангельской области и государственная поддержка социально ориентированных некоммерческих организаций (2014 – 2020 годы)»</w:t>
      </w:r>
      <w:r w:rsidRPr="00AB2DA8">
        <w:rPr>
          <w:rFonts w:ascii="Times New Roman" w:hAnsi="Times New Roman"/>
          <w:color w:val="000000"/>
          <w:sz w:val="26"/>
          <w:szCs w:val="26"/>
        </w:rPr>
        <w:t xml:space="preserve">, утвержденной постановлением Правительства Архангельской области от 8 октября 2013 года № 464-пп, в соответствии с Уставом муниципального образования «Коношский муниципальный район» администрация муниципального образования </w:t>
      </w:r>
      <w:r w:rsidRPr="00AB2DA8">
        <w:rPr>
          <w:rFonts w:ascii="Times New Roman" w:hAnsi="Times New Roman"/>
          <w:b/>
          <w:color w:val="000000"/>
          <w:sz w:val="26"/>
          <w:szCs w:val="26"/>
        </w:rPr>
        <w:t>п о с т а н о в л я е т:</w:t>
      </w:r>
    </w:p>
    <w:p w:rsidR="00214FFD" w:rsidRPr="00AB2DA8" w:rsidRDefault="00214FFD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>1. Утвердить прилагаемые:</w:t>
      </w:r>
    </w:p>
    <w:p w:rsidR="00214FFD" w:rsidRPr="00AB2DA8" w:rsidRDefault="00214FFD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>1) муниципальную</w:t>
      </w:r>
      <w:bookmarkStart w:id="7" w:name="YANDEX_14"/>
      <w:bookmarkStart w:id="8" w:name="YANDEX_15"/>
      <w:bookmarkEnd w:id="7"/>
      <w:bookmarkEnd w:id="8"/>
      <w:r w:rsidRPr="00AB2DA8">
        <w:rPr>
          <w:rFonts w:ascii="Times New Roman" w:hAnsi="Times New Roman"/>
          <w:color w:val="000000"/>
          <w:sz w:val="26"/>
          <w:szCs w:val="26"/>
        </w:rPr>
        <w:t xml:space="preserve"> программу «Развитие территориального общественного самоуправления в муниципальном образовании «Коношский муниципальный район» на 2016 год»;</w:t>
      </w:r>
    </w:p>
    <w:p w:rsidR="00214FFD" w:rsidRPr="00AB2DA8" w:rsidRDefault="00214FFD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 xml:space="preserve">2) Порядок предоставления </w:t>
      </w:r>
      <w:r>
        <w:rPr>
          <w:rFonts w:ascii="Times New Roman" w:hAnsi="Times New Roman"/>
          <w:color w:val="000000"/>
          <w:sz w:val="26"/>
          <w:szCs w:val="26"/>
        </w:rPr>
        <w:t xml:space="preserve">и </w:t>
      </w:r>
      <w:r w:rsidRPr="00AB2DA8">
        <w:rPr>
          <w:rFonts w:ascii="Times New Roman" w:hAnsi="Times New Roman"/>
          <w:color w:val="000000"/>
          <w:sz w:val="26"/>
          <w:szCs w:val="26"/>
        </w:rPr>
        <w:t>расходования субсидий бюджетам поселений на софинансирование проектов территориального общественного самоуправления в рамках муниципальной программы «Развитие территориального общественного самоуправления в муниципальном образовании «Коношский муниципальный район» на 2016 год»;</w:t>
      </w:r>
    </w:p>
    <w:p w:rsidR="00214FFD" w:rsidRPr="00AB2DA8" w:rsidRDefault="00214FFD" w:rsidP="0011017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B2DA8">
        <w:rPr>
          <w:rFonts w:ascii="Times New Roman" w:hAnsi="Times New Roman"/>
          <w:sz w:val="26"/>
          <w:szCs w:val="26"/>
        </w:rPr>
        <w:t xml:space="preserve">3) </w:t>
      </w:r>
      <w:hyperlink w:anchor="_Toc399850797" w:history="1">
        <w:r w:rsidRPr="00AB2DA8">
          <w:rPr>
            <w:rStyle w:val="Hyperlink"/>
            <w:rFonts w:ascii="Times New Roman" w:hAnsi="Times New Roman"/>
            <w:noProof/>
            <w:sz w:val="26"/>
            <w:szCs w:val="26"/>
            <w:u w:val="none"/>
          </w:rPr>
          <w:t>Порядок предоставления и расходования субсидий бюджетам поселений на развитие территориального общественного самоуправления Архангельской области в</w:t>
        </w:r>
        <w:r w:rsidRPr="00AB2DA8">
          <w:rPr>
            <w:rFonts w:ascii="Times New Roman" w:hAnsi="Times New Roman"/>
            <w:sz w:val="26"/>
            <w:szCs w:val="26"/>
          </w:rPr>
          <w:t xml:space="preserve"> рамках подпрограммы «Развитие территориального общественного самоуправления в Архангельской области» на 2016 год</w:t>
        </w:r>
        <w:r>
          <w:rPr>
            <w:rFonts w:ascii="Times New Roman" w:hAnsi="Times New Roman"/>
            <w:sz w:val="26"/>
            <w:szCs w:val="26"/>
          </w:rPr>
          <w:t>»</w:t>
        </w:r>
        <w:r w:rsidRPr="00AB2DA8">
          <w:rPr>
            <w:rStyle w:val="Hyperlink"/>
            <w:rFonts w:ascii="Times New Roman" w:hAnsi="Times New Roman"/>
            <w:noProof/>
            <w:sz w:val="26"/>
            <w:szCs w:val="26"/>
            <w:u w:val="none"/>
          </w:rPr>
          <w:t>.</w:t>
        </w:r>
      </w:hyperlink>
    </w:p>
    <w:p w:rsidR="00214FFD" w:rsidRPr="00AB2DA8" w:rsidRDefault="00214FFD" w:rsidP="00110172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AB2DA8">
        <w:rPr>
          <w:rFonts w:ascii="Times New Roman" w:hAnsi="Times New Roman"/>
          <w:sz w:val="26"/>
          <w:szCs w:val="26"/>
        </w:rPr>
        <w:t xml:space="preserve">2. Финансовому управлению администрации муниципального образования «Коношский муниципальный район» предусмотреть в бюджете на 2016 год средства на реализацию мероприятий муниципальной программы </w:t>
      </w:r>
      <w:r w:rsidRPr="00AB2DA8">
        <w:rPr>
          <w:rFonts w:ascii="Times New Roman" w:hAnsi="Times New Roman"/>
          <w:bCs/>
          <w:color w:val="000000"/>
          <w:sz w:val="26"/>
          <w:szCs w:val="26"/>
        </w:rPr>
        <w:t>«Развитие территориального общественного самоуправления в муниципальном образовании «Коношский муниципальный район» на 2016 год».</w:t>
      </w:r>
    </w:p>
    <w:p w:rsidR="00214FFD" w:rsidRPr="00AB2DA8" w:rsidRDefault="00214FFD" w:rsidP="002A673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У</w:t>
      </w:r>
      <w:r w:rsidRPr="00AB2DA8">
        <w:rPr>
          <w:rFonts w:ascii="Times New Roman" w:hAnsi="Times New Roman"/>
          <w:sz w:val="26"/>
          <w:szCs w:val="26"/>
        </w:rPr>
        <w:t xml:space="preserve">правлению экономики инвестиции и развития инфраструктуры района администрации муниципального образования «Коношский муниципальный район» разместить настоящее постановление и муниципальную программу </w:t>
      </w:r>
      <w:r w:rsidRPr="00AB2DA8">
        <w:rPr>
          <w:rFonts w:ascii="Times New Roman" w:hAnsi="Times New Roman"/>
          <w:bCs/>
          <w:color w:val="000000"/>
          <w:sz w:val="26"/>
          <w:szCs w:val="26"/>
        </w:rPr>
        <w:t>«Развитие территориального общественного самоуправления в муниципальном образовании «Коношский муниципальный район» на 2016 год»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Pr="00AB2DA8">
        <w:rPr>
          <w:rFonts w:ascii="Times New Roman" w:hAnsi="Times New Roman"/>
          <w:sz w:val="26"/>
          <w:szCs w:val="26"/>
        </w:rPr>
        <w:t>на официальном сайте муниципального образования «Коношский муниципальный район».</w:t>
      </w:r>
    </w:p>
    <w:p w:rsidR="00214FFD" w:rsidRPr="00AB2DA8" w:rsidRDefault="00214FFD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AB2DA8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Pr="00AB2DA8">
        <w:rPr>
          <w:rFonts w:ascii="Times New Roman" w:hAnsi="Times New Roman"/>
          <w:color w:val="000000"/>
          <w:sz w:val="26"/>
          <w:szCs w:val="26"/>
        </w:rPr>
        <w:t>заместителя Главы администрации муниципального образования «Коношский муниципальный район» по вопросам местного самоуправления, руководителя аппарата С.Н. Калмыкова.</w:t>
      </w:r>
    </w:p>
    <w:p w:rsidR="00214FFD" w:rsidRPr="00AB2DA8" w:rsidRDefault="00214FFD" w:rsidP="0011017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AB2DA8">
        <w:rPr>
          <w:rFonts w:ascii="Times New Roman" w:hAnsi="Times New Roman"/>
          <w:sz w:val="26"/>
          <w:szCs w:val="26"/>
        </w:rPr>
        <w:t>. Настоящее постановление вступае</w:t>
      </w:r>
      <w:r>
        <w:rPr>
          <w:rFonts w:ascii="Times New Roman" w:hAnsi="Times New Roman"/>
          <w:sz w:val="26"/>
          <w:szCs w:val="26"/>
        </w:rPr>
        <w:t>т в силу со дня его подписания.</w:t>
      </w:r>
    </w:p>
    <w:p w:rsidR="00214FFD" w:rsidRPr="001313C1" w:rsidRDefault="00214FFD" w:rsidP="005D67B3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14FFD" w:rsidRPr="001313C1" w:rsidRDefault="00214FFD" w:rsidP="005D67B3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14FFD" w:rsidRPr="001313C1" w:rsidRDefault="00214FFD" w:rsidP="005D67B3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14FFD" w:rsidRPr="00AB2DA8" w:rsidRDefault="00214FFD" w:rsidP="005D67B3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AB2DA8">
        <w:rPr>
          <w:rFonts w:ascii="Times New Roman" w:hAnsi="Times New Roman"/>
          <w:b/>
          <w:color w:val="000000"/>
          <w:sz w:val="26"/>
          <w:szCs w:val="26"/>
        </w:rPr>
        <w:t>Исполняющий обязанности</w:t>
      </w:r>
    </w:p>
    <w:p w:rsidR="00214FFD" w:rsidRPr="00AB2DA8" w:rsidRDefault="00214FFD" w:rsidP="005D67B3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AB2DA8">
        <w:rPr>
          <w:rFonts w:ascii="Times New Roman" w:hAnsi="Times New Roman"/>
          <w:b/>
          <w:color w:val="000000"/>
          <w:sz w:val="26"/>
          <w:szCs w:val="26"/>
        </w:rPr>
        <w:t>Главы администрации</w:t>
      </w:r>
    </w:p>
    <w:p w:rsidR="00214FFD" w:rsidRPr="00AB2DA8" w:rsidRDefault="00214FFD" w:rsidP="001313C1">
      <w:p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AB2DA8">
        <w:rPr>
          <w:rFonts w:ascii="Times New Roman" w:hAnsi="Times New Roman"/>
          <w:b/>
          <w:color w:val="000000"/>
          <w:sz w:val="26"/>
          <w:szCs w:val="26"/>
        </w:rPr>
        <w:t>муниципального образования</w:t>
      </w:r>
      <w:r>
        <w:rPr>
          <w:rFonts w:ascii="Times New Roman" w:hAnsi="Times New Roman"/>
          <w:b/>
          <w:color w:val="000000"/>
          <w:sz w:val="26"/>
          <w:szCs w:val="26"/>
        </w:rPr>
        <w:tab/>
        <w:t xml:space="preserve">  </w:t>
      </w:r>
      <w:r w:rsidRPr="00AB2DA8">
        <w:rPr>
          <w:rFonts w:ascii="Times New Roman" w:hAnsi="Times New Roman"/>
          <w:b/>
          <w:color w:val="000000"/>
          <w:sz w:val="26"/>
          <w:szCs w:val="26"/>
        </w:rPr>
        <w:t>С.В.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Pr="00AB2DA8">
        <w:rPr>
          <w:rFonts w:ascii="Times New Roman" w:hAnsi="Times New Roman"/>
          <w:b/>
          <w:color w:val="000000"/>
          <w:sz w:val="26"/>
          <w:szCs w:val="26"/>
        </w:rPr>
        <w:t>Серов</w:t>
      </w:r>
    </w:p>
    <w:sectPr w:rsidR="00214FFD" w:rsidRPr="00AB2DA8" w:rsidSect="00C12B9E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FFD" w:rsidRDefault="00214FFD">
      <w:r>
        <w:separator/>
      </w:r>
    </w:p>
  </w:endnote>
  <w:endnote w:type="continuationSeparator" w:id="1">
    <w:p w:rsidR="00214FFD" w:rsidRDefault="00214F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FFD" w:rsidRDefault="00214FFD">
      <w:r>
        <w:separator/>
      </w:r>
    </w:p>
  </w:footnote>
  <w:footnote w:type="continuationSeparator" w:id="1">
    <w:p w:rsidR="00214FFD" w:rsidRDefault="00214F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FD" w:rsidRDefault="00214FFD" w:rsidP="00BF0CD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FFD" w:rsidRDefault="00214FF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FD" w:rsidRPr="004F382C" w:rsidRDefault="00214FFD" w:rsidP="004F382C">
    <w:pPr>
      <w:pStyle w:val="Header"/>
      <w:framePr w:h="250" w:hRule="exact" w:wrap="around" w:vAnchor="text" w:hAnchor="margin" w:xAlign="center" w:y="-3"/>
      <w:rPr>
        <w:rStyle w:val="PageNumber"/>
        <w:rFonts w:ascii="Times New Roman" w:hAnsi="Times New Roman"/>
        <w:sz w:val="24"/>
        <w:szCs w:val="24"/>
      </w:rPr>
    </w:pPr>
    <w:r w:rsidRPr="004F382C">
      <w:rPr>
        <w:rStyle w:val="PageNumber"/>
        <w:rFonts w:ascii="Times New Roman" w:hAnsi="Times New Roman"/>
        <w:sz w:val="24"/>
        <w:szCs w:val="24"/>
      </w:rPr>
      <w:fldChar w:fldCharType="begin"/>
    </w:r>
    <w:r w:rsidRPr="004F382C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4F382C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4F382C">
      <w:rPr>
        <w:rStyle w:val="PageNumber"/>
        <w:rFonts w:ascii="Times New Roman" w:hAnsi="Times New Roman"/>
        <w:sz w:val="24"/>
        <w:szCs w:val="24"/>
      </w:rPr>
      <w:fldChar w:fldCharType="end"/>
    </w:r>
  </w:p>
  <w:p w:rsidR="00214FFD" w:rsidRDefault="00214FFD" w:rsidP="004F38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148EF"/>
    <w:multiLevelType w:val="hybridMultilevel"/>
    <w:tmpl w:val="6C9E4856"/>
    <w:lvl w:ilvl="0" w:tplc="3566D0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1D86A7C"/>
    <w:multiLevelType w:val="hybridMultilevel"/>
    <w:tmpl w:val="1AD22B64"/>
    <w:lvl w:ilvl="0" w:tplc="5F2484D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E591F38"/>
    <w:multiLevelType w:val="hybridMultilevel"/>
    <w:tmpl w:val="A2066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38E"/>
    <w:rsid w:val="00011386"/>
    <w:rsid w:val="000522EA"/>
    <w:rsid w:val="00052422"/>
    <w:rsid w:val="000863D1"/>
    <w:rsid w:val="000867A5"/>
    <w:rsid w:val="00110172"/>
    <w:rsid w:val="001313C1"/>
    <w:rsid w:val="00214FFD"/>
    <w:rsid w:val="00296E52"/>
    <w:rsid w:val="002A6730"/>
    <w:rsid w:val="0035725D"/>
    <w:rsid w:val="00397429"/>
    <w:rsid w:val="003C4BA6"/>
    <w:rsid w:val="003C55D4"/>
    <w:rsid w:val="003D7689"/>
    <w:rsid w:val="004B0FB0"/>
    <w:rsid w:val="004F382C"/>
    <w:rsid w:val="005024A0"/>
    <w:rsid w:val="00512E64"/>
    <w:rsid w:val="00533B13"/>
    <w:rsid w:val="0054049F"/>
    <w:rsid w:val="005B38DD"/>
    <w:rsid w:val="005C4F6B"/>
    <w:rsid w:val="005D67B3"/>
    <w:rsid w:val="005F27DB"/>
    <w:rsid w:val="00731C81"/>
    <w:rsid w:val="0074138E"/>
    <w:rsid w:val="007E052D"/>
    <w:rsid w:val="00820C47"/>
    <w:rsid w:val="008828E5"/>
    <w:rsid w:val="0092187B"/>
    <w:rsid w:val="00967FE7"/>
    <w:rsid w:val="0098798F"/>
    <w:rsid w:val="00992EC5"/>
    <w:rsid w:val="009C245A"/>
    <w:rsid w:val="00A21760"/>
    <w:rsid w:val="00A33AFC"/>
    <w:rsid w:val="00A47E82"/>
    <w:rsid w:val="00AA386F"/>
    <w:rsid w:val="00AA689F"/>
    <w:rsid w:val="00AB2DA8"/>
    <w:rsid w:val="00AF38B3"/>
    <w:rsid w:val="00BD2781"/>
    <w:rsid w:val="00BF0CDE"/>
    <w:rsid w:val="00BF58F6"/>
    <w:rsid w:val="00BF6E24"/>
    <w:rsid w:val="00C12B9E"/>
    <w:rsid w:val="00C145EC"/>
    <w:rsid w:val="00C449A9"/>
    <w:rsid w:val="00CE2FDC"/>
    <w:rsid w:val="00E864D0"/>
    <w:rsid w:val="00FD1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EC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4138E"/>
    <w:rPr>
      <w:rFonts w:cs="Times New Roman"/>
      <w:color w:val="auto"/>
      <w:u w:val="single"/>
    </w:rPr>
  </w:style>
  <w:style w:type="paragraph" w:styleId="Header">
    <w:name w:val="header"/>
    <w:basedOn w:val="Normal"/>
    <w:link w:val="HeaderChar"/>
    <w:uiPriority w:val="99"/>
    <w:rsid w:val="004F382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D7689"/>
    <w:rPr>
      <w:rFonts w:cs="Times New Roman"/>
    </w:rPr>
  </w:style>
  <w:style w:type="character" w:styleId="PageNumber">
    <w:name w:val="page number"/>
    <w:basedOn w:val="DefaultParagraphFont"/>
    <w:uiPriority w:val="99"/>
    <w:rsid w:val="004F382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F38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D768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12B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B3A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2</Pages>
  <Words>425</Words>
  <Characters>2428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</cp:lastModifiedBy>
  <cp:revision>28</cp:revision>
  <cp:lastPrinted>2015-10-15T09:40:00Z</cp:lastPrinted>
  <dcterms:created xsi:type="dcterms:W3CDTF">2015-10-08T07:20:00Z</dcterms:created>
  <dcterms:modified xsi:type="dcterms:W3CDTF">2015-10-15T09:40:00Z</dcterms:modified>
</cp:coreProperties>
</file>