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4894">
        <w:rPr>
          <w:rFonts w:ascii="Times New Roman" w:hAnsi="Times New Roman"/>
          <w:b/>
          <w:bCs/>
          <w:sz w:val="28"/>
          <w:szCs w:val="28"/>
        </w:rPr>
        <w:t>АДМИНИСТРАЦИЯ МУНИЦИПАЛЬНОГО ОБРАЗОВАНИЯ</w:t>
      </w: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4894">
        <w:rPr>
          <w:rFonts w:ascii="Times New Roman" w:hAnsi="Times New Roman"/>
          <w:b/>
          <w:bCs/>
          <w:sz w:val="28"/>
          <w:szCs w:val="28"/>
        </w:rPr>
        <w:t>«КОНОШСКИЙ МУНИЦИПАЛЬНЫЙ РАЙОН»</w:t>
      </w: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4894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4894">
        <w:rPr>
          <w:rFonts w:ascii="Times New Roman" w:hAnsi="Times New Roman"/>
          <w:sz w:val="28"/>
          <w:szCs w:val="28"/>
        </w:rPr>
        <w:t xml:space="preserve">от 03 ноября </w:t>
      </w:r>
      <w:smartTag w:uri="urn:schemas-microsoft-com:office:smarttags" w:element="metricconverter">
        <w:smartTagPr>
          <w:attr w:name="ProductID" w:val="2016 г"/>
        </w:smartTagPr>
        <w:r w:rsidRPr="00524894"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>. № 600</w:t>
      </w: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24894">
        <w:rPr>
          <w:rFonts w:ascii="Times New Roman" w:hAnsi="Times New Roman"/>
          <w:sz w:val="20"/>
          <w:szCs w:val="20"/>
        </w:rPr>
        <w:t>пос. Коноша Архангельской области</w:t>
      </w:r>
    </w:p>
    <w:p w:rsidR="00C31F01" w:rsidRDefault="00C31F01" w:rsidP="005248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1F01" w:rsidRPr="004B590D" w:rsidRDefault="00C31F01" w:rsidP="00524894">
      <w:pPr>
        <w:shd w:val="clear" w:color="auto" w:fill="FFFFFF"/>
        <w:spacing w:after="0" w:line="240" w:lineRule="auto"/>
        <w:ind w:firstLine="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B590D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Порядка </w:t>
      </w:r>
    </w:p>
    <w:p w:rsidR="00C31F01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59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расходования средств, выделенных из областного бюджета</w:t>
      </w:r>
    </w:p>
    <w:p w:rsidR="00C31F01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0D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4B590D">
        <w:rPr>
          <w:rFonts w:ascii="Times New Roman" w:hAnsi="Times New Roman" w:cs="Times New Roman"/>
          <w:b/>
          <w:sz w:val="28"/>
          <w:szCs w:val="28"/>
        </w:rPr>
        <w:t>проведение мероприятий проекта «Молодёжный формат» – празднование Дня российско</w:t>
      </w:r>
      <w:r>
        <w:rPr>
          <w:rFonts w:ascii="Times New Roman" w:hAnsi="Times New Roman" w:cs="Times New Roman"/>
          <w:b/>
          <w:sz w:val="28"/>
          <w:szCs w:val="28"/>
        </w:rPr>
        <w:t>й молодёжи в рамках пункта 1.10</w:t>
      </w:r>
    </w:p>
    <w:p w:rsidR="00C31F01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0D">
        <w:rPr>
          <w:rFonts w:ascii="Times New Roman" w:hAnsi="Times New Roman" w:cs="Times New Roman"/>
          <w:b/>
          <w:sz w:val="28"/>
          <w:szCs w:val="28"/>
        </w:rPr>
        <w:t>перечня мероприятий подпрограммы № 2 государственной программы Архангельской обла</w:t>
      </w:r>
      <w:r>
        <w:rPr>
          <w:rFonts w:ascii="Times New Roman" w:hAnsi="Times New Roman" w:cs="Times New Roman"/>
          <w:b/>
          <w:sz w:val="28"/>
          <w:szCs w:val="28"/>
        </w:rPr>
        <w:t>сти «Патриотическое воспитание,</w:t>
      </w:r>
    </w:p>
    <w:p w:rsidR="00C31F01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0D">
        <w:rPr>
          <w:rFonts w:ascii="Times New Roman" w:hAnsi="Times New Roman" w:cs="Times New Roman"/>
          <w:b/>
          <w:sz w:val="28"/>
          <w:szCs w:val="28"/>
        </w:rPr>
        <w:t>развитие физичес</w:t>
      </w:r>
      <w:r>
        <w:rPr>
          <w:rFonts w:ascii="Times New Roman" w:hAnsi="Times New Roman" w:cs="Times New Roman"/>
          <w:b/>
          <w:sz w:val="28"/>
          <w:szCs w:val="28"/>
        </w:rPr>
        <w:t>кой культуры, спорта, туризма и</w:t>
      </w:r>
    </w:p>
    <w:p w:rsidR="00C31F01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0D">
        <w:rPr>
          <w:rFonts w:ascii="Times New Roman" w:hAnsi="Times New Roman" w:cs="Times New Roman"/>
          <w:b/>
          <w:sz w:val="28"/>
          <w:szCs w:val="28"/>
        </w:rPr>
        <w:t>повышение эффективности реализации мо</w:t>
      </w:r>
      <w:r>
        <w:rPr>
          <w:rFonts w:ascii="Times New Roman" w:hAnsi="Times New Roman" w:cs="Times New Roman"/>
          <w:b/>
          <w:sz w:val="28"/>
          <w:szCs w:val="28"/>
        </w:rPr>
        <w:t>лодежной политики</w:t>
      </w:r>
    </w:p>
    <w:p w:rsidR="00C31F01" w:rsidRPr="004B590D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0D">
        <w:rPr>
          <w:rFonts w:ascii="Times New Roman" w:hAnsi="Times New Roman" w:cs="Times New Roman"/>
          <w:b/>
          <w:sz w:val="28"/>
          <w:szCs w:val="28"/>
        </w:rPr>
        <w:t xml:space="preserve">в Архангельской области (2014 – 2020 годы)» </w:t>
      </w:r>
      <w:r w:rsidRPr="004B59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2016 году</w:t>
      </w:r>
    </w:p>
    <w:p w:rsidR="00C31F01" w:rsidRPr="004B590D" w:rsidRDefault="00C31F01" w:rsidP="0052489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1F01" w:rsidRPr="004B590D" w:rsidRDefault="00C31F01" w:rsidP="0052489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1F01" w:rsidRPr="004B590D" w:rsidRDefault="00C31F01" w:rsidP="004B590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590D">
        <w:rPr>
          <w:rFonts w:ascii="Times New Roman" w:hAnsi="Times New Roman" w:cs="Times New Roman"/>
          <w:sz w:val="28"/>
          <w:szCs w:val="28"/>
        </w:rPr>
        <w:t xml:space="preserve">В соответствии с законом Архангельской области от 18 декабря 2015 года № 375-22-ОЗ «Об областном бюджете на 2016 год», Соглашением о предоставлении субсидии от 13 мая 2016 года № 21-01/216-5 между администрацией Губернатора Архангельской области и Правительством Архангельской области и муниципальным образованием «Коношский муниципальный район»,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статьей 25 </w:t>
      </w:r>
      <w:r w:rsidRPr="004B590D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«Коношский муниципальный район», муниципальной программой </w:t>
      </w:r>
      <w:r w:rsidRPr="004B590D">
        <w:rPr>
          <w:rFonts w:ascii="Times New Roman" w:hAnsi="Times New Roman" w:cs="Times New Roman"/>
          <w:bCs/>
          <w:sz w:val="28"/>
          <w:szCs w:val="28"/>
        </w:rPr>
        <w:t>«</w:t>
      </w:r>
      <w:r w:rsidRPr="004B590D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молодежи – территория развития Коношского района </w:t>
      </w:r>
      <w:r w:rsidRPr="004B590D">
        <w:rPr>
          <w:rFonts w:ascii="Times New Roman" w:hAnsi="Times New Roman" w:cs="Times New Roman"/>
          <w:bCs/>
          <w:sz w:val="28"/>
          <w:szCs w:val="28"/>
        </w:rPr>
        <w:t>на 2016 год»</w:t>
      </w:r>
      <w:r w:rsidRPr="004B590D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муниципального образования «Коношски</w:t>
      </w:r>
      <w:r>
        <w:rPr>
          <w:rFonts w:ascii="Times New Roman" w:hAnsi="Times New Roman" w:cs="Times New Roman"/>
          <w:sz w:val="28"/>
          <w:szCs w:val="28"/>
        </w:rPr>
        <w:t>й муниципальный район» от</w:t>
      </w:r>
      <w:r>
        <w:rPr>
          <w:rFonts w:ascii="Times New Roman" w:hAnsi="Times New Roman" w:cs="Times New Roman"/>
          <w:sz w:val="28"/>
          <w:szCs w:val="28"/>
        </w:rPr>
        <w:br/>
        <w:t xml:space="preserve">01 октября </w:t>
      </w:r>
      <w:r w:rsidRPr="004B590D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B590D">
        <w:rPr>
          <w:rFonts w:ascii="Times New Roman" w:hAnsi="Times New Roman" w:cs="Times New Roman"/>
          <w:sz w:val="28"/>
          <w:szCs w:val="28"/>
        </w:rPr>
        <w:t xml:space="preserve"> № 647, администрация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4B590D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т:</w:t>
      </w:r>
    </w:p>
    <w:p w:rsidR="00C31F01" w:rsidRPr="004B590D" w:rsidRDefault="00C31F01" w:rsidP="004B590D">
      <w:pPr>
        <w:pStyle w:val="ConsPlusNonformat"/>
        <w:widowControl/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B590D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Pr="004B59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Порядок расходования средств, выделенных из областного бюджета </w:t>
      </w:r>
      <w:r w:rsidRPr="004B590D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4B590D">
        <w:rPr>
          <w:rFonts w:ascii="Times New Roman" w:hAnsi="Times New Roman" w:cs="Times New Roman"/>
          <w:sz w:val="28"/>
          <w:szCs w:val="28"/>
        </w:rPr>
        <w:t>проведение мероприяти</w:t>
      </w:r>
      <w:r>
        <w:rPr>
          <w:rFonts w:ascii="Times New Roman" w:hAnsi="Times New Roman" w:cs="Times New Roman"/>
          <w:sz w:val="28"/>
          <w:szCs w:val="28"/>
        </w:rPr>
        <w:t xml:space="preserve">й проекта «Молодёжный формат» – </w:t>
      </w:r>
      <w:r w:rsidRPr="004B590D">
        <w:rPr>
          <w:rFonts w:ascii="Times New Roman" w:hAnsi="Times New Roman" w:cs="Times New Roman"/>
          <w:sz w:val="28"/>
          <w:szCs w:val="28"/>
        </w:rPr>
        <w:t>празднование Дня российской молодёжи в рамках пункта 1.10 перечня мероприятий подпрограммы № 2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Cs/>
          <w:color w:val="000000"/>
          <w:sz w:val="28"/>
          <w:szCs w:val="28"/>
        </w:rPr>
        <w:t>в 2016 году</w:t>
      </w:r>
      <w:r w:rsidRPr="004B590D">
        <w:rPr>
          <w:rFonts w:ascii="Times New Roman" w:hAnsi="Times New Roman" w:cs="Times New Roman"/>
          <w:sz w:val="28"/>
          <w:szCs w:val="28"/>
        </w:rPr>
        <w:t>.</w:t>
      </w:r>
    </w:p>
    <w:p w:rsidR="00C31F01" w:rsidRPr="004B590D" w:rsidRDefault="00C31F01" w:rsidP="004B590D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B590D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муниципального образования «Коношский муниципальный район» по социальным вопросам</w:t>
      </w:r>
      <w:r>
        <w:rPr>
          <w:rFonts w:ascii="Times New Roman" w:hAnsi="Times New Roman"/>
          <w:sz w:val="28"/>
          <w:szCs w:val="28"/>
        </w:rPr>
        <w:br/>
      </w:r>
      <w:r w:rsidRPr="004B590D">
        <w:rPr>
          <w:rFonts w:ascii="Times New Roman" w:hAnsi="Times New Roman"/>
          <w:sz w:val="28"/>
          <w:szCs w:val="28"/>
        </w:rPr>
        <w:t xml:space="preserve">С.А. Захарова. </w:t>
      </w:r>
    </w:p>
    <w:p w:rsidR="00C31F01" w:rsidRPr="004B590D" w:rsidRDefault="00C31F01" w:rsidP="004B590D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B590D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подписания, применяется к правоотношениям с 01 января 2016 года и подлежит опубликованию на официальном сайте муниципального образования «Коношский муниципальный район».</w:t>
      </w:r>
    </w:p>
    <w:p w:rsidR="00C31F01" w:rsidRPr="004B590D" w:rsidRDefault="00C31F01" w:rsidP="005248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F01" w:rsidRDefault="00C31F01" w:rsidP="005248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F01" w:rsidRPr="004B590D" w:rsidRDefault="00C31F01" w:rsidP="005248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F01" w:rsidRPr="00292985" w:rsidRDefault="00C31F01" w:rsidP="005248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2985">
        <w:rPr>
          <w:rFonts w:ascii="Times New Roman" w:hAnsi="Times New Roman"/>
          <w:b/>
          <w:sz w:val="28"/>
          <w:szCs w:val="28"/>
        </w:rPr>
        <w:t>Исполняющий обязанности</w:t>
      </w:r>
    </w:p>
    <w:p w:rsidR="00C31F01" w:rsidRPr="00292985" w:rsidRDefault="00C31F01" w:rsidP="005248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2985">
        <w:rPr>
          <w:rFonts w:ascii="Times New Roman" w:hAnsi="Times New Roman"/>
          <w:b/>
          <w:sz w:val="28"/>
          <w:szCs w:val="28"/>
        </w:rPr>
        <w:t>Главы администрации</w:t>
      </w:r>
    </w:p>
    <w:p w:rsidR="00C31F01" w:rsidRPr="00292985" w:rsidRDefault="00C31F01" w:rsidP="00292985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2985">
        <w:rPr>
          <w:rFonts w:ascii="Times New Roman" w:hAnsi="Times New Roman"/>
          <w:b/>
          <w:sz w:val="28"/>
          <w:szCs w:val="28"/>
        </w:rPr>
        <w:t>муници</w:t>
      </w:r>
      <w:r>
        <w:rPr>
          <w:rFonts w:ascii="Times New Roman" w:hAnsi="Times New Roman"/>
          <w:b/>
          <w:sz w:val="28"/>
          <w:szCs w:val="28"/>
        </w:rPr>
        <w:t>пального образования</w:t>
      </w:r>
      <w:r>
        <w:rPr>
          <w:rFonts w:ascii="Times New Roman" w:hAnsi="Times New Roman"/>
          <w:b/>
          <w:sz w:val="28"/>
          <w:szCs w:val="28"/>
        </w:rPr>
        <w:tab/>
      </w:r>
      <w:r w:rsidRPr="00292985">
        <w:rPr>
          <w:rFonts w:ascii="Times New Roman" w:hAnsi="Times New Roman"/>
          <w:b/>
          <w:sz w:val="28"/>
          <w:szCs w:val="28"/>
        </w:rPr>
        <w:t>С.В. Серов</w:t>
      </w:r>
    </w:p>
    <w:sectPr w:rsidR="00C31F01" w:rsidRPr="00292985" w:rsidSect="00D722FF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F01" w:rsidRDefault="00C31F01">
      <w:r>
        <w:separator/>
      </w:r>
    </w:p>
  </w:endnote>
  <w:endnote w:type="continuationSeparator" w:id="1">
    <w:p w:rsidR="00C31F01" w:rsidRDefault="00C31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F01" w:rsidRDefault="00C31F01">
      <w:r>
        <w:separator/>
      </w:r>
    </w:p>
  </w:footnote>
  <w:footnote w:type="continuationSeparator" w:id="1">
    <w:p w:rsidR="00C31F01" w:rsidRDefault="00C31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F01" w:rsidRDefault="00C31F01" w:rsidP="005E120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1F01" w:rsidRDefault="00C31F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F01" w:rsidRPr="00D722FF" w:rsidRDefault="00C31F01" w:rsidP="00D722FF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D722FF">
      <w:rPr>
        <w:rStyle w:val="PageNumber"/>
        <w:rFonts w:ascii="Times New Roman" w:hAnsi="Times New Roman"/>
        <w:sz w:val="24"/>
        <w:szCs w:val="24"/>
      </w:rPr>
      <w:fldChar w:fldCharType="begin"/>
    </w:r>
    <w:r w:rsidRPr="00D722FF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D722FF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D722FF">
      <w:rPr>
        <w:rStyle w:val="PageNumber"/>
        <w:rFonts w:ascii="Times New Roman" w:hAnsi="Times New Roman"/>
        <w:sz w:val="24"/>
        <w:szCs w:val="24"/>
      </w:rPr>
      <w:fldChar w:fldCharType="end"/>
    </w:r>
  </w:p>
  <w:p w:rsidR="00C31F01" w:rsidRPr="00D722FF" w:rsidRDefault="00C31F01" w:rsidP="00D722FF">
    <w:pPr>
      <w:pStyle w:val="Header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5ADB"/>
    <w:multiLevelType w:val="hybridMultilevel"/>
    <w:tmpl w:val="5BDA1A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9C606C6"/>
    <w:multiLevelType w:val="hybridMultilevel"/>
    <w:tmpl w:val="6E309226"/>
    <w:lvl w:ilvl="0" w:tplc="84FC18E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839"/>
    <w:rsid w:val="000023D3"/>
    <w:rsid w:val="00002A89"/>
    <w:rsid w:val="00004B84"/>
    <w:rsid w:val="00006836"/>
    <w:rsid w:val="00007DC9"/>
    <w:rsid w:val="00016F89"/>
    <w:rsid w:val="000231C0"/>
    <w:rsid w:val="0006124A"/>
    <w:rsid w:val="000615D5"/>
    <w:rsid w:val="00063A66"/>
    <w:rsid w:val="0006795E"/>
    <w:rsid w:val="0007102D"/>
    <w:rsid w:val="00081E1F"/>
    <w:rsid w:val="0009402D"/>
    <w:rsid w:val="000A0523"/>
    <w:rsid w:val="000B0CFF"/>
    <w:rsid w:val="000B6F88"/>
    <w:rsid w:val="000D3756"/>
    <w:rsid w:val="000E4991"/>
    <w:rsid w:val="000F2C7D"/>
    <w:rsid w:val="000F460D"/>
    <w:rsid w:val="000F5C0D"/>
    <w:rsid w:val="00101A51"/>
    <w:rsid w:val="001029F2"/>
    <w:rsid w:val="001031C7"/>
    <w:rsid w:val="00104308"/>
    <w:rsid w:val="0012068B"/>
    <w:rsid w:val="00123394"/>
    <w:rsid w:val="001255A3"/>
    <w:rsid w:val="00125E16"/>
    <w:rsid w:val="00130045"/>
    <w:rsid w:val="00134DBA"/>
    <w:rsid w:val="00135C3B"/>
    <w:rsid w:val="00150570"/>
    <w:rsid w:val="00152EFB"/>
    <w:rsid w:val="0016149D"/>
    <w:rsid w:val="0016571D"/>
    <w:rsid w:val="001705E2"/>
    <w:rsid w:val="001906C0"/>
    <w:rsid w:val="001B4334"/>
    <w:rsid w:val="001B491F"/>
    <w:rsid w:val="001C05FE"/>
    <w:rsid w:val="001C10CF"/>
    <w:rsid w:val="001C72E9"/>
    <w:rsid w:val="001D7C0D"/>
    <w:rsid w:val="001E1396"/>
    <w:rsid w:val="001E6E89"/>
    <w:rsid w:val="001F7A72"/>
    <w:rsid w:val="002126C4"/>
    <w:rsid w:val="00226260"/>
    <w:rsid w:val="002340C2"/>
    <w:rsid w:val="00234BC9"/>
    <w:rsid w:val="00243BDB"/>
    <w:rsid w:val="0024624C"/>
    <w:rsid w:val="00256291"/>
    <w:rsid w:val="00260794"/>
    <w:rsid w:val="00266566"/>
    <w:rsid w:val="0027705E"/>
    <w:rsid w:val="002841DD"/>
    <w:rsid w:val="0028766D"/>
    <w:rsid w:val="00292985"/>
    <w:rsid w:val="002952AC"/>
    <w:rsid w:val="00295AB7"/>
    <w:rsid w:val="002B2B56"/>
    <w:rsid w:val="002C638E"/>
    <w:rsid w:val="002D0802"/>
    <w:rsid w:val="002D24E2"/>
    <w:rsid w:val="002E1FF1"/>
    <w:rsid w:val="002F65AF"/>
    <w:rsid w:val="00314548"/>
    <w:rsid w:val="003367F0"/>
    <w:rsid w:val="0035231A"/>
    <w:rsid w:val="00355BC2"/>
    <w:rsid w:val="00362D30"/>
    <w:rsid w:val="003633C5"/>
    <w:rsid w:val="00387329"/>
    <w:rsid w:val="00391792"/>
    <w:rsid w:val="00392E12"/>
    <w:rsid w:val="0039490A"/>
    <w:rsid w:val="003B2BB2"/>
    <w:rsid w:val="003C1CAA"/>
    <w:rsid w:val="003D0D0F"/>
    <w:rsid w:val="003D1BB5"/>
    <w:rsid w:val="003D72AC"/>
    <w:rsid w:val="003D781C"/>
    <w:rsid w:val="003E15E3"/>
    <w:rsid w:val="003E598A"/>
    <w:rsid w:val="003E6B3F"/>
    <w:rsid w:val="003F336F"/>
    <w:rsid w:val="00400647"/>
    <w:rsid w:val="00401309"/>
    <w:rsid w:val="004015D5"/>
    <w:rsid w:val="00405019"/>
    <w:rsid w:val="004053BA"/>
    <w:rsid w:val="00411E14"/>
    <w:rsid w:val="004226B9"/>
    <w:rsid w:val="00423E02"/>
    <w:rsid w:val="004323FC"/>
    <w:rsid w:val="00432B72"/>
    <w:rsid w:val="004421BB"/>
    <w:rsid w:val="00442700"/>
    <w:rsid w:val="004433E5"/>
    <w:rsid w:val="00453D85"/>
    <w:rsid w:val="00457151"/>
    <w:rsid w:val="0046146F"/>
    <w:rsid w:val="00462DF3"/>
    <w:rsid w:val="0046415B"/>
    <w:rsid w:val="00481598"/>
    <w:rsid w:val="00484037"/>
    <w:rsid w:val="00494D04"/>
    <w:rsid w:val="004961EE"/>
    <w:rsid w:val="004A39A8"/>
    <w:rsid w:val="004B2F06"/>
    <w:rsid w:val="004B590D"/>
    <w:rsid w:val="004C0884"/>
    <w:rsid w:val="004C4C20"/>
    <w:rsid w:val="004C7484"/>
    <w:rsid w:val="004D3AF1"/>
    <w:rsid w:val="004D3F97"/>
    <w:rsid w:val="004F5FE4"/>
    <w:rsid w:val="005047D9"/>
    <w:rsid w:val="005138B1"/>
    <w:rsid w:val="005218AF"/>
    <w:rsid w:val="0052288D"/>
    <w:rsid w:val="00524894"/>
    <w:rsid w:val="005261ED"/>
    <w:rsid w:val="00527FD5"/>
    <w:rsid w:val="0054477A"/>
    <w:rsid w:val="00544E00"/>
    <w:rsid w:val="00545D25"/>
    <w:rsid w:val="005477DF"/>
    <w:rsid w:val="005547B2"/>
    <w:rsid w:val="005567D1"/>
    <w:rsid w:val="00556E4E"/>
    <w:rsid w:val="00561772"/>
    <w:rsid w:val="0056222F"/>
    <w:rsid w:val="005963E3"/>
    <w:rsid w:val="005A110A"/>
    <w:rsid w:val="005A4E08"/>
    <w:rsid w:val="005A7DD7"/>
    <w:rsid w:val="005B0226"/>
    <w:rsid w:val="005B305B"/>
    <w:rsid w:val="005D386D"/>
    <w:rsid w:val="005D4546"/>
    <w:rsid w:val="005E1204"/>
    <w:rsid w:val="005E2B36"/>
    <w:rsid w:val="005F6512"/>
    <w:rsid w:val="00600D54"/>
    <w:rsid w:val="006011CC"/>
    <w:rsid w:val="00612F27"/>
    <w:rsid w:val="006248C6"/>
    <w:rsid w:val="00637593"/>
    <w:rsid w:val="0064498F"/>
    <w:rsid w:val="00645EFC"/>
    <w:rsid w:val="00655F01"/>
    <w:rsid w:val="0066245D"/>
    <w:rsid w:val="00674DED"/>
    <w:rsid w:val="00677EEA"/>
    <w:rsid w:val="0068033B"/>
    <w:rsid w:val="00681446"/>
    <w:rsid w:val="006942DA"/>
    <w:rsid w:val="006A25BE"/>
    <w:rsid w:val="006B236E"/>
    <w:rsid w:val="006C077E"/>
    <w:rsid w:val="006C2C41"/>
    <w:rsid w:val="006C2CEB"/>
    <w:rsid w:val="006C3D67"/>
    <w:rsid w:val="006C4CE5"/>
    <w:rsid w:val="006C784D"/>
    <w:rsid w:val="006F27D3"/>
    <w:rsid w:val="006F31FA"/>
    <w:rsid w:val="00704BDC"/>
    <w:rsid w:val="0071750B"/>
    <w:rsid w:val="0072256C"/>
    <w:rsid w:val="00722D8A"/>
    <w:rsid w:val="0072772C"/>
    <w:rsid w:val="00735996"/>
    <w:rsid w:val="00742C2D"/>
    <w:rsid w:val="007440B2"/>
    <w:rsid w:val="007443D0"/>
    <w:rsid w:val="00747741"/>
    <w:rsid w:val="007528AF"/>
    <w:rsid w:val="00753E13"/>
    <w:rsid w:val="00761E2A"/>
    <w:rsid w:val="00762E65"/>
    <w:rsid w:val="0076456D"/>
    <w:rsid w:val="007650E2"/>
    <w:rsid w:val="00767C89"/>
    <w:rsid w:val="00773DDE"/>
    <w:rsid w:val="007762FD"/>
    <w:rsid w:val="007871F9"/>
    <w:rsid w:val="00794C33"/>
    <w:rsid w:val="00796785"/>
    <w:rsid w:val="007A2C16"/>
    <w:rsid w:val="007A6A64"/>
    <w:rsid w:val="007A6E96"/>
    <w:rsid w:val="007B45D1"/>
    <w:rsid w:val="007D0261"/>
    <w:rsid w:val="007D500A"/>
    <w:rsid w:val="007F24CB"/>
    <w:rsid w:val="007F3D66"/>
    <w:rsid w:val="007F43F7"/>
    <w:rsid w:val="007F7CFD"/>
    <w:rsid w:val="008152BA"/>
    <w:rsid w:val="00823AF3"/>
    <w:rsid w:val="008263E0"/>
    <w:rsid w:val="008321A7"/>
    <w:rsid w:val="00836742"/>
    <w:rsid w:val="008455A1"/>
    <w:rsid w:val="00855407"/>
    <w:rsid w:val="00867E5D"/>
    <w:rsid w:val="00872DDA"/>
    <w:rsid w:val="00875A79"/>
    <w:rsid w:val="008867E6"/>
    <w:rsid w:val="00895A1C"/>
    <w:rsid w:val="00897539"/>
    <w:rsid w:val="008A2BFD"/>
    <w:rsid w:val="008B5DF1"/>
    <w:rsid w:val="008B62E8"/>
    <w:rsid w:val="008D1251"/>
    <w:rsid w:val="008D1554"/>
    <w:rsid w:val="008D2101"/>
    <w:rsid w:val="008D5AEC"/>
    <w:rsid w:val="008E00E9"/>
    <w:rsid w:val="008E2961"/>
    <w:rsid w:val="008E5AF8"/>
    <w:rsid w:val="009017BC"/>
    <w:rsid w:val="00903EFF"/>
    <w:rsid w:val="00916170"/>
    <w:rsid w:val="00925A8D"/>
    <w:rsid w:val="009336FE"/>
    <w:rsid w:val="009409EB"/>
    <w:rsid w:val="00945808"/>
    <w:rsid w:val="00947839"/>
    <w:rsid w:val="009503D3"/>
    <w:rsid w:val="0096254C"/>
    <w:rsid w:val="00964AA3"/>
    <w:rsid w:val="00971FC1"/>
    <w:rsid w:val="00986BC2"/>
    <w:rsid w:val="0099488F"/>
    <w:rsid w:val="00994A8F"/>
    <w:rsid w:val="00996865"/>
    <w:rsid w:val="009B1AFB"/>
    <w:rsid w:val="009D126F"/>
    <w:rsid w:val="009D4C64"/>
    <w:rsid w:val="00A13EF4"/>
    <w:rsid w:val="00A16BB3"/>
    <w:rsid w:val="00A21E69"/>
    <w:rsid w:val="00A344EE"/>
    <w:rsid w:val="00A47A75"/>
    <w:rsid w:val="00A513F4"/>
    <w:rsid w:val="00A65D35"/>
    <w:rsid w:val="00A66120"/>
    <w:rsid w:val="00A75EB3"/>
    <w:rsid w:val="00A92B4B"/>
    <w:rsid w:val="00A93CAA"/>
    <w:rsid w:val="00AA1105"/>
    <w:rsid w:val="00AB0036"/>
    <w:rsid w:val="00AB71E1"/>
    <w:rsid w:val="00AC369C"/>
    <w:rsid w:val="00AD0188"/>
    <w:rsid w:val="00AD3C25"/>
    <w:rsid w:val="00AD52D3"/>
    <w:rsid w:val="00AD6ECE"/>
    <w:rsid w:val="00AE0563"/>
    <w:rsid w:val="00AF4B9A"/>
    <w:rsid w:val="00B04051"/>
    <w:rsid w:val="00B12562"/>
    <w:rsid w:val="00B15E0B"/>
    <w:rsid w:val="00B225C0"/>
    <w:rsid w:val="00B32885"/>
    <w:rsid w:val="00B37640"/>
    <w:rsid w:val="00B43873"/>
    <w:rsid w:val="00B525A3"/>
    <w:rsid w:val="00B57FDB"/>
    <w:rsid w:val="00B60110"/>
    <w:rsid w:val="00B64013"/>
    <w:rsid w:val="00B8104B"/>
    <w:rsid w:val="00B8379E"/>
    <w:rsid w:val="00B848EC"/>
    <w:rsid w:val="00B91E29"/>
    <w:rsid w:val="00B946A4"/>
    <w:rsid w:val="00B95305"/>
    <w:rsid w:val="00B96AAF"/>
    <w:rsid w:val="00BA0372"/>
    <w:rsid w:val="00BA11BF"/>
    <w:rsid w:val="00BA2D4A"/>
    <w:rsid w:val="00BB1917"/>
    <w:rsid w:val="00BE3B79"/>
    <w:rsid w:val="00BE453F"/>
    <w:rsid w:val="00BF60C4"/>
    <w:rsid w:val="00C0586E"/>
    <w:rsid w:val="00C123AE"/>
    <w:rsid w:val="00C20FCE"/>
    <w:rsid w:val="00C2443E"/>
    <w:rsid w:val="00C26283"/>
    <w:rsid w:val="00C279A7"/>
    <w:rsid w:val="00C30768"/>
    <w:rsid w:val="00C31871"/>
    <w:rsid w:val="00C31F01"/>
    <w:rsid w:val="00C330E0"/>
    <w:rsid w:val="00C3427E"/>
    <w:rsid w:val="00C558C9"/>
    <w:rsid w:val="00C71DF1"/>
    <w:rsid w:val="00C73E9C"/>
    <w:rsid w:val="00C7593B"/>
    <w:rsid w:val="00C90097"/>
    <w:rsid w:val="00C9374C"/>
    <w:rsid w:val="00CA085B"/>
    <w:rsid w:val="00CA1158"/>
    <w:rsid w:val="00CC1602"/>
    <w:rsid w:val="00CC5B25"/>
    <w:rsid w:val="00CE0000"/>
    <w:rsid w:val="00CE5485"/>
    <w:rsid w:val="00CF79AE"/>
    <w:rsid w:val="00D11533"/>
    <w:rsid w:val="00D12744"/>
    <w:rsid w:val="00D15FA4"/>
    <w:rsid w:val="00D208DF"/>
    <w:rsid w:val="00D20986"/>
    <w:rsid w:val="00D43F95"/>
    <w:rsid w:val="00D579E1"/>
    <w:rsid w:val="00D61465"/>
    <w:rsid w:val="00D64AE4"/>
    <w:rsid w:val="00D722FF"/>
    <w:rsid w:val="00D736CA"/>
    <w:rsid w:val="00D764C0"/>
    <w:rsid w:val="00D80F8A"/>
    <w:rsid w:val="00D8438F"/>
    <w:rsid w:val="00D86ABC"/>
    <w:rsid w:val="00D952D4"/>
    <w:rsid w:val="00D95D50"/>
    <w:rsid w:val="00DB4B65"/>
    <w:rsid w:val="00DB6C1A"/>
    <w:rsid w:val="00DB78A8"/>
    <w:rsid w:val="00DC4705"/>
    <w:rsid w:val="00DC5951"/>
    <w:rsid w:val="00DC6787"/>
    <w:rsid w:val="00DD7FF7"/>
    <w:rsid w:val="00DE2960"/>
    <w:rsid w:val="00DE3AEA"/>
    <w:rsid w:val="00DF579A"/>
    <w:rsid w:val="00DF67D0"/>
    <w:rsid w:val="00E03230"/>
    <w:rsid w:val="00E11037"/>
    <w:rsid w:val="00E234D7"/>
    <w:rsid w:val="00E31156"/>
    <w:rsid w:val="00E32516"/>
    <w:rsid w:val="00E344AC"/>
    <w:rsid w:val="00E37E89"/>
    <w:rsid w:val="00E40A07"/>
    <w:rsid w:val="00E4532E"/>
    <w:rsid w:val="00E51EFC"/>
    <w:rsid w:val="00E539F0"/>
    <w:rsid w:val="00E56AAF"/>
    <w:rsid w:val="00E5785F"/>
    <w:rsid w:val="00E72977"/>
    <w:rsid w:val="00E87D63"/>
    <w:rsid w:val="00E91064"/>
    <w:rsid w:val="00E94393"/>
    <w:rsid w:val="00E96ED1"/>
    <w:rsid w:val="00EA7D9B"/>
    <w:rsid w:val="00EB4B28"/>
    <w:rsid w:val="00ED5F5E"/>
    <w:rsid w:val="00EE1B20"/>
    <w:rsid w:val="00EF05FF"/>
    <w:rsid w:val="00EF7379"/>
    <w:rsid w:val="00EF7C63"/>
    <w:rsid w:val="00F100AA"/>
    <w:rsid w:val="00F12F66"/>
    <w:rsid w:val="00F1374D"/>
    <w:rsid w:val="00F22785"/>
    <w:rsid w:val="00F22EDF"/>
    <w:rsid w:val="00F23210"/>
    <w:rsid w:val="00F2487D"/>
    <w:rsid w:val="00F2495E"/>
    <w:rsid w:val="00F25FFD"/>
    <w:rsid w:val="00F303BB"/>
    <w:rsid w:val="00F337AA"/>
    <w:rsid w:val="00F46840"/>
    <w:rsid w:val="00F52946"/>
    <w:rsid w:val="00F60533"/>
    <w:rsid w:val="00F60AE3"/>
    <w:rsid w:val="00F644DF"/>
    <w:rsid w:val="00F668E2"/>
    <w:rsid w:val="00F70871"/>
    <w:rsid w:val="00F768BE"/>
    <w:rsid w:val="00F954AF"/>
    <w:rsid w:val="00FD25BC"/>
    <w:rsid w:val="00FD43A1"/>
    <w:rsid w:val="00FE473C"/>
    <w:rsid w:val="00FE4857"/>
    <w:rsid w:val="00FE4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83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4783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478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947839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47839"/>
    <w:rPr>
      <w:rFonts w:ascii="Times New Roman" w:hAnsi="Times New Roman" w:cs="Times New Roman"/>
      <w:sz w:val="28"/>
      <w:szCs w:val="28"/>
      <w:lang w:eastAsia="ru-RU"/>
    </w:rPr>
  </w:style>
  <w:style w:type="paragraph" w:styleId="NoSpacing">
    <w:name w:val="No Spacing"/>
    <w:uiPriority w:val="99"/>
    <w:qFormat/>
    <w:rsid w:val="00947839"/>
    <w:rPr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94783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47839"/>
    <w:rPr>
      <w:rFonts w:ascii="Calibri" w:hAnsi="Calibri" w:cs="Times New Roman"/>
      <w:sz w:val="16"/>
      <w:szCs w:val="16"/>
    </w:rPr>
  </w:style>
  <w:style w:type="paragraph" w:customStyle="1" w:styleId="ConsPlusNonformat">
    <w:name w:val="ConsPlusNonformat"/>
    <w:uiPriority w:val="99"/>
    <w:rsid w:val="009478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uiPriority w:val="99"/>
    <w:rsid w:val="00947839"/>
  </w:style>
  <w:style w:type="character" w:styleId="Hyperlink">
    <w:name w:val="Hyperlink"/>
    <w:basedOn w:val="DefaultParagraphFont"/>
    <w:uiPriority w:val="99"/>
    <w:rsid w:val="00947839"/>
    <w:rPr>
      <w:rFonts w:cs="Times New Roman"/>
      <w:color w:val="0000FF"/>
      <w:u w:val="single"/>
    </w:rPr>
  </w:style>
  <w:style w:type="paragraph" w:customStyle="1" w:styleId="rmclsfpy">
    <w:name w:val="rmclsfpy"/>
    <w:basedOn w:val="Normal"/>
    <w:uiPriority w:val="99"/>
    <w:rsid w:val="009478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t1">
    <w:name w:val="stylet1"/>
    <w:basedOn w:val="Normal"/>
    <w:uiPriority w:val="99"/>
    <w:rsid w:val="006C78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C784D"/>
    <w:rPr>
      <w:rFonts w:cs="Times New Roman"/>
      <w:b/>
      <w:bCs/>
    </w:rPr>
  </w:style>
  <w:style w:type="paragraph" w:customStyle="1" w:styleId="stylet3">
    <w:name w:val="stylet3"/>
    <w:basedOn w:val="Normal"/>
    <w:uiPriority w:val="99"/>
    <w:rsid w:val="006C78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F2C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15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5E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722F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3A45"/>
    <w:rPr>
      <w:lang w:eastAsia="en-US"/>
    </w:rPr>
  </w:style>
  <w:style w:type="character" w:styleId="PageNumber">
    <w:name w:val="page number"/>
    <w:basedOn w:val="DefaultParagraphFont"/>
    <w:uiPriority w:val="99"/>
    <w:rsid w:val="00D722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22F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3A4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772</TotalTime>
  <Pages>2</Pages>
  <Words>351</Words>
  <Characters>2002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29</cp:revision>
  <cp:lastPrinted>2016-11-07T11:58:00Z</cp:lastPrinted>
  <dcterms:created xsi:type="dcterms:W3CDTF">2016-10-27T05:10:00Z</dcterms:created>
  <dcterms:modified xsi:type="dcterms:W3CDTF">2016-11-07T11:58:00Z</dcterms:modified>
</cp:coreProperties>
</file>