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58" w:rsidRPr="00497C19" w:rsidRDefault="00EA5058" w:rsidP="00497C19">
      <w:pPr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497C19">
        <w:rPr>
          <w:rFonts w:ascii="Times New Roman" w:hAnsi="Times New Roman"/>
          <w:sz w:val="24"/>
          <w:szCs w:val="24"/>
        </w:rPr>
        <w:t>ПРИЛОЖЕНИЕ № 2</w:t>
      </w:r>
    </w:p>
    <w:p w:rsidR="00EA5058" w:rsidRPr="00497C19" w:rsidRDefault="00EA5058" w:rsidP="00497C19">
      <w:pPr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497C19">
        <w:rPr>
          <w:rFonts w:ascii="Times New Roman" w:hAnsi="Times New Roman"/>
          <w:sz w:val="24"/>
          <w:szCs w:val="24"/>
        </w:rPr>
        <w:t>к Положению о районном конкурсе</w:t>
      </w:r>
    </w:p>
    <w:p w:rsidR="00EA5058" w:rsidRPr="00497C19" w:rsidRDefault="00EA5058" w:rsidP="00497C19">
      <w:pPr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497C19">
        <w:rPr>
          <w:rFonts w:ascii="Times New Roman" w:hAnsi="Times New Roman"/>
          <w:sz w:val="24"/>
          <w:szCs w:val="24"/>
        </w:rPr>
        <w:t>проектов на частичное финансирование</w:t>
      </w:r>
    </w:p>
    <w:p w:rsidR="00EA5058" w:rsidRPr="00497C19" w:rsidRDefault="00EA5058" w:rsidP="00497C19">
      <w:pPr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497C19">
        <w:rPr>
          <w:rFonts w:ascii="Times New Roman" w:hAnsi="Times New Roman"/>
          <w:sz w:val="24"/>
          <w:szCs w:val="24"/>
        </w:rPr>
        <w:t>постановки театральных, музыкальных,</w:t>
      </w:r>
    </w:p>
    <w:p w:rsidR="00EA5058" w:rsidRPr="00497C19" w:rsidRDefault="00EA5058" w:rsidP="00497C19">
      <w:pPr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497C19">
        <w:rPr>
          <w:rFonts w:ascii="Times New Roman" w:hAnsi="Times New Roman"/>
          <w:sz w:val="24"/>
          <w:szCs w:val="24"/>
        </w:rPr>
        <w:t>хореографических спектаклей,</w:t>
      </w:r>
    </w:p>
    <w:p w:rsidR="00EA5058" w:rsidRPr="00497C19" w:rsidRDefault="00EA5058" w:rsidP="00497C19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4"/>
          <w:szCs w:val="24"/>
        </w:rPr>
      </w:pPr>
      <w:r w:rsidRPr="00497C19">
        <w:rPr>
          <w:rFonts w:ascii="Times New Roman" w:hAnsi="Times New Roman"/>
          <w:sz w:val="24"/>
          <w:szCs w:val="24"/>
        </w:rPr>
        <w:t>театрализованных концертов</w:t>
      </w:r>
    </w:p>
    <w:p w:rsidR="00EA5058" w:rsidRPr="00497C19" w:rsidRDefault="00EA5058" w:rsidP="00497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5058" w:rsidRPr="00497C19" w:rsidRDefault="00EA5058" w:rsidP="00497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5058" w:rsidRPr="00497C19" w:rsidRDefault="00EA5058" w:rsidP="00497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5058" w:rsidRPr="00497C19" w:rsidRDefault="00EA5058" w:rsidP="00497C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7C19">
        <w:rPr>
          <w:rFonts w:ascii="Times New Roman" w:hAnsi="Times New Roman"/>
          <w:b/>
          <w:sz w:val="24"/>
          <w:szCs w:val="24"/>
        </w:rPr>
        <w:t>Таблица оценки проектных заявок членами грантовой комиссии</w:t>
      </w:r>
    </w:p>
    <w:p w:rsidR="00EA5058" w:rsidRPr="00497C19" w:rsidRDefault="00EA5058" w:rsidP="00497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64"/>
        <w:gridCol w:w="1984"/>
        <w:gridCol w:w="2622"/>
      </w:tblGrid>
      <w:tr w:rsidR="00EA5058" w:rsidRPr="00497C19" w:rsidTr="00497C19">
        <w:tc>
          <w:tcPr>
            <w:tcW w:w="4964" w:type="dxa"/>
          </w:tcPr>
          <w:p w:rsidR="00EA5058" w:rsidRPr="00497C19" w:rsidRDefault="00EA5058" w:rsidP="00497C19">
            <w:pPr>
              <w:pStyle w:val="BodyText"/>
              <w:jc w:val="center"/>
              <w:rPr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497C19">
              <w:rPr>
                <w:bCs/>
                <w:szCs w:val="24"/>
              </w:rPr>
              <w:t>ритерии оценки проектных заявок</w:t>
            </w:r>
          </w:p>
        </w:tc>
        <w:tc>
          <w:tcPr>
            <w:tcW w:w="1984" w:type="dxa"/>
          </w:tcPr>
          <w:p w:rsidR="00EA5058" w:rsidRPr="00497C19" w:rsidRDefault="00EA5058" w:rsidP="00497C19">
            <w:pPr>
              <w:pStyle w:val="BodyText"/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497C19">
              <w:rPr>
                <w:szCs w:val="24"/>
              </w:rPr>
              <w:t>оличество баллов</w:t>
            </w:r>
          </w:p>
        </w:tc>
        <w:tc>
          <w:tcPr>
            <w:tcW w:w="2622" w:type="dxa"/>
          </w:tcPr>
          <w:p w:rsidR="00EA5058" w:rsidRPr="00497C19" w:rsidRDefault="00EA5058" w:rsidP="00497C19">
            <w:pPr>
              <w:pStyle w:val="BodyText"/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497C19">
              <w:rPr>
                <w:szCs w:val="24"/>
              </w:rPr>
              <w:t>ценка члена грантовой комиссии</w:t>
            </w:r>
          </w:p>
        </w:tc>
      </w:tr>
      <w:tr w:rsidR="00EA5058" w:rsidRPr="00497C19" w:rsidTr="00497C19">
        <w:tc>
          <w:tcPr>
            <w:tcW w:w="4964" w:type="dxa"/>
          </w:tcPr>
          <w:p w:rsidR="00EA5058" w:rsidRPr="00497C19" w:rsidRDefault="00EA5058" w:rsidP="00497C19">
            <w:pPr>
              <w:pStyle w:val="BodyText"/>
              <w:jc w:val="left"/>
              <w:rPr>
                <w:szCs w:val="24"/>
              </w:rPr>
            </w:pPr>
            <w:r w:rsidRPr="00497C19">
              <w:rPr>
                <w:szCs w:val="24"/>
              </w:rPr>
              <w:t>обоснованность запрашиваемых средств гранта</w:t>
            </w:r>
          </w:p>
        </w:tc>
        <w:tc>
          <w:tcPr>
            <w:tcW w:w="1984" w:type="dxa"/>
          </w:tcPr>
          <w:p w:rsidR="00EA5058" w:rsidRPr="00497C19" w:rsidRDefault="00EA5058" w:rsidP="00497C19">
            <w:pPr>
              <w:pStyle w:val="BodyText"/>
              <w:jc w:val="center"/>
              <w:rPr>
                <w:szCs w:val="24"/>
              </w:rPr>
            </w:pPr>
            <w:r w:rsidRPr="00497C19">
              <w:rPr>
                <w:szCs w:val="24"/>
              </w:rPr>
              <w:t>10</w:t>
            </w:r>
          </w:p>
        </w:tc>
        <w:tc>
          <w:tcPr>
            <w:tcW w:w="2622" w:type="dxa"/>
          </w:tcPr>
          <w:p w:rsidR="00EA5058" w:rsidRPr="00497C19" w:rsidRDefault="00EA5058" w:rsidP="00497C19">
            <w:pPr>
              <w:pStyle w:val="BodyText"/>
              <w:rPr>
                <w:szCs w:val="24"/>
              </w:rPr>
            </w:pPr>
          </w:p>
        </w:tc>
      </w:tr>
      <w:tr w:rsidR="00EA5058" w:rsidRPr="00497C19" w:rsidTr="00497C19">
        <w:tc>
          <w:tcPr>
            <w:tcW w:w="4964" w:type="dxa"/>
          </w:tcPr>
          <w:p w:rsidR="00EA5058" w:rsidRPr="00497C19" w:rsidRDefault="00EA5058" w:rsidP="0049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C19">
              <w:rPr>
                <w:rFonts w:ascii="Times New Roman" w:hAnsi="Times New Roman"/>
                <w:sz w:val="24"/>
                <w:szCs w:val="24"/>
              </w:rPr>
              <w:t>количество платных посетителей спектакля, театрализованного концерта менее 300</w:t>
            </w:r>
          </w:p>
        </w:tc>
        <w:tc>
          <w:tcPr>
            <w:tcW w:w="1984" w:type="dxa"/>
          </w:tcPr>
          <w:p w:rsidR="00EA5058" w:rsidRPr="00497C19" w:rsidRDefault="00EA5058" w:rsidP="00497C19">
            <w:pPr>
              <w:pStyle w:val="BodyText"/>
              <w:jc w:val="center"/>
              <w:rPr>
                <w:szCs w:val="24"/>
              </w:rPr>
            </w:pPr>
            <w:r w:rsidRPr="00497C19">
              <w:rPr>
                <w:szCs w:val="24"/>
              </w:rPr>
              <w:t>10</w:t>
            </w:r>
          </w:p>
        </w:tc>
        <w:tc>
          <w:tcPr>
            <w:tcW w:w="2622" w:type="dxa"/>
          </w:tcPr>
          <w:p w:rsidR="00EA5058" w:rsidRPr="00497C19" w:rsidRDefault="00EA5058" w:rsidP="00497C19">
            <w:pPr>
              <w:pStyle w:val="BodyText"/>
              <w:rPr>
                <w:szCs w:val="24"/>
              </w:rPr>
            </w:pPr>
          </w:p>
        </w:tc>
      </w:tr>
      <w:tr w:rsidR="00EA5058" w:rsidRPr="00497C19" w:rsidTr="00497C19">
        <w:tc>
          <w:tcPr>
            <w:tcW w:w="4964" w:type="dxa"/>
          </w:tcPr>
          <w:p w:rsidR="00EA5058" w:rsidRPr="00497C19" w:rsidRDefault="00EA5058" w:rsidP="0049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C19">
              <w:rPr>
                <w:rFonts w:ascii="Times New Roman" w:hAnsi="Times New Roman"/>
                <w:sz w:val="24"/>
                <w:szCs w:val="24"/>
              </w:rPr>
              <w:t>количество платных посетителей спектакля, театрализованного концерта более 300</w:t>
            </w:r>
          </w:p>
        </w:tc>
        <w:tc>
          <w:tcPr>
            <w:tcW w:w="1984" w:type="dxa"/>
          </w:tcPr>
          <w:p w:rsidR="00EA5058" w:rsidRPr="00497C19" w:rsidRDefault="00EA5058" w:rsidP="00497C19">
            <w:pPr>
              <w:pStyle w:val="BodyText"/>
              <w:jc w:val="center"/>
              <w:rPr>
                <w:szCs w:val="24"/>
              </w:rPr>
            </w:pPr>
            <w:r w:rsidRPr="00497C19">
              <w:rPr>
                <w:szCs w:val="24"/>
              </w:rPr>
              <w:t>20</w:t>
            </w:r>
          </w:p>
        </w:tc>
        <w:tc>
          <w:tcPr>
            <w:tcW w:w="2622" w:type="dxa"/>
          </w:tcPr>
          <w:p w:rsidR="00EA5058" w:rsidRPr="00497C19" w:rsidRDefault="00EA5058" w:rsidP="00497C19">
            <w:pPr>
              <w:pStyle w:val="BodyText"/>
              <w:rPr>
                <w:szCs w:val="24"/>
              </w:rPr>
            </w:pPr>
          </w:p>
        </w:tc>
      </w:tr>
      <w:tr w:rsidR="00EA5058" w:rsidRPr="00497C19" w:rsidTr="00497C19">
        <w:tc>
          <w:tcPr>
            <w:tcW w:w="4964" w:type="dxa"/>
          </w:tcPr>
          <w:p w:rsidR="00EA5058" w:rsidRPr="00497C19" w:rsidRDefault="00EA5058" w:rsidP="0049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C19">
              <w:rPr>
                <w:rFonts w:ascii="Times New Roman" w:hAnsi="Times New Roman"/>
                <w:sz w:val="24"/>
                <w:szCs w:val="24"/>
              </w:rPr>
              <w:t xml:space="preserve"> тиражирование спектакля, театрализованного концерта на других площадках </w:t>
            </w:r>
          </w:p>
        </w:tc>
        <w:tc>
          <w:tcPr>
            <w:tcW w:w="1984" w:type="dxa"/>
          </w:tcPr>
          <w:p w:rsidR="00EA5058" w:rsidRPr="00497C19" w:rsidRDefault="00EA5058" w:rsidP="00497C19">
            <w:pPr>
              <w:pStyle w:val="BodyText"/>
              <w:jc w:val="center"/>
              <w:rPr>
                <w:szCs w:val="24"/>
              </w:rPr>
            </w:pPr>
            <w:r w:rsidRPr="00497C19">
              <w:rPr>
                <w:szCs w:val="24"/>
              </w:rPr>
              <w:t>20</w:t>
            </w:r>
          </w:p>
          <w:p w:rsidR="00EA5058" w:rsidRPr="00497C19" w:rsidRDefault="00EA5058" w:rsidP="00497C19">
            <w:pPr>
              <w:pStyle w:val="BodyText"/>
              <w:jc w:val="center"/>
              <w:rPr>
                <w:szCs w:val="24"/>
              </w:rPr>
            </w:pPr>
          </w:p>
        </w:tc>
        <w:tc>
          <w:tcPr>
            <w:tcW w:w="2622" w:type="dxa"/>
          </w:tcPr>
          <w:p w:rsidR="00EA5058" w:rsidRPr="00497C19" w:rsidRDefault="00EA5058" w:rsidP="00497C19">
            <w:pPr>
              <w:pStyle w:val="BodyText"/>
              <w:rPr>
                <w:szCs w:val="24"/>
              </w:rPr>
            </w:pPr>
          </w:p>
        </w:tc>
      </w:tr>
      <w:tr w:rsidR="00EA5058" w:rsidRPr="00497C19" w:rsidTr="00497C19">
        <w:tc>
          <w:tcPr>
            <w:tcW w:w="4964" w:type="dxa"/>
          </w:tcPr>
          <w:p w:rsidR="00EA5058" w:rsidRPr="00497C19" w:rsidRDefault="00EA5058" w:rsidP="0049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C19">
              <w:rPr>
                <w:rFonts w:ascii="Times New Roman" w:hAnsi="Times New Roman"/>
                <w:sz w:val="24"/>
                <w:szCs w:val="24"/>
              </w:rPr>
              <w:t>оригинальное режиссерское решение спектакля, театрализованного концерта</w:t>
            </w:r>
          </w:p>
        </w:tc>
        <w:tc>
          <w:tcPr>
            <w:tcW w:w="1984" w:type="dxa"/>
          </w:tcPr>
          <w:p w:rsidR="00EA5058" w:rsidRPr="00497C19" w:rsidRDefault="00EA5058" w:rsidP="00497C19">
            <w:pPr>
              <w:pStyle w:val="BodyText"/>
              <w:jc w:val="center"/>
              <w:rPr>
                <w:szCs w:val="24"/>
              </w:rPr>
            </w:pPr>
            <w:r w:rsidRPr="00497C19">
              <w:rPr>
                <w:szCs w:val="24"/>
              </w:rPr>
              <w:t>30</w:t>
            </w:r>
          </w:p>
        </w:tc>
        <w:tc>
          <w:tcPr>
            <w:tcW w:w="2622" w:type="dxa"/>
          </w:tcPr>
          <w:p w:rsidR="00EA5058" w:rsidRPr="00497C19" w:rsidRDefault="00EA5058" w:rsidP="00497C19">
            <w:pPr>
              <w:pStyle w:val="BodyText"/>
              <w:rPr>
                <w:szCs w:val="24"/>
              </w:rPr>
            </w:pPr>
          </w:p>
        </w:tc>
      </w:tr>
      <w:tr w:rsidR="00EA5058" w:rsidRPr="00497C19" w:rsidTr="00497C19">
        <w:tc>
          <w:tcPr>
            <w:tcW w:w="4964" w:type="dxa"/>
          </w:tcPr>
          <w:p w:rsidR="00EA5058" w:rsidRPr="00497C19" w:rsidRDefault="00EA5058" w:rsidP="0049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C1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EA5058" w:rsidRPr="00497C19" w:rsidRDefault="00EA5058" w:rsidP="00497C19">
            <w:pPr>
              <w:pStyle w:val="BodyText"/>
              <w:jc w:val="center"/>
              <w:rPr>
                <w:szCs w:val="24"/>
              </w:rPr>
            </w:pPr>
            <w:r w:rsidRPr="00497C19">
              <w:rPr>
                <w:szCs w:val="24"/>
              </w:rPr>
              <w:t>80</w:t>
            </w:r>
          </w:p>
        </w:tc>
        <w:tc>
          <w:tcPr>
            <w:tcW w:w="2622" w:type="dxa"/>
          </w:tcPr>
          <w:p w:rsidR="00EA5058" w:rsidRPr="00497C19" w:rsidRDefault="00EA5058" w:rsidP="00497C19">
            <w:pPr>
              <w:pStyle w:val="BodyText"/>
              <w:rPr>
                <w:szCs w:val="24"/>
              </w:rPr>
            </w:pPr>
          </w:p>
        </w:tc>
      </w:tr>
    </w:tbl>
    <w:p w:rsidR="00EA5058" w:rsidRDefault="00EA5058" w:rsidP="00497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5058" w:rsidRPr="00497C19" w:rsidRDefault="00EA5058" w:rsidP="00497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5058" w:rsidRPr="00497C19" w:rsidRDefault="00EA5058" w:rsidP="00497C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7C19">
        <w:rPr>
          <w:rFonts w:ascii="Times New Roman" w:hAnsi="Times New Roman"/>
          <w:sz w:val="24"/>
          <w:szCs w:val="24"/>
        </w:rPr>
        <w:t>Чле</w:t>
      </w:r>
      <w:r>
        <w:rPr>
          <w:rFonts w:ascii="Times New Roman" w:hAnsi="Times New Roman"/>
          <w:sz w:val="24"/>
          <w:szCs w:val="24"/>
        </w:rPr>
        <w:t xml:space="preserve">н грантовой комиссии  </w:t>
      </w:r>
      <w:r w:rsidRPr="00497C19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 xml:space="preserve">____________  </w:t>
      </w:r>
      <w:r w:rsidRPr="00497C19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EA5058" w:rsidRPr="00497C19" w:rsidRDefault="00EA5058" w:rsidP="002B3A90">
      <w:pPr>
        <w:tabs>
          <w:tab w:val="left" w:pos="6120"/>
        </w:tabs>
        <w:spacing w:after="0" w:line="240" w:lineRule="auto"/>
        <w:ind w:left="36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подпись</w:t>
      </w:r>
      <w:r>
        <w:rPr>
          <w:rFonts w:ascii="Times New Roman" w:hAnsi="Times New Roman"/>
          <w:sz w:val="20"/>
          <w:szCs w:val="20"/>
        </w:rPr>
        <w:tab/>
      </w:r>
      <w:r w:rsidRPr="00497C19">
        <w:rPr>
          <w:rFonts w:ascii="Times New Roman" w:hAnsi="Times New Roman"/>
          <w:sz w:val="20"/>
          <w:szCs w:val="20"/>
        </w:rPr>
        <w:t>ФИО</w:t>
      </w:r>
    </w:p>
    <w:p w:rsidR="00EA5058" w:rsidRPr="00497C19" w:rsidRDefault="00EA5058" w:rsidP="00497C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058" w:rsidRPr="00497C19" w:rsidRDefault="00EA5058" w:rsidP="00497C1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97C19">
        <w:rPr>
          <w:rFonts w:ascii="Times New Roman" w:hAnsi="Times New Roman" w:cs="Times New Roman"/>
          <w:sz w:val="24"/>
          <w:szCs w:val="24"/>
        </w:rPr>
        <w:t>________________</w:t>
      </w:r>
    </w:p>
    <w:p w:rsidR="00EA5058" w:rsidRPr="00497C19" w:rsidRDefault="00EA5058" w:rsidP="00497C19">
      <w:pPr>
        <w:pStyle w:val="ConsPlusNonformat"/>
        <w:ind w:left="720"/>
        <w:rPr>
          <w:rFonts w:ascii="Times New Roman" w:hAnsi="Times New Roman" w:cs="Times New Roman"/>
          <w:sz w:val="20"/>
          <w:szCs w:val="20"/>
        </w:rPr>
      </w:pPr>
      <w:r w:rsidRPr="00497C19">
        <w:rPr>
          <w:rFonts w:ascii="Times New Roman" w:hAnsi="Times New Roman" w:cs="Times New Roman"/>
          <w:sz w:val="20"/>
          <w:szCs w:val="20"/>
        </w:rPr>
        <w:t>(дата)</w:t>
      </w:r>
    </w:p>
    <w:p w:rsidR="00EA5058" w:rsidRPr="00497C19" w:rsidRDefault="00EA5058" w:rsidP="00497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5058" w:rsidRPr="00497C19" w:rsidRDefault="00EA5058" w:rsidP="00497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5058" w:rsidRPr="00497C19" w:rsidRDefault="00EA5058" w:rsidP="00497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sectPr w:rsidR="00EA5058" w:rsidRPr="00497C19" w:rsidSect="008940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058" w:rsidRDefault="00EA5058" w:rsidP="0037017A">
      <w:pPr>
        <w:spacing w:after="0" w:line="240" w:lineRule="auto"/>
      </w:pPr>
      <w:r>
        <w:separator/>
      </w:r>
    </w:p>
  </w:endnote>
  <w:endnote w:type="continuationSeparator" w:id="1">
    <w:p w:rsidR="00EA5058" w:rsidRDefault="00EA5058" w:rsidP="00370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058" w:rsidRDefault="00EA5058" w:rsidP="0037017A">
      <w:pPr>
        <w:spacing w:after="0" w:line="240" w:lineRule="auto"/>
      </w:pPr>
      <w:r>
        <w:separator/>
      </w:r>
    </w:p>
  </w:footnote>
  <w:footnote w:type="continuationSeparator" w:id="1">
    <w:p w:rsidR="00EA5058" w:rsidRDefault="00EA5058" w:rsidP="00370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17A"/>
    <w:rsid w:val="000373A4"/>
    <w:rsid w:val="00062057"/>
    <w:rsid w:val="00090F1C"/>
    <w:rsid w:val="000B4E14"/>
    <w:rsid w:val="000F24B0"/>
    <w:rsid w:val="001621A0"/>
    <w:rsid w:val="001972E8"/>
    <w:rsid w:val="001E15EE"/>
    <w:rsid w:val="002B3A90"/>
    <w:rsid w:val="002E0A3E"/>
    <w:rsid w:val="0037017A"/>
    <w:rsid w:val="003A345B"/>
    <w:rsid w:val="003B458F"/>
    <w:rsid w:val="003F012F"/>
    <w:rsid w:val="0045017B"/>
    <w:rsid w:val="00494D83"/>
    <w:rsid w:val="00497C19"/>
    <w:rsid w:val="00576DE5"/>
    <w:rsid w:val="006E371B"/>
    <w:rsid w:val="0080436D"/>
    <w:rsid w:val="00872B74"/>
    <w:rsid w:val="00894089"/>
    <w:rsid w:val="008D629A"/>
    <w:rsid w:val="009160EE"/>
    <w:rsid w:val="00945CFA"/>
    <w:rsid w:val="009731DE"/>
    <w:rsid w:val="009C115B"/>
    <w:rsid w:val="009D0F67"/>
    <w:rsid w:val="009F6F22"/>
    <w:rsid w:val="009F7072"/>
    <w:rsid w:val="00A673DD"/>
    <w:rsid w:val="00AD34F5"/>
    <w:rsid w:val="00B05635"/>
    <w:rsid w:val="00B5706F"/>
    <w:rsid w:val="00B96717"/>
    <w:rsid w:val="00C00F6E"/>
    <w:rsid w:val="00CD0F8C"/>
    <w:rsid w:val="00D17EA6"/>
    <w:rsid w:val="00DE470E"/>
    <w:rsid w:val="00EA5058"/>
    <w:rsid w:val="00F4284C"/>
    <w:rsid w:val="00F558AC"/>
    <w:rsid w:val="00F73A92"/>
    <w:rsid w:val="00FF7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45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7017A"/>
    <w:pPr>
      <w:spacing w:after="0" w:line="240" w:lineRule="auto"/>
      <w:jc w:val="both"/>
    </w:pPr>
    <w:rPr>
      <w:rFonts w:ascii="Times New Roman" w:hAnsi="Times New Roman"/>
      <w:sz w:val="24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7017A"/>
    <w:rPr>
      <w:rFonts w:ascii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37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7017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7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7017A"/>
    <w:rPr>
      <w:rFonts w:cs="Times New Roman"/>
    </w:rPr>
  </w:style>
  <w:style w:type="paragraph" w:customStyle="1" w:styleId="ConsPlusNonformat">
    <w:name w:val="ConsPlusNonformat"/>
    <w:link w:val="ConsPlusNonformat0"/>
    <w:uiPriority w:val="99"/>
    <w:rsid w:val="00B570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B5706F"/>
    <w:rPr>
      <w:rFonts w:ascii="Courier New" w:hAnsi="Courier New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7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</Pages>
  <Words>125</Words>
  <Characters>714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Администрация</cp:lastModifiedBy>
  <cp:revision>15</cp:revision>
  <cp:lastPrinted>2018-03-01T09:41:00Z</cp:lastPrinted>
  <dcterms:created xsi:type="dcterms:W3CDTF">2014-04-24T07:26:00Z</dcterms:created>
  <dcterms:modified xsi:type="dcterms:W3CDTF">2018-03-13T13:13:00Z</dcterms:modified>
</cp:coreProperties>
</file>