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ACE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ACE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0ACE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</w:t>
      </w:r>
      <w:r w:rsidRPr="005B0ACE">
        <w:rPr>
          <w:rFonts w:ascii="Times New Roman" w:hAnsi="Times New Roman"/>
          <w:sz w:val="28"/>
          <w:szCs w:val="28"/>
        </w:rPr>
        <w:t xml:space="preserve"> сентября </w:t>
      </w:r>
      <w:smartTag w:uri="urn:schemas-microsoft-com:office:smarttags" w:element="metricconverter">
        <w:smartTagPr>
          <w:attr w:name="ProductID" w:val="2018 г"/>
        </w:smartTagPr>
        <w:r w:rsidRPr="005B0ACE">
          <w:rPr>
            <w:rFonts w:ascii="Times New Roman" w:hAnsi="Times New Roman"/>
            <w:sz w:val="28"/>
            <w:szCs w:val="28"/>
          </w:rPr>
          <w:t>2018 г</w:t>
        </w:r>
      </w:smartTag>
      <w:r>
        <w:rPr>
          <w:rFonts w:ascii="Times New Roman" w:hAnsi="Times New Roman"/>
          <w:sz w:val="28"/>
          <w:szCs w:val="28"/>
        </w:rPr>
        <w:t>. № 528</w:t>
      </w: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94575C" w:rsidRPr="005B0ACE" w:rsidRDefault="0094575C" w:rsidP="005B0ACE">
      <w:pPr>
        <w:tabs>
          <w:tab w:val="center" w:pos="4677"/>
          <w:tab w:val="left" w:pos="6885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B0ACE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575C" w:rsidRPr="005B0ACE" w:rsidRDefault="0094575C" w:rsidP="005B0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575C" w:rsidRDefault="0094575C" w:rsidP="005B0ACE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0ACE">
        <w:rPr>
          <w:rFonts w:ascii="Times New Roman" w:hAnsi="Times New Roman"/>
          <w:b/>
          <w:bCs/>
          <w:sz w:val="28"/>
          <w:szCs w:val="28"/>
          <w:lang w:eastAsia="ru-RU"/>
        </w:rPr>
        <w:t>О создании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5B0AC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Совета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по физической культуре и спорту</w:t>
      </w:r>
    </w:p>
    <w:p w:rsidR="0094575C" w:rsidRPr="005B0ACE" w:rsidRDefault="0094575C" w:rsidP="005B0ACE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0ACE">
        <w:rPr>
          <w:rFonts w:ascii="Times New Roman" w:hAnsi="Times New Roman"/>
          <w:b/>
          <w:bCs/>
          <w:sz w:val="28"/>
          <w:szCs w:val="28"/>
          <w:lang w:eastAsia="ru-RU"/>
        </w:rPr>
        <w:t>при Главе МО «Коношский муниципальный район»</w:t>
      </w:r>
    </w:p>
    <w:p w:rsidR="0094575C" w:rsidRPr="005B0ACE" w:rsidRDefault="0094575C" w:rsidP="005B0ACE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575C" w:rsidRPr="005B0ACE" w:rsidRDefault="0094575C" w:rsidP="005B0ACE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575C" w:rsidRPr="005B0ACE" w:rsidRDefault="0094575C" w:rsidP="005B0ACE">
      <w:pPr>
        <w:pStyle w:val="Default"/>
        <w:ind w:firstLine="720"/>
        <w:jc w:val="both"/>
        <w:rPr>
          <w:bCs/>
          <w:sz w:val="28"/>
          <w:szCs w:val="28"/>
        </w:rPr>
      </w:pPr>
      <w:r w:rsidRPr="005B0ACE">
        <w:rPr>
          <w:bCs/>
          <w:sz w:val="28"/>
          <w:szCs w:val="28"/>
        </w:rPr>
        <w:t xml:space="preserve">В соответствии с Федеральным законом </w:t>
      </w:r>
      <w:r>
        <w:rPr>
          <w:bCs/>
          <w:sz w:val="28"/>
          <w:szCs w:val="28"/>
        </w:rPr>
        <w:t>от 06 октября 2003 года</w:t>
      </w:r>
      <w:r>
        <w:rPr>
          <w:bCs/>
          <w:sz w:val="28"/>
          <w:szCs w:val="28"/>
        </w:rPr>
        <w:br/>
      </w:r>
      <w:r w:rsidRPr="005B0ACE">
        <w:rPr>
          <w:bCs/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», статьей</w:t>
      </w:r>
      <w:r w:rsidRPr="005B0ACE">
        <w:rPr>
          <w:bCs/>
          <w:sz w:val="28"/>
          <w:szCs w:val="28"/>
        </w:rPr>
        <w:t xml:space="preserve"> 25 Устава муниципального образования «Коношский муниципальный район» Архангельской области</w:t>
      </w:r>
      <w:r>
        <w:rPr>
          <w:bCs/>
          <w:sz w:val="28"/>
          <w:szCs w:val="28"/>
        </w:rPr>
        <w:t xml:space="preserve"> и в </w:t>
      </w:r>
      <w:r w:rsidRPr="005B0ACE">
        <w:rPr>
          <w:bCs/>
          <w:sz w:val="28"/>
          <w:szCs w:val="28"/>
        </w:rPr>
        <w:t>целях</w:t>
      </w:r>
      <w:r>
        <w:rPr>
          <w:bCs/>
          <w:sz w:val="28"/>
          <w:szCs w:val="28"/>
        </w:rPr>
        <w:t xml:space="preserve"> </w:t>
      </w:r>
      <w:r w:rsidRPr="005B0ACE">
        <w:rPr>
          <w:bCs/>
          <w:sz w:val="28"/>
          <w:szCs w:val="28"/>
        </w:rPr>
        <w:t>эффективной реализации муниципальной политики в области физической культуры и спорта на территории</w:t>
      </w:r>
      <w:r>
        <w:rPr>
          <w:bCs/>
          <w:sz w:val="28"/>
          <w:szCs w:val="28"/>
        </w:rPr>
        <w:t xml:space="preserve"> </w:t>
      </w:r>
      <w:r w:rsidRPr="005B0ACE">
        <w:rPr>
          <w:bCs/>
          <w:sz w:val="28"/>
          <w:szCs w:val="28"/>
        </w:rPr>
        <w:t xml:space="preserve">муниципального образования «Коношский муниципальный район» администрация муниципального образования </w:t>
      </w:r>
    </w:p>
    <w:p w:rsidR="0094575C" w:rsidRPr="005B0ACE" w:rsidRDefault="0094575C" w:rsidP="00B20FE9">
      <w:pPr>
        <w:pStyle w:val="Default"/>
        <w:jc w:val="both"/>
        <w:rPr>
          <w:sz w:val="28"/>
          <w:szCs w:val="28"/>
          <w:lang w:eastAsia="en-US"/>
        </w:rPr>
      </w:pPr>
      <w:r w:rsidRPr="005B0ACE">
        <w:rPr>
          <w:b/>
          <w:sz w:val="28"/>
          <w:szCs w:val="28"/>
        </w:rPr>
        <w:t>п о с т а н о в л я е т:</w:t>
      </w:r>
    </w:p>
    <w:p w:rsidR="0094575C" w:rsidRPr="005B0ACE" w:rsidRDefault="0094575C" w:rsidP="005B0ACE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5B0ACE">
        <w:rPr>
          <w:rFonts w:ascii="Times New Roman" w:hAnsi="Times New Roman"/>
          <w:bCs/>
          <w:sz w:val="28"/>
          <w:szCs w:val="28"/>
          <w:lang w:eastAsia="ru-RU"/>
        </w:rPr>
        <w:t>Создать Совет по физической культуре и спорту при Главе МО «Коношский муниципальный район».</w:t>
      </w:r>
    </w:p>
    <w:p w:rsidR="0094575C" w:rsidRDefault="0094575C" w:rsidP="005B0ACE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2. </w:t>
      </w:r>
      <w:r w:rsidRPr="005B0ACE">
        <w:rPr>
          <w:rFonts w:ascii="Times New Roman" w:hAnsi="Times New Roman"/>
          <w:bCs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bCs/>
          <w:sz w:val="28"/>
          <w:szCs w:val="28"/>
          <w:lang w:eastAsia="ru-RU"/>
        </w:rPr>
        <w:t>прилагаемые:</w:t>
      </w:r>
    </w:p>
    <w:p w:rsidR="0094575C" w:rsidRDefault="0094575C" w:rsidP="005B0ACE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1) </w:t>
      </w:r>
      <w:r w:rsidRPr="005B0ACE">
        <w:rPr>
          <w:rFonts w:ascii="Times New Roman" w:hAnsi="Times New Roman"/>
          <w:bCs/>
          <w:sz w:val="28"/>
          <w:szCs w:val="28"/>
          <w:lang w:eastAsia="ru-RU"/>
        </w:rPr>
        <w:t>состав Совета по физической культуре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B0ACE">
        <w:rPr>
          <w:rFonts w:ascii="Times New Roman" w:hAnsi="Times New Roman"/>
          <w:bCs/>
          <w:sz w:val="28"/>
          <w:szCs w:val="28"/>
          <w:lang w:eastAsia="ru-RU"/>
        </w:rPr>
        <w:t>и спорту при Главе МО «Коношский муниципальный район» согласно прилож</w:t>
      </w:r>
      <w:r>
        <w:rPr>
          <w:rFonts w:ascii="Times New Roman" w:hAnsi="Times New Roman"/>
          <w:bCs/>
          <w:sz w:val="28"/>
          <w:szCs w:val="28"/>
          <w:lang w:eastAsia="ru-RU"/>
        </w:rPr>
        <w:t>ению № 1;</w:t>
      </w:r>
    </w:p>
    <w:p w:rsidR="0094575C" w:rsidRPr="00AE42CF" w:rsidRDefault="0094575C" w:rsidP="005B0ACE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2)</w:t>
      </w:r>
      <w:r w:rsidRPr="005B0ACE">
        <w:rPr>
          <w:rFonts w:ascii="Times New Roman" w:hAnsi="Times New Roman"/>
          <w:bCs/>
          <w:sz w:val="28"/>
          <w:szCs w:val="28"/>
          <w:lang w:eastAsia="ru-RU"/>
        </w:rPr>
        <w:t xml:space="preserve"> Положение о Совете по физической культуре и спорту при Главе МО «</w:t>
      </w:r>
      <w:r w:rsidRPr="00AE42CF">
        <w:rPr>
          <w:rFonts w:ascii="Times New Roman" w:hAnsi="Times New Roman"/>
          <w:bCs/>
          <w:sz w:val="28"/>
          <w:szCs w:val="28"/>
          <w:lang w:eastAsia="ru-RU"/>
        </w:rPr>
        <w:t>Коношский муниципальный район» согласно приложению № 2.</w:t>
      </w:r>
    </w:p>
    <w:p w:rsidR="0094575C" w:rsidRPr="00AE42CF" w:rsidRDefault="0094575C" w:rsidP="005B0ACE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AE42CF">
        <w:rPr>
          <w:rFonts w:ascii="Times New Roman" w:hAnsi="Times New Roman"/>
          <w:bCs/>
          <w:sz w:val="28"/>
          <w:szCs w:val="28"/>
          <w:lang w:eastAsia="ru-RU"/>
        </w:rPr>
        <w:t>3. Разместить настоящее постановление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94575C" w:rsidRPr="00AE42CF" w:rsidRDefault="0094575C" w:rsidP="00AE42C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AE42CF">
        <w:rPr>
          <w:rFonts w:ascii="Times New Roman" w:hAnsi="Times New Roman"/>
          <w:bCs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МО «Коношский муниципальный район» по социальным вопросам С.А. Захарова.</w:t>
      </w:r>
    </w:p>
    <w:p w:rsidR="0094575C" w:rsidRPr="00AE42CF" w:rsidRDefault="0094575C" w:rsidP="00AE42CF">
      <w:pPr>
        <w:pStyle w:val="ListParagraph"/>
        <w:shd w:val="clear" w:color="auto" w:fill="FFFFFF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AE42CF">
        <w:rPr>
          <w:rFonts w:ascii="Times New Roman" w:hAnsi="Times New Roman"/>
          <w:bCs/>
          <w:sz w:val="28"/>
          <w:szCs w:val="28"/>
          <w:lang w:eastAsia="ru-RU"/>
        </w:rPr>
        <w:t>5. Настоящее постановление вступает в силу со дня его подписания.</w:t>
      </w:r>
    </w:p>
    <w:p w:rsidR="0094575C" w:rsidRPr="00AE42CF" w:rsidRDefault="0094575C" w:rsidP="00AE4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575C" w:rsidRPr="00AE42CF" w:rsidRDefault="0094575C" w:rsidP="00AE4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575C" w:rsidRPr="00AE42CF" w:rsidRDefault="0094575C" w:rsidP="00AE4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575C" w:rsidRPr="00AE42CF" w:rsidRDefault="0094575C" w:rsidP="00AE42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42CF">
        <w:rPr>
          <w:rFonts w:ascii="Times New Roman" w:hAnsi="Times New Roman"/>
          <w:b/>
          <w:sz w:val="28"/>
          <w:szCs w:val="28"/>
        </w:rPr>
        <w:t>Глава</w:t>
      </w:r>
    </w:p>
    <w:p w:rsidR="0094575C" w:rsidRDefault="0094575C" w:rsidP="00AE42CF">
      <w:pPr>
        <w:tabs>
          <w:tab w:val="left" w:pos="77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E42CF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Pr="00AE42CF">
        <w:rPr>
          <w:rFonts w:ascii="Times New Roman" w:hAnsi="Times New Roman"/>
          <w:b/>
          <w:sz w:val="28"/>
          <w:szCs w:val="28"/>
        </w:rPr>
        <w:tab/>
        <w:t xml:space="preserve">  О.Г. Реутов</w:t>
      </w:r>
    </w:p>
    <w:sectPr w:rsidR="0094575C" w:rsidSect="005B0A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54B7"/>
    <w:multiLevelType w:val="multilevel"/>
    <w:tmpl w:val="87A2F168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4CC2927"/>
    <w:multiLevelType w:val="hybridMultilevel"/>
    <w:tmpl w:val="0CD488D4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">
    <w:nsid w:val="24CE259D"/>
    <w:multiLevelType w:val="hybridMultilevel"/>
    <w:tmpl w:val="05E0CAF6"/>
    <w:lvl w:ilvl="0" w:tplc="E196B5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84087F"/>
    <w:multiLevelType w:val="hybridMultilevel"/>
    <w:tmpl w:val="32D6AA48"/>
    <w:lvl w:ilvl="0" w:tplc="0419000F">
      <w:start w:val="1"/>
      <w:numFmt w:val="decimal"/>
      <w:lvlText w:val="%1."/>
      <w:lvlJc w:val="left"/>
      <w:pPr>
        <w:ind w:left="44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4">
    <w:nsid w:val="306C5B19"/>
    <w:multiLevelType w:val="hybridMultilevel"/>
    <w:tmpl w:val="38F43712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5">
    <w:nsid w:val="3881625A"/>
    <w:multiLevelType w:val="multilevel"/>
    <w:tmpl w:val="FACAA4BC"/>
    <w:lvl w:ilvl="0">
      <w:start w:val="1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3B492E45"/>
    <w:multiLevelType w:val="multilevel"/>
    <w:tmpl w:val="F7D0A438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42FD3885"/>
    <w:multiLevelType w:val="hybridMultilevel"/>
    <w:tmpl w:val="098CB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9">
    <w:nsid w:val="5DC22D5B"/>
    <w:multiLevelType w:val="hybridMultilevel"/>
    <w:tmpl w:val="8DFEE044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0">
    <w:nsid w:val="61A3752B"/>
    <w:multiLevelType w:val="hybridMultilevel"/>
    <w:tmpl w:val="8D906FCC"/>
    <w:lvl w:ilvl="0" w:tplc="0419000F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62412AE6"/>
    <w:multiLevelType w:val="multilevel"/>
    <w:tmpl w:val="F7D0A438"/>
    <w:lvl w:ilvl="0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7E8A49A8"/>
    <w:multiLevelType w:val="multilevel"/>
    <w:tmpl w:val="EC8C7032"/>
    <w:lvl w:ilvl="0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4"/>
  </w:num>
  <w:num w:numId="7">
    <w:abstractNumId w:val="12"/>
  </w:num>
  <w:num w:numId="8">
    <w:abstractNumId w:val="10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FBD"/>
    <w:rsid w:val="00016EC7"/>
    <w:rsid w:val="00022429"/>
    <w:rsid w:val="0002694C"/>
    <w:rsid w:val="00026EE5"/>
    <w:rsid w:val="0003585D"/>
    <w:rsid w:val="000403BD"/>
    <w:rsid w:val="000417D7"/>
    <w:rsid w:val="00041E20"/>
    <w:rsid w:val="0004434C"/>
    <w:rsid w:val="00054757"/>
    <w:rsid w:val="000578C3"/>
    <w:rsid w:val="00066E2A"/>
    <w:rsid w:val="0006730D"/>
    <w:rsid w:val="000734F4"/>
    <w:rsid w:val="00077839"/>
    <w:rsid w:val="00084B25"/>
    <w:rsid w:val="00092264"/>
    <w:rsid w:val="00096112"/>
    <w:rsid w:val="000A0FB0"/>
    <w:rsid w:val="000B0EE6"/>
    <w:rsid w:val="000B12CB"/>
    <w:rsid w:val="000B2808"/>
    <w:rsid w:val="000B412C"/>
    <w:rsid w:val="000C0EA0"/>
    <w:rsid w:val="000C2002"/>
    <w:rsid w:val="000C474E"/>
    <w:rsid w:val="000D0E1F"/>
    <w:rsid w:val="000D1FC4"/>
    <w:rsid w:val="000D350E"/>
    <w:rsid w:val="000E321B"/>
    <w:rsid w:val="000E494B"/>
    <w:rsid w:val="000F0215"/>
    <w:rsid w:val="000F37C7"/>
    <w:rsid w:val="001058EF"/>
    <w:rsid w:val="00105E8E"/>
    <w:rsid w:val="00107966"/>
    <w:rsid w:val="00110F85"/>
    <w:rsid w:val="00121212"/>
    <w:rsid w:val="00123EC6"/>
    <w:rsid w:val="00131E14"/>
    <w:rsid w:val="00134D1D"/>
    <w:rsid w:val="0013584D"/>
    <w:rsid w:val="00136EAB"/>
    <w:rsid w:val="0014620E"/>
    <w:rsid w:val="00154EF1"/>
    <w:rsid w:val="0015775E"/>
    <w:rsid w:val="00160F96"/>
    <w:rsid w:val="001632E6"/>
    <w:rsid w:val="00170E58"/>
    <w:rsid w:val="00173FFA"/>
    <w:rsid w:val="00176738"/>
    <w:rsid w:val="00177F08"/>
    <w:rsid w:val="00180682"/>
    <w:rsid w:val="00181A8C"/>
    <w:rsid w:val="001849D0"/>
    <w:rsid w:val="001855A8"/>
    <w:rsid w:val="00185B52"/>
    <w:rsid w:val="00190C3A"/>
    <w:rsid w:val="001961DD"/>
    <w:rsid w:val="001A6887"/>
    <w:rsid w:val="001B10B1"/>
    <w:rsid w:val="001B23FE"/>
    <w:rsid w:val="001B7274"/>
    <w:rsid w:val="001C022F"/>
    <w:rsid w:val="001C0FC3"/>
    <w:rsid w:val="001C1C50"/>
    <w:rsid w:val="001C2DE3"/>
    <w:rsid w:val="001C6105"/>
    <w:rsid w:val="001D258E"/>
    <w:rsid w:val="001D7465"/>
    <w:rsid w:val="001D7D6D"/>
    <w:rsid w:val="001E1BBF"/>
    <w:rsid w:val="001E63E5"/>
    <w:rsid w:val="001F3D6B"/>
    <w:rsid w:val="002064AC"/>
    <w:rsid w:val="002117A2"/>
    <w:rsid w:val="0021229E"/>
    <w:rsid w:val="002227B3"/>
    <w:rsid w:val="00225063"/>
    <w:rsid w:val="00225633"/>
    <w:rsid w:val="00231EC6"/>
    <w:rsid w:val="00233FC2"/>
    <w:rsid w:val="00237D5A"/>
    <w:rsid w:val="00241E5B"/>
    <w:rsid w:val="00244206"/>
    <w:rsid w:val="00251F3E"/>
    <w:rsid w:val="00262449"/>
    <w:rsid w:val="00263CD7"/>
    <w:rsid w:val="00264942"/>
    <w:rsid w:val="002665FC"/>
    <w:rsid w:val="00272FC0"/>
    <w:rsid w:val="00274179"/>
    <w:rsid w:val="00277F7D"/>
    <w:rsid w:val="00285CC0"/>
    <w:rsid w:val="002901C3"/>
    <w:rsid w:val="00292DBC"/>
    <w:rsid w:val="002952C8"/>
    <w:rsid w:val="00296448"/>
    <w:rsid w:val="002975F9"/>
    <w:rsid w:val="002B0585"/>
    <w:rsid w:val="002B1192"/>
    <w:rsid w:val="002B13CC"/>
    <w:rsid w:val="002B3E8F"/>
    <w:rsid w:val="002B5D4D"/>
    <w:rsid w:val="002C19DD"/>
    <w:rsid w:val="002C25DC"/>
    <w:rsid w:val="002C480F"/>
    <w:rsid w:val="002D45B0"/>
    <w:rsid w:val="002D5052"/>
    <w:rsid w:val="002D7A43"/>
    <w:rsid w:val="002E3376"/>
    <w:rsid w:val="002E5203"/>
    <w:rsid w:val="002E666C"/>
    <w:rsid w:val="002F0A89"/>
    <w:rsid w:val="002F793B"/>
    <w:rsid w:val="002F7CE3"/>
    <w:rsid w:val="00301A11"/>
    <w:rsid w:val="0030435B"/>
    <w:rsid w:val="00305C82"/>
    <w:rsid w:val="00311AC4"/>
    <w:rsid w:val="003126CB"/>
    <w:rsid w:val="003132F6"/>
    <w:rsid w:val="00315B58"/>
    <w:rsid w:val="00316203"/>
    <w:rsid w:val="00324A29"/>
    <w:rsid w:val="00326600"/>
    <w:rsid w:val="00327773"/>
    <w:rsid w:val="00331CE1"/>
    <w:rsid w:val="00333A74"/>
    <w:rsid w:val="003345F5"/>
    <w:rsid w:val="00337EFA"/>
    <w:rsid w:val="0034384B"/>
    <w:rsid w:val="00352BFC"/>
    <w:rsid w:val="00354BF3"/>
    <w:rsid w:val="0035611C"/>
    <w:rsid w:val="00362F82"/>
    <w:rsid w:val="00366C81"/>
    <w:rsid w:val="00367D74"/>
    <w:rsid w:val="0038114B"/>
    <w:rsid w:val="003815F6"/>
    <w:rsid w:val="003866E1"/>
    <w:rsid w:val="00393ABD"/>
    <w:rsid w:val="003A2456"/>
    <w:rsid w:val="003B23B9"/>
    <w:rsid w:val="003B4233"/>
    <w:rsid w:val="003C1123"/>
    <w:rsid w:val="003C1ECD"/>
    <w:rsid w:val="003C3323"/>
    <w:rsid w:val="003C48FE"/>
    <w:rsid w:val="003C4A23"/>
    <w:rsid w:val="003C5CB4"/>
    <w:rsid w:val="003E1F1B"/>
    <w:rsid w:val="003E61B4"/>
    <w:rsid w:val="003F228D"/>
    <w:rsid w:val="003F385B"/>
    <w:rsid w:val="003F449D"/>
    <w:rsid w:val="004013D7"/>
    <w:rsid w:val="0041084A"/>
    <w:rsid w:val="00424398"/>
    <w:rsid w:val="004259F2"/>
    <w:rsid w:val="004273A6"/>
    <w:rsid w:val="00427667"/>
    <w:rsid w:val="004357D8"/>
    <w:rsid w:val="004371CA"/>
    <w:rsid w:val="004428AD"/>
    <w:rsid w:val="00442AD2"/>
    <w:rsid w:val="00447AA4"/>
    <w:rsid w:val="004507CA"/>
    <w:rsid w:val="004551AF"/>
    <w:rsid w:val="00455800"/>
    <w:rsid w:val="004625A3"/>
    <w:rsid w:val="00470131"/>
    <w:rsid w:val="00470D62"/>
    <w:rsid w:val="00476D92"/>
    <w:rsid w:val="00477C81"/>
    <w:rsid w:val="00495521"/>
    <w:rsid w:val="004A001F"/>
    <w:rsid w:val="004A4C3F"/>
    <w:rsid w:val="004A56AF"/>
    <w:rsid w:val="004B0289"/>
    <w:rsid w:val="004B0DB1"/>
    <w:rsid w:val="004B2817"/>
    <w:rsid w:val="004B3899"/>
    <w:rsid w:val="004B4916"/>
    <w:rsid w:val="004C0DD5"/>
    <w:rsid w:val="004D3F31"/>
    <w:rsid w:val="004E7681"/>
    <w:rsid w:val="004E7F84"/>
    <w:rsid w:val="00500835"/>
    <w:rsid w:val="005150BE"/>
    <w:rsid w:val="0051600D"/>
    <w:rsid w:val="00531DED"/>
    <w:rsid w:val="005356FF"/>
    <w:rsid w:val="00543A7E"/>
    <w:rsid w:val="00544A8D"/>
    <w:rsid w:val="0055040C"/>
    <w:rsid w:val="00551764"/>
    <w:rsid w:val="00553EC7"/>
    <w:rsid w:val="00555E18"/>
    <w:rsid w:val="00560BF4"/>
    <w:rsid w:val="00562500"/>
    <w:rsid w:val="00562A9D"/>
    <w:rsid w:val="00572C56"/>
    <w:rsid w:val="00577525"/>
    <w:rsid w:val="00577932"/>
    <w:rsid w:val="005821AE"/>
    <w:rsid w:val="005844A9"/>
    <w:rsid w:val="00586827"/>
    <w:rsid w:val="00590520"/>
    <w:rsid w:val="00593899"/>
    <w:rsid w:val="00595972"/>
    <w:rsid w:val="0059695F"/>
    <w:rsid w:val="005A02FB"/>
    <w:rsid w:val="005A2ACE"/>
    <w:rsid w:val="005B0ACE"/>
    <w:rsid w:val="005B3C22"/>
    <w:rsid w:val="005C5C73"/>
    <w:rsid w:val="005D5FA8"/>
    <w:rsid w:val="005E0993"/>
    <w:rsid w:val="005F0159"/>
    <w:rsid w:val="005F02DB"/>
    <w:rsid w:val="005F22DF"/>
    <w:rsid w:val="005F3A81"/>
    <w:rsid w:val="005F4E0C"/>
    <w:rsid w:val="00603760"/>
    <w:rsid w:val="00604D96"/>
    <w:rsid w:val="00606765"/>
    <w:rsid w:val="006104A5"/>
    <w:rsid w:val="00613D58"/>
    <w:rsid w:val="006212AC"/>
    <w:rsid w:val="00624034"/>
    <w:rsid w:val="006256F5"/>
    <w:rsid w:val="00625C49"/>
    <w:rsid w:val="00627EFD"/>
    <w:rsid w:val="00630044"/>
    <w:rsid w:val="00630FF2"/>
    <w:rsid w:val="00637DB6"/>
    <w:rsid w:val="00643A19"/>
    <w:rsid w:val="00644F12"/>
    <w:rsid w:val="0064675D"/>
    <w:rsid w:val="00650C23"/>
    <w:rsid w:val="00653C3D"/>
    <w:rsid w:val="00661378"/>
    <w:rsid w:val="00663B15"/>
    <w:rsid w:val="0066499F"/>
    <w:rsid w:val="00673C25"/>
    <w:rsid w:val="00681324"/>
    <w:rsid w:val="00683939"/>
    <w:rsid w:val="00686AAB"/>
    <w:rsid w:val="00687FA4"/>
    <w:rsid w:val="006960AC"/>
    <w:rsid w:val="00697620"/>
    <w:rsid w:val="006A10BF"/>
    <w:rsid w:val="006A337D"/>
    <w:rsid w:val="006B1527"/>
    <w:rsid w:val="006B22C1"/>
    <w:rsid w:val="006B3693"/>
    <w:rsid w:val="006B7992"/>
    <w:rsid w:val="006D31FF"/>
    <w:rsid w:val="006D648A"/>
    <w:rsid w:val="006F398B"/>
    <w:rsid w:val="006F67FC"/>
    <w:rsid w:val="00703F3B"/>
    <w:rsid w:val="0070689D"/>
    <w:rsid w:val="007123D6"/>
    <w:rsid w:val="0071391D"/>
    <w:rsid w:val="00724014"/>
    <w:rsid w:val="00733A92"/>
    <w:rsid w:val="00735160"/>
    <w:rsid w:val="0073548C"/>
    <w:rsid w:val="00737628"/>
    <w:rsid w:val="007418F7"/>
    <w:rsid w:val="00742C2A"/>
    <w:rsid w:val="007467D0"/>
    <w:rsid w:val="00754C71"/>
    <w:rsid w:val="00756B2B"/>
    <w:rsid w:val="00762D49"/>
    <w:rsid w:val="00766C52"/>
    <w:rsid w:val="0077615B"/>
    <w:rsid w:val="00776DB7"/>
    <w:rsid w:val="0078185B"/>
    <w:rsid w:val="0078313B"/>
    <w:rsid w:val="00797C7E"/>
    <w:rsid w:val="007A04F6"/>
    <w:rsid w:val="007A0FF0"/>
    <w:rsid w:val="007A39C9"/>
    <w:rsid w:val="007B722F"/>
    <w:rsid w:val="007C2E1F"/>
    <w:rsid w:val="007C722E"/>
    <w:rsid w:val="007D01DD"/>
    <w:rsid w:val="007D40A5"/>
    <w:rsid w:val="007E4536"/>
    <w:rsid w:val="007E4E10"/>
    <w:rsid w:val="007E527A"/>
    <w:rsid w:val="00807296"/>
    <w:rsid w:val="00807C3D"/>
    <w:rsid w:val="00807F7D"/>
    <w:rsid w:val="00812C3C"/>
    <w:rsid w:val="008149E3"/>
    <w:rsid w:val="00816E07"/>
    <w:rsid w:val="008273B2"/>
    <w:rsid w:val="00830570"/>
    <w:rsid w:val="00830F61"/>
    <w:rsid w:val="00837895"/>
    <w:rsid w:val="00840C39"/>
    <w:rsid w:val="008418AB"/>
    <w:rsid w:val="00845D7D"/>
    <w:rsid w:val="00847893"/>
    <w:rsid w:val="00852062"/>
    <w:rsid w:val="008565B5"/>
    <w:rsid w:val="00856B15"/>
    <w:rsid w:val="0086310D"/>
    <w:rsid w:val="00874796"/>
    <w:rsid w:val="008765E0"/>
    <w:rsid w:val="00880F6A"/>
    <w:rsid w:val="00881DBE"/>
    <w:rsid w:val="00882656"/>
    <w:rsid w:val="00887269"/>
    <w:rsid w:val="00894FB8"/>
    <w:rsid w:val="00896EA0"/>
    <w:rsid w:val="008A104A"/>
    <w:rsid w:val="008B1271"/>
    <w:rsid w:val="008B7E24"/>
    <w:rsid w:val="008C4351"/>
    <w:rsid w:val="008C5AB8"/>
    <w:rsid w:val="008D13B6"/>
    <w:rsid w:val="008E26E8"/>
    <w:rsid w:val="008E4370"/>
    <w:rsid w:val="008E44F6"/>
    <w:rsid w:val="008E66CD"/>
    <w:rsid w:val="008E6C33"/>
    <w:rsid w:val="008F2185"/>
    <w:rsid w:val="008F35EE"/>
    <w:rsid w:val="008F4310"/>
    <w:rsid w:val="008F4836"/>
    <w:rsid w:val="008F605E"/>
    <w:rsid w:val="00902B4C"/>
    <w:rsid w:val="0090444E"/>
    <w:rsid w:val="00905654"/>
    <w:rsid w:val="00910669"/>
    <w:rsid w:val="0091172C"/>
    <w:rsid w:val="009136E6"/>
    <w:rsid w:val="0091676B"/>
    <w:rsid w:val="00917F0D"/>
    <w:rsid w:val="00927D13"/>
    <w:rsid w:val="00933794"/>
    <w:rsid w:val="00940477"/>
    <w:rsid w:val="0094575C"/>
    <w:rsid w:val="00946FFC"/>
    <w:rsid w:val="00947A8E"/>
    <w:rsid w:val="00955B99"/>
    <w:rsid w:val="0096193D"/>
    <w:rsid w:val="009676C0"/>
    <w:rsid w:val="009732FD"/>
    <w:rsid w:val="00976740"/>
    <w:rsid w:val="009778ED"/>
    <w:rsid w:val="00980719"/>
    <w:rsid w:val="009814C4"/>
    <w:rsid w:val="0098302D"/>
    <w:rsid w:val="0098786B"/>
    <w:rsid w:val="0099138B"/>
    <w:rsid w:val="009915E0"/>
    <w:rsid w:val="009953ED"/>
    <w:rsid w:val="00995C84"/>
    <w:rsid w:val="00997E9D"/>
    <w:rsid w:val="009A0D0C"/>
    <w:rsid w:val="009B0ADF"/>
    <w:rsid w:val="009B114B"/>
    <w:rsid w:val="009B2A5A"/>
    <w:rsid w:val="009B55E0"/>
    <w:rsid w:val="009B5BB7"/>
    <w:rsid w:val="009B7064"/>
    <w:rsid w:val="009C0EE8"/>
    <w:rsid w:val="009C2406"/>
    <w:rsid w:val="009C2908"/>
    <w:rsid w:val="009C7B0E"/>
    <w:rsid w:val="009D019E"/>
    <w:rsid w:val="009D4153"/>
    <w:rsid w:val="009D7E4B"/>
    <w:rsid w:val="00A00C34"/>
    <w:rsid w:val="00A03058"/>
    <w:rsid w:val="00A03060"/>
    <w:rsid w:val="00A05722"/>
    <w:rsid w:val="00A07264"/>
    <w:rsid w:val="00A11E5F"/>
    <w:rsid w:val="00A229A7"/>
    <w:rsid w:val="00A3220A"/>
    <w:rsid w:val="00A3244F"/>
    <w:rsid w:val="00A355B6"/>
    <w:rsid w:val="00A41164"/>
    <w:rsid w:val="00A4312E"/>
    <w:rsid w:val="00A459FE"/>
    <w:rsid w:val="00A46DC4"/>
    <w:rsid w:val="00A53374"/>
    <w:rsid w:val="00A64EB0"/>
    <w:rsid w:val="00A852FD"/>
    <w:rsid w:val="00A870A0"/>
    <w:rsid w:val="00A93CC1"/>
    <w:rsid w:val="00A9410D"/>
    <w:rsid w:val="00A97D96"/>
    <w:rsid w:val="00AA0CB9"/>
    <w:rsid w:val="00AA3E87"/>
    <w:rsid w:val="00AA42A5"/>
    <w:rsid w:val="00AA5113"/>
    <w:rsid w:val="00AA6E11"/>
    <w:rsid w:val="00AA6F67"/>
    <w:rsid w:val="00AB0531"/>
    <w:rsid w:val="00AB28A6"/>
    <w:rsid w:val="00AB5E49"/>
    <w:rsid w:val="00AB6022"/>
    <w:rsid w:val="00AB7CC8"/>
    <w:rsid w:val="00AC1B4A"/>
    <w:rsid w:val="00AC3B08"/>
    <w:rsid w:val="00AC52CF"/>
    <w:rsid w:val="00AC56A5"/>
    <w:rsid w:val="00AC5746"/>
    <w:rsid w:val="00AD6A5F"/>
    <w:rsid w:val="00AD75A4"/>
    <w:rsid w:val="00AE42CF"/>
    <w:rsid w:val="00AE639C"/>
    <w:rsid w:val="00AE6DB0"/>
    <w:rsid w:val="00AF6E99"/>
    <w:rsid w:val="00B053CB"/>
    <w:rsid w:val="00B07212"/>
    <w:rsid w:val="00B20FE9"/>
    <w:rsid w:val="00B22B6C"/>
    <w:rsid w:val="00B23153"/>
    <w:rsid w:val="00B23290"/>
    <w:rsid w:val="00B25B41"/>
    <w:rsid w:val="00B27E5F"/>
    <w:rsid w:val="00B311A7"/>
    <w:rsid w:val="00B32DCB"/>
    <w:rsid w:val="00B333EB"/>
    <w:rsid w:val="00B3346A"/>
    <w:rsid w:val="00B42488"/>
    <w:rsid w:val="00B45B1B"/>
    <w:rsid w:val="00B53067"/>
    <w:rsid w:val="00B54180"/>
    <w:rsid w:val="00B5471B"/>
    <w:rsid w:val="00B7042F"/>
    <w:rsid w:val="00B71B7B"/>
    <w:rsid w:val="00B762E2"/>
    <w:rsid w:val="00B80589"/>
    <w:rsid w:val="00B8087C"/>
    <w:rsid w:val="00B83227"/>
    <w:rsid w:val="00B8674B"/>
    <w:rsid w:val="00B90B2E"/>
    <w:rsid w:val="00BA03EB"/>
    <w:rsid w:val="00BA5788"/>
    <w:rsid w:val="00BB35D4"/>
    <w:rsid w:val="00BB4BE8"/>
    <w:rsid w:val="00BC087C"/>
    <w:rsid w:val="00BC4DD3"/>
    <w:rsid w:val="00BD3127"/>
    <w:rsid w:val="00BD55BF"/>
    <w:rsid w:val="00BE10A7"/>
    <w:rsid w:val="00BE3C52"/>
    <w:rsid w:val="00BE4296"/>
    <w:rsid w:val="00BE7F8B"/>
    <w:rsid w:val="00BF0457"/>
    <w:rsid w:val="00BF13C1"/>
    <w:rsid w:val="00C15748"/>
    <w:rsid w:val="00C205D1"/>
    <w:rsid w:val="00C231EF"/>
    <w:rsid w:val="00C2664A"/>
    <w:rsid w:val="00C27EF4"/>
    <w:rsid w:val="00C36CD3"/>
    <w:rsid w:val="00C41DB1"/>
    <w:rsid w:val="00C430E7"/>
    <w:rsid w:val="00C61232"/>
    <w:rsid w:val="00C6261B"/>
    <w:rsid w:val="00C62EC8"/>
    <w:rsid w:val="00C702D5"/>
    <w:rsid w:val="00C737D6"/>
    <w:rsid w:val="00C8003F"/>
    <w:rsid w:val="00C84607"/>
    <w:rsid w:val="00C91CE6"/>
    <w:rsid w:val="00C93C29"/>
    <w:rsid w:val="00CA24D0"/>
    <w:rsid w:val="00CA65A5"/>
    <w:rsid w:val="00CA6E07"/>
    <w:rsid w:val="00CB5387"/>
    <w:rsid w:val="00CC1443"/>
    <w:rsid w:val="00CD1F0F"/>
    <w:rsid w:val="00CD42FD"/>
    <w:rsid w:val="00CD7069"/>
    <w:rsid w:val="00CE1645"/>
    <w:rsid w:val="00CE2B5A"/>
    <w:rsid w:val="00CE2CB0"/>
    <w:rsid w:val="00CE71CB"/>
    <w:rsid w:val="00CF5FA8"/>
    <w:rsid w:val="00D03F97"/>
    <w:rsid w:val="00D07011"/>
    <w:rsid w:val="00D102C6"/>
    <w:rsid w:val="00D1188E"/>
    <w:rsid w:val="00D21E14"/>
    <w:rsid w:val="00D228FA"/>
    <w:rsid w:val="00D3597C"/>
    <w:rsid w:val="00D35FBD"/>
    <w:rsid w:val="00D36C6A"/>
    <w:rsid w:val="00D3755C"/>
    <w:rsid w:val="00D4160E"/>
    <w:rsid w:val="00D42491"/>
    <w:rsid w:val="00D62ABB"/>
    <w:rsid w:val="00D67615"/>
    <w:rsid w:val="00D679D7"/>
    <w:rsid w:val="00D75F6C"/>
    <w:rsid w:val="00D823AA"/>
    <w:rsid w:val="00D83D72"/>
    <w:rsid w:val="00D84FA4"/>
    <w:rsid w:val="00D8517C"/>
    <w:rsid w:val="00D85510"/>
    <w:rsid w:val="00D94270"/>
    <w:rsid w:val="00D94CC4"/>
    <w:rsid w:val="00DB435C"/>
    <w:rsid w:val="00DD076A"/>
    <w:rsid w:val="00DE3531"/>
    <w:rsid w:val="00DF3028"/>
    <w:rsid w:val="00DF563E"/>
    <w:rsid w:val="00DF6B86"/>
    <w:rsid w:val="00DF7D43"/>
    <w:rsid w:val="00E03881"/>
    <w:rsid w:val="00E07FE3"/>
    <w:rsid w:val="00E106EC"/>
    <w:rsid w:val="00E1151F"/>
    <w:rsid w:val="00E14BE6"/>
    <w:rsid w:val="00E155A0"/>
    <w:rsid w:val="00E2655E"/>
    <w:rsid w:val="00E41DC3"/>
    <w:rsid w:val="00E4239F"/>
    <w:rsid w:val="00E50318"/>
    <w:rsid w:val="00E51ABA"/>
    <w:rsid w:val="00E53074"/>
    <w:rsid w:val="00E53FDA"/>
    <w:rsid w:val="00E55DB9"/>
    <w:rsid w:val="00E605A5"/>
    <w:rsid w:val="00E609A0"/>
    <w:rsid w:val="00E62965"/>
    <w:rsid w:val="00E72943"/>
    <w:rsid w:val="00E74F15"/>
    <w:rsid w:val="00E764C1"/>
    <w:rsid w:val="00E80DB9"/>
    <w:rsid w:val="00E81430"/>
    <w:rsid w:val="00E86BE3"/>
    <w:rsid w:val="00E92B51"/>
    <w:rsid w:val="00E92DE8"/>
    <w:rsid w:val="00EA2D6D"/>
    <w:rsid w:val="00EA57E6"/>
    <w:rsid w:val="00EB134D"/>
    <w:rsid w:val="00EB4596"/>
    <w:rsid w:val="00EB5E9C"/>
    <w:rsid w:val="00EB6A18"/>
    <w:rsid w:val="00ED3E0A"/>
    <w:rsid w:val="00ED49AD"/>
    <w:rsid w:val="00EF43B1"/>
    <w:rsid w:val="00EF7158"/>
    <w:rsid w:val="00F00C9E"/>
    <w:rsid w:val="00F013A8"/>
    <w:rsid w:val="00F059C5"/>
    <w:rsid w:val="00F15462"/>
    <w:rsid w:val="00F20B0A"/>
    <w:rsid w:val="00F234EA"/>
    <w:rsid w:val="00F3390A"/>
    <w:rsid w:val="00F65296"/>
    <w:rsid w:val="00F66DBA"/>
    <w:rsid w:val="00FA0FBC"/>
    <w:rsid w:val="00FA50BF"/>
    <w:rsid w:val="00FA6330"/>
    <w:rsid w:val="00FB4736"/>
    <w:rsid w:val="00FB4DF4"/>
    <w:rsid w:val="00FC513D"/>
    <w:rsid w:val="00FD184E"/>
    <w:rsid w:val="00FD34CF"/>
    <w:rsid w:val="00FD7595"/>
    <w:rsid w:val="00FE0E2F"/>
    <w:rsid w:val="00FF0728"/>
    <w:rsid w:val="00FF09B1"/>
    <w:rsid w:val="00FF7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35FB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71CB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0305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71C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71C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305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71CB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237D5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CE71C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E71CB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E71C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E71C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одержимое таблицы"/>
    <w:basedOn w:val="Normal"/>
    <w:uiPriority w:val="99"/>
    <w:rsid w:val="00CE71CB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1">
    <w:name w:val="марк список 1"/>
    <w:basedOn w:val="Normal"/>
    <w:uiPriority w:val="99"/>
    <w:rsid w:val="00CE71CB"/>
    <w:pPr>
      <w:widowControl w:val="0"/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kern w:val="1"/>
      <w:sz w:val="24"/>
      <w:szCs w:val="20"/>
    </w:rPr>
  </w:style>
  <w:style w:type="paragraph" w:customStyle="1" w:styleId="10">
    <w:name w:val="нум список 1"/>
    <w:basedOn w:val="1"/>
    <w:uiPriority w:val="99"/>
    <w:rsid w:val="00CE71CB"/>
  </w:style>
  <w:style w:type="paragraph" w:customStyle="1" w:styleId="32">
    <w:name w:val="Основной текст с отступом 32"/>
    <w:basedOn w:val="Normal"/>
    <w:uiPriority w:val="99"/>
    <w:rsid w:val="00CE71CB"/>
    <w:pPr>
      <w:widowControl w:val="0"/>
      <w:suppressAutoHyphens/>
      <w:spacing w:after="120" w:line="240" w:lineRule="auto"/>
      <w:ind w:left="283"/>
    </w:pPr>
    <w:rPr>
      <w:rFonts w:ascii="Times New Roman" w:hAnsi="Times New Roman"/>
      <w:kern w:val="1"/>
      <w:sz w:val="16"/>
      <w:szCs w:val="16"/>
    </w:rPr>
  </w:style>
  <w:style w:type="paragraph" w:customStyle="1" w:styleId="western">
    <w:name w:val="western"/>
    <w:basedOn w:val="Normal"/>
    <w:uiPriority w:val="99"/>
    <w:rsid w:val="00EB4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DefaultParagraphFont"/>
    <w:uiPriority w:val="99"/>
    <w:rsid w:val="00840C39"/>
    <w:rPr>
      <w:rFonts w:cs="Times New Roman"/>
    </w:rPr>
  </w:style>
  <w:style w:type="character" w:styleId="Hyperlink">
    <w:name w:val="Hyperlink"/>
    <w:basedOn w:val="DefaultParagraphFont"/>
    <w:uiPriority w:val="99"/>
    <w:rsid w:val="00DF6B8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F6B8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DF6B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DF6B8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F6B86"/>
    <w:rPr>
      <w:rFonts w:ascii="Cambria" w:hAnsi="Cambria" w:cs="Times New Roman"/>
      <w:sz w:val="24"/>
      <w:szCs w:val="24"/>
    </w:rPr>
  </w:style>
  <w:style w:type="paragraph" w:styleId="NoSpacing">
    <w:name w:val="No Spacing"/>
    <w:uiPriority w:val="99"/>
    <w:qFormat/>
    <w:rsid w:val="007E4536"/>
    <w:rPr>
      <w:lang w:eastAsia="en-US"/>
    </w:rPr>
  </w:style>
  <w:style w:type="paragraph" w:customStyle="1" w:styleId="ConsPlusNormal">
    <w:name w:val="ConsPlusNormal"/>
    <w:uiPriority w:val="99"/>
    <w:rsid w:val="007D01D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TextNPA">
    <w:name w:val="Text NPA"/>
    <w:basedOn w:val="DefaultParagraphFont"/>
    <w:uiPriority w:val="99"/>
    <w:rsid w:val="001855A8"/>
    <w:rPr>
      <w:rFonts w:ascii="Courier New" w:hAnsi="Courier New" w:cs="Times New Roman"/>
    </w:rPr>
  </w:style>
  <w:style w:type="paragraph" w:styleId="PlainText">
    <w:name w:val="Plain Text"/>
    <w:basedOn w:val="Normal"/>
    <w:link w:val="PlainTextChar"/>
    <w:uiPriority w:val="99"/>
    <w:semiHidden/>
    <w:rsid w:val="003E61B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E61B4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B23B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0">
    <w:name w:val="Знак"/>
    <w:basedOn w:val="Normal"/>
    <w:uiPriority w:val="99"/>
    <w:rsid w:val="0030435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headertext">
    <w:name w:val="headertext"/>
    <w:basedOn w:val="Normal"/>
    <w:uiPriority w:val="99"/>
    <w:rsid w:val="003043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jast">
    <w:name w:val="text_jast"/>
    <w:basedOn w:val="Normal"/>
    <w:uiPriority w:val="99"/>
    <w:rsid w:val="00190C3A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rsid w:val="0042766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27667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1D258E"/>
    <w:rPr>
      <w:rFonts w:cs="Times New Roman"/>
      <w:b/>
      <w:bCs/>
    </w:rPr>
  </w:style>
  <w:style w:type="paragraph" w:customStyle="1" w:styleId="Heading">
    <w:name w:val="Heading"/>
    <w:uiPriority w:val="99"/>
    <w:rsid w:val="00D228FA"/>
    <w:pPr>
      <w:autoSpaceDE w:val="0"/>
      <w:autoSpaceDN w:val="0"/>
      <w:adjustRightInd w:val="0"/>
    </w:pPr>
    <w:rPr>
      <w:rFonts w:ascii="Courier New" w:eastAsia="Times New Roman" w:hAnsi="Courier New" w:cs="Courier New"/>
      <w:b/>
      <w:bCs/>
      <w:sz w:val="28"/>
      <w:szCs w:val="28"/>
    </w:rPr>
  </w:style>
  <w:style w:type="paragraph" w:customStyle="1" w:styleId="pcenter">
    <w:name w:val="pcenter"/>
    <w:basedOn w:val="Normal"/>
    <w:uiPriority w:val="99"/>
    <w:rsid w:val="008E26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Normal"/>
    <w:uiPriority w:val="99"/>
    <w:rsid w:val="0054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543A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543A7E"/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110F8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9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0AC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Normal"/>
    <w:uiPriority w:val="99"/>
    <w:rsid w:val="009814C4"/>
    <w:pPr>
      <w:spacing w:before="100" w:beforeAutospacing="1" w:after="100" w:afterAutospacing="1"/>
    </w:pPr>
  </w:style>
  <w:style w:type="paragraph" w:customStyle="1" w:styleId="msoplaintextmailrucssattributepostfix">
    <w:name w:val="msoplaintext_mailru_css_attribute_postfix"/>
    <w:basedOn w:val="Normal"/>
    <w:uiPriority w:val="99"/>
    <w:rsid w:val="009814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5202</TotalTime>
  <Pages>1</Pages>
  <Words>234</Words>
  <Characters>1338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345</cp:revision>
  <cp:lastPrinted>2018-09-12T06:57:00Z</cp:lastPrinted>
  <dcterms:created xsi:type="dcterms:W3CDTF">2014-11-10T10:42:00Z</dcterms:created>
  <dcterms:modified xsi:type="dcterms:W3CDTF">2018-09-12T07:02:00Z</dcterms:modified>
</cp:coreProperties>
</file>