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9D6" w:rsidRPr="00AC4C7A" w:rsidRDefault="00CD49D6" w:rsidP="00AC4C7A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C4C7A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C7A">
        <w:rPr>
          <w:rFonts w:ascii="Times New Roman" w:hAnsi="Times New Roman"/>
          <w:sz w:val="28"/>
          <w:szCs w:val="28"/>
        </w:rPr>
        <w:t>1</w:t>
      </w:r>
    </w:p>
    <w:p w:rsidR="00CD49D6" w:rsidRPr="00AC4C7A" w:rsidRDefault="00CD49D6" w:rsidP="00AC4C7A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 w:rsidRPr="00AC4C7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CD49D6" w:rsidRPr="00AC4C7A" w:rsidRDefault="00CD49D6" w:rsidP="00AC4C7A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 w:rsidRPr="00AC4C7A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CD49D6" w:rsidRDefault="00CD49D6" w:rsidP="00AC4C7A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«Коношский муниципальный район»</w:t>
      </w:r>
    </w:p>
    <w:p w:rsidR="00CD49D6" w:rsidRPr="00AC4C7A" w:rsidRDefault="00CD49D6" w:rsidP="00AC4C7A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10 ноября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8"/>
            <w:szCs w:val="28"/>
          </w:rPr>
          <w:t>2017 г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  <w:r w:rsidRPr="00AC4C7A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707</w:t>
      </w:r>
    </w:p>
    <w:p w:rsidR="00CD49D6" w:rsidRDefault="00CD49D6" w:rsidP="00AC4C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Default="00CD49D6" w:rsidP="00AC4C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Pr="00AC4C7A" w:rsidRDefault="00CD49D6" w:rsidP="00AC4C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Pr="004B5C38" w:rsidRDefault="00CD49D6" w:rsidP="00AC4C7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5C38">
        <w:rPr>
          <w:rFonts w:ascii="Times New Roman" w:hAnsi="Times New Roman"/>
          <w:b/>
          <w:sz w:val="28"/>
          <w:szCs w:val="28"/>
        </w:rPr>
        <w:t>П Е Р Е Ч Е Н Ь</w:t>
      </w:r>
    </w:p>
    <w:p w:rsidR="00CD49D6" w:rsidRDefault="00CD49D6" w:rsidP="00AC4C7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5C38">
        <w:rPr>
          <w:rFonts w:ascii="Times New Roman" w:hAnsi="Times New Roman"/>
          <w:b/>
          <w:sz w:val="28"/>
          <w:szCs w:val="28"/>
        </w:rPr>
        <w:t>предприятий и индивидуальных предпринимателей на территории муниципального образования «Коношский муниципальный район»</w:t>
      </w:r>
      <w:r>
        <w:rPr>
          <w:rFonts w:ascii="Times New Roman" w:hAnsi="Times New Roman"/>
          <w:b/>
          <w:sz w:val="28"/>
          <w:szCs w:val="28"/>
        </w:rPr>
        <w:t>,</w:t>
      </w:r>
    </w:p>
    <w:p w:rsidR="00CD49D6" w:rsidRDefault="00CD49D6" w:rsidP="00AC4C7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5C38">
        <w:rPr>
          <w:rFonts w:ascii="Times New Roman" w:hAnsi="Times New Roman"/>
          <w:b/>
          <w:sz w:val="28"/>
          <w:szCs w:val="28"/>
        </w:rPr>
        <w:t xml:space="preserve">а также мест </w:t>
      </w:r>
      <w:r>
        <w:rPr>
          <w:rFonts w:ascii="Times New Roman" w:hAnsi="Times New Roman"/>
          <w:b/>
          <w:sz w:val="28"/>
          <w:szCs w:val="28"/>
        </w:rPr>
        <w:t>отбывания осужденными наказания</w:t>
      </w:r>
    </w:p>
    <w:p w:rsidR="00CD49D6" w:rsidRPr="004B5C38" w:rsidRDefault="00CD49D6" w:rsidP="00AC4C7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5C38">
        <w:rPr>
          <w:rFonts w:ascii="Times New Roman" w:hAnsi="Times New Roman"/>
          <w:b/>
          <w:sz w:val="28"/>
          <w:szCs w:val="28"/>
        </w:rPr>
        <w:t>в виде обязательных работ</w:t>
      </w:r>
    </w:p>
    <w:p w:rsidR="00CD49D6" w:rsidRPr="00AC4C7A" w:rsidRDefault="00CD49D6" w:rsidP="00AC4C7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Pr="00AC4C7A" w:rsidRDefault="00CD49D6" w:rsidP="004B5C38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4C7A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МУП «Коношское благоустройство».</w:t>
      </w:r>
    </w:p>
    <w:p w:rsidR="00CD49D6" w:rsidRPr="00AC4C7A" w:rsidRDefault="00CD49D6" w:rsidP="004B5C38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4C7A">
        <w:rPr>
          <w:rFonts w:ascii="Times New Roman" w:hAnsi="Times New Roman"/>
          <w:sz w:val="28"/>
          <w:szCs w:val="28"/>
        </w:rPr>
        <w:t>2. МУП «Ерцевские теплосети»</w:t>
      </w:r>
      <w:r>
        <w:rPr>
          <w:rFonts w:ascii="Times New Roman" w:hAnsi="Times New Roman"/>
          <w:sz w:val="28"/>
          <w:szCs w:val="28"/>
        </w:rPr>
        <w:t>.</w:t>
      </w:r>
    </w:p>
    <w:p w:rsidR="00CD49D6" w:rsidRPr="00AC4C7A" w:rsidRDefault="00CD49D6" w:rsidP="004B5C38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МУП «Теплосервис», администрация МО «Подюжское».</w:t>
      </w:r>
    </w:p>
    <w:p w:rsidR="00CD49D6" w:rsidRPr="00AC4C7A" w:rsidRDefault="00CD49D6" w:rsidP="004B5C38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4C7A">
        <w:rPr>
          <w:rFonts w:ascii="Times New Roman" w:hAnsi="Times New Roman"/>
          <w:sz w:val="28"/>
          <w:szCs w:val="28"/>
        </w:rPr>
        <w:t xml:space="preserve">4. Индивидуальный предприниматель Пихтин Алексей Михайлович, </w:t>
      </w:r>
      <w:r>
        <w:rPr>
          <w:rFonts w:ascii="Times New Roman" w:hAnsi="Times New Roman"/>
          <w:sz w:val="28"/>
          <w:szCs w:val="28"/>
        </w:rPr>
        <w:t>администрация МО «Тавреньгское».</w:t>
      </w:r>
    </w:p>
    <w:p w:rsidR="00CD49D6" w:rsidRPr="00AC4C7A" w:rsidRDefault="00CD49D6" w:rsidP="004B5C38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4C7A">
        <w:rPr>
          <w:rFonts w:ascii="Times New Roman" w:hAnsi="Times New Roman"/>
          <w:sz w:val="28"/>
          <w:szCs w:val="28"/>
        </w:rPr>
        <w:t>5. Индивидуальный предприниматель Матюшина Лидия Константиновна</w:t>
      </w:r>
      <w:r>
        <w:rPr>
          <w:rFonts w:ascii="Times New Roman" w:hAnsi="Times New Roman"/>
          <w:sz w:val="28"/>
          <w:szCs w:val="28"/>
        </w:rPr>
        <w:t>, администрация МО «Климовское».</w:t>
      </w:r>
    </w:p>
    <w:p w:rsidR="00CD49D6" w:rsidRPr="00AC4C7A" w:rsidRDefault="00CD49D6" w:rsidP="004B5C38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4C7A">
        <w:rPr>
          <w:rFonts w:ascii="Times New Roman" w:hAnsi="Times New Roman"/>
          <w:sz w:val="28"/>
          <w:szCs w:val="28"/>
        </w:rPr>
        <w:t>6. Администра</w:t>
      </w:r>
      <w:r>
        <w:rPr>
          <w:rFonts w:ascii="Times New Roman" w:hAnsi="Times New Roman"/>
          <w:sz w:val="28"/>
          <w:szCs w:val="28"/>
        </w:rPr>
        <w:t>ция муниципального образования «Мирный».</w:t>
      </w:r>
    </w:p>
    <w:p w:rsidR="00CD49D6" w:rsidRPr="00AC4C7A" w:rsidRDefault="00CD49D6" w:rsidP="004B5C38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4C7A">
        <w:rPr>
          <w:rFonts w:ascii="Times New Roman" w:hAnsi="Times New Roman"/>
          <w:sz w:val="28"/>
          <w:szCs w:val="28"/>
        </w:rPr>
        <w:t>7. Администрация муниципального образования «Вохтомское».</w:t>
      </w:r>
    </w:p>
    <w:p w:rsidR="00CD49D6" w:rsidRPr="00AC4C7A" w:rsidRDefault="00CD49D6" w:rsidP="004B5C38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4C7A">
        <w:rPr>
          <w:rFonts w:ascii="Times New Roman" w:hAnsi="Times New Roman"/>
          <w:sz w:val="28"/>
          <w:szCs w:val="28"/>
        </w:rPr>
        <w:t>8. Администрация муниципального образования «Волошское».</w:t>
      </w:r>
    </w:p>
    <w:p w:rsidR="00CD49D6" w:rsidRPr="00AC4C7A" w:rsidRDefault="00CD49D6" w:rsidP="00AC4C7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Pr="00AC4C7A" w:rsidRDefault="00CD49D6" w:rsidP="00AC4C7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Pr="00AC4C7A" w:rsidRDefault="00CD49D6" w:rsidP="00AC4C7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p w:rsidR="00CD49D6" w:rsidRPr="00AC4C7A" w:rsidRDefault="00CD49D6" w:rsidP="00AC4C7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Pr="00AC4C7A" w:rsidRDefault="00CD49D6" w:rsidP="00AC4C7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Pr="00AC4C7A" w:rsidRDefault="00CD49D6" w:rsidP="00AC4C7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Pr="00AC4C7A" w:rsidRDefault="00CD49D6" w:rsidP="00AC4C7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Pr="00AC4C7A" w:rsidRDefault="00CD49D6" w:rsidP="00AC4C7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Pr="00AC4C7A" w:rsidRDefault="00CD49D6" w:rsidP="00AC4C7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Default="00CD49D6" w:rsidP="00AC4C7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Default="00CD49D6" w:rsidP="00AC4C7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Default="00CD49D6" w:rsidP="00AC4C7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Default="00CD49D6" w:rsidP="00AC4C7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Default="00CD49D6" w:rsidP="00AC4C7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Default="00CD49D6" w:rsidP="00AC4C7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Default="00CD49D6" w:rsidP="00AC4C7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Default="00CD49D6" w:rsidP="00AC4C7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Default="00CD49D6" w:rsidP="00AC4C7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Default="00CD49D6" w:rsidP="00AC4C7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Default="00CD49D6" w:rsidP="00AC4C7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Pr="00AC4C7A" w:rsidRDefault="00CD49D6" w:rsidP="00AC4C7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Pr="00AC4C7A" w:rsidRDefault="00CD49D6" w:rsidP="00F03F9B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 w:rsidRPr="00AC4C7A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C7A">
        <w:rPr>
          <w:rFonts w:ascii="Times New Roman" w:hAnsi="Times New Roman"/>
          <w:sz w:val="28"/>
          <w:szCs w:val="28"/>
        </w:rPr>
        <w:t>2</w:t>
      </w:r>
    </w:p>
    <w:p w:rsidR="00CD49D6" w:rsidRPr="00AC4C7A" w:rsidRDefault="00CD49D6" w:rsidP="00F03F9B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 w:rsidRPr="00AC4C7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CD49D6" w:rsidRPr="00AC4C7A" w:rsidRDefault="00CD49D6" w:rsidP="00F03F9B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 w:rsidRPr="00AC4C7A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CD49D6" w:rsidRDefault="00CD49D6" w:rsidP="00F03F9B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«Коношский муниципальный район»</w:t>
      </w:r>
    </w:p>
    <w:p w:rsidR="00CD49D6" w:rsidRPr="00AC4C7A" w:rsidRDefault="00CD49D6" w:rsidP="00F03F9B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10 ноября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8"/>
            <w:szCs w:val="28"/>
          </w:rPr>
          <w:t>2017 г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  <w:r w:rsidRPr="00AC4C7A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707</w:t>
      </w:r>
    </w:p>
    <w:p w:rsidR="00CD49D6" w:rsidRPr="00AC4C7A" w:rsidRDefault="00CD49D6" w:rsidP="00AC4C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Pr="00AC4C7A" w:rsidRDefault="00CD49D6" w:rsidP="00AC4C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Pr="00AC4C7A" w:rsidRDefault="00CD49D6" w:rsidP="00AC4C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Pr="00F03F9B" w:rsidRDefault="00CD49D6" w:rsidP="00AC4C7A">
      <w:pPr>
        <w:tabs>
          <w:tab w:val="left" w:pos="14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3F9B">
        <w:rPr>
          <w:rFonts w:ascii="Times New Roman" w:hAnsi="Times New Roman"/>
          <w:b/>
          <w:sz w:val="28"/>
          <w:szCs w:val="28"/>
        </w:rPr>
        <w:t>ПРИМЕРНЫЙ ПЕРЕЧЕНЬ</w:t>
      </w:r>
    </w:p>
    <w:p w:rsidR="00CD49D6" w:rsidRPr="00F03F9B" w:rsidRDefault="00CD49D6" w:rsidP="00AC4C7A">
      <w:pPr>
        <w:tabs>
          <w:tab w:val="left" w:pos="14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видов работ (услуг) </w:t>
      </w:r>
      <w:r w:rsidRPr="00F03F9B">
        <w:rPr>
          <w:rFonts w:ascii="Times New Roman" w:hAnsi="Times New Roman"/>
          <w:b/>
          <w:sz w:val="28"/>
          <w:szCs w:val="28"/>
        </w:rPr>
        <w:t>и объектов для отбывания осужденными наказания в виде обязательных работ на безвозмездной основе</w:t>
      </w:r>
    </w:p>
    <w:p w:rsidR="00CD49D6" w:rsidRPr="00AC4C7A" w:rsidRDefault="00CD49D6" w:rsidP="00AC4C7A">
      <w:pPr>
        <w:tabs>
          <w:tab w:val="left" w:pos="14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Pr="00AC4C7A" w:rsidRDefault="00CD49D6" w:rsidP="00F03F9B">
      <w:pPr>
        <w:tabs>
          <w:tab w:val="left" w:pos="-54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C4C7A">
        <w:rPr>
          <w:rFonts w:ascii="Times New Roman" w:hAnsi="Times New Roman"/>
          <w:sz w:val="28"/>
          <w:szCs w:val="28"/>
        </w:rPr>
        <w:t>1. Благоустройство, очистка территории, озеленение, земляные работы, ремонтные работы дорог и других объектов внешнего благоустройства.</w:t>
      </w:r>
    </w:p>
    <w:p w:rsidR="00CD49D6" w:rsidRPr="00AC4C7A" w:rsidRDefault="00CD49D6" w:rsidP="00F03F9B">
      <w:pPr>
        <w:tabs>
          <w:tab w:val="left" w:pos="-54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AC4C7A">
        <w:rPr>
          <w:rFonts w:ascii="Times New Roman" w:hAnsi="Times New Roman"/>
          <w:sz w:val="28"/>
          <w:szCs w:val="28"/>
        </w:rPr>
        <w:t>Эксплуатация жилищно-коммунального хозяйства, уборка придомовых территорий, чердачных и подвальных помещений, ремонт систем водоснабжения, канализации и иных объектов коммунального хозяйства, уборка подъездов (лестниц, проемов, площадок), санитарная очистка территории.</w:t>
      </w:r>
    </w:p>
    <w:p w:rsidR="00CD49D6" w:rsidRPr="00AC4C7A" w:rsidRDefault="00CD49D6" w:rsidP="00F03F9B">
      <w:pPr>
        <w:tabs>
          <w:tab w:val="left" w:pos="-54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C4C7A">
        <w:rPr>
          <w:rFonts w:ascii="Times New Roman" w:hAnsi="Times New Roman"/>
          <w:sz w:val="28"/>
          <w:szCs w:val="28"/>
        </w:rPr>
        <w:t>3. Погрузочно-разгрузочные работы.</w:t>
      </w:r>
    </w:p>
    <w:p w:rsidR="00CD49D6" w:rsidRPr="00AC4C7A" w:rsidRDefault="00CD49D6" w:rsidP="00F03F9B">
      <w:pPr>
        <w:tabs>
          <w:tab w:val="left" w:pos="-54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AC4C7A">
        <w:rPr>
          <w:rFonts w:ascii="Times New Roman" w:hAnsi="Times New Roman"/>
          <w:sz w:val="28"/>
          <w:szCs w:val="28"/>
        </w:rPr>
        <w:t>Иные общедоступные виды трудовой деятельности, не требующие предварительной и профессиональной подготовки,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C7A">
        <w:rPr>
          <w:rFonts w:ascii="Times New Roman" w:hAnsi="Times New Roman"/>
          <w:sz w:val="28"/>
          <w:szCs w:val="28"/>
        </w:rPr>
        <w:t>согласованию с работодателем.</w:t>
      </w:r>
    </w:p>
    <w:p w:rsidR="00CD49D6" w:rsidRDefault="00CD49D6" w:rsidP="00F03F9B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Default="00CD49D6" w:rsidP="00F03F9B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9D6" w:rsidRPr="00AC4C7A" w:rsidRDefault="00CD49D6" w:rsidP="00F03F9B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sectPr w:rsidR="00CD49D6" w:rsidRPr="00AC4C7A" w:rsidSect="00807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ACD"/>
    <w:rsid w:val="00013D4E"/>
    <w:rsid w:val="0002334C"/>
    <w:rsid w:val="00026530"/>
    <w:rsid w:val="0003697F"/>
    <w:rsid w:val="000454E4"/>
    <w:rsid w:val="00055609"/>
    <w:rsid w:val="00064BC0"/>
    <w:rsid w:val="00070EA5"/>
    <w:rsid w:val="000742CA"/>
    <w:rsid w:val="000800BA"/>
    <w:rsid w:val="000800D1"/>
    <w:rsid w:val="00086752"/>
    <w:rsid w:val="000A2894"/>
    <w:rsid w:val="000B2BCF"/>
    <w:rsid w:val="000C711B"/>
    <w:rsid w:val="000C713E"/>
    <w:rsid w:val="000E058F"/>
    <w:rsid w:val="000E2726"/>
    <w:rsid w:val="000F25FF"/>
    <w:rsid w:val="000F2BFE"/>
    <w:rsid w:val="000F4AD8"/>
    <w:rsid w:val="000F6895"/>
    <w:rsid w:val="00105081"/>
    <w:rsid w:val="00107DAE"/>
    <w:rsid w:val="00114651"/>
    <w:rsid w:val="00117A06"/>
    <w:rsid w:val="00120E8D"/>
    <w:rsid w:val="0013785F"/>
    <w:rsid w:val="00152467"/>
    <w:rsid w:val="00170532"/>
    <w:rsid w:val="0017455B"/>
    <w:rsid w:val="00190DBF"/>
    <w:rsid w:val="001C3DE8"/>
    <w:rsid w:val="002159DA"/>
    <w:rsid w:val="00216B87"/>
    <w:rsid w:val="0022747D"/>
    <w:rsid w:val="00240270"/>
    <w:rsid w:val="00251126"/>
    <w:rsid w:val="00251E75"/>
    <w:rsid w:val="00273F44"/>
    <w:rsid w:val="00287131"/>
    <w:rsid w:val="002A5A59"/>
    <w:rsid w:val="002A72C1"/>
    <w:rsid w:val="002D0EC2"/>
    <w:rsid w:val="002E44DD"/>
    <w:rsid w:val="002F2883"/>
    <w:rsid w:val="00306655"/>
    <w:rsid w:val="0032179A"/>
    <w:rsid w:val="00325212"/>
    <w:rsid w:val="00352944"/>
    <w:rsid w:val="00356560"/>
    <w:rsid w:val="00361712"/>
    <w:rsid w:val="00362EA5"/>
    <w:rsid w:val="003A2C41"/>
    <w:rsid w:val="003A336A"/>
    <w:rsid w:val="003A3D7E"/>
    <w:rsid w:val="003B0F47"/>
    <w:rsid w:val="003B518C"/>
    <w:rsid w:val="003C4A8C"/>
    <w:rsid w:val="003E0D1E"/>
    <w:rsid w:val="004068E1"/>
    <w:rsid w:val="00433299"/>
    <w:rsid w:val="00434601"/>
    <w:rsid w:val="00442D67"/>
    <w:rsid w:val="004B5087"/>
    <w:rsid w:val="004B5C38"/>
    <w:rsid w:val="004B66C8"/>
    <w:rsid w:val="004B713A"/>
    <w:rsid w:val="004B7E64"/>
    <w:rsid w:val="004C4985"/>
    <w:rsid w:val="004D3731"/>
    <w:rsid w:val="004D7681"/>
    <w:rsid w:val="004E55D0"/>
    <w:rsid w:val="004F6C88"/>
    <w:rsid w:val="00513ACD"/>
    <w:rsid w:val="00554866"/>
    <w:rsid w:val="0057233E"/>
    <w:rsid w:val="005B1D3F"/>
    <w:rsid w:val="005B5F69"/>
    <w:rsid w:val="005B6D7B"/>
    <w:rsid w:val="005C09DC"/>
    <w:rsid w:val="005C1814"/>
    <w:rsid w:val="005D2D14"/>
    <w:rsid w:val="005D4262"/>
    <w:rsid w:val="005D52E0"/>
    <w:rsid w:val="005E15E5"/>
    <w:rsid w:val="005F2834"/>
    <w:rsid w:val="006009C7"/>
    <w:rsid w:val="006074AF"/>
    <w:rsid w:val="00620605"/>
    <w:rsid w:val="00621B2D"/>
    <w:rsid w:val="00623716"/>
    <w:rsid w:val="00627B5B"/>
    <w:rsid w:val="006360DC"/>
    <w:rsid w:val="00643147"/>
    <w:rsid w:val="006462CB"/>
    <w:rsid w:val="00653869"/>
    <w:rsid w:val="0067601A"/>
    <w:rsid w:val="00676A87"/>
    <w:rsid w:val="0069013E"/>
    <w:rsid w:val="00694956"/>
    <w:rsid w:val="006A3936"/>
    <w:rsid w:val="006B3ACF"/>
    <w:rsid w:val="006E23AC"/>
    <w:rsid w:val="006E7255"/>
    <w:rsid w:val="006E7A49"/>
    <w:rsid w:val="006F4131"/>
    <w:rsid w:val="0070214E"/>
    <w:rsid w:val="007316CC"/>
    <w:rsid w:val="00762F5E"/>
    <w:rsid w:val="00765ACB"/>
    <w:rsid w:val="00766F12"/>
    <w:rsid w:val="00783FC8"/>
    <w:rsid w:val="00790C0D"/>
    <w:rsid w:val="007926C1"/>
    <w:rsid w:val="007A107A"/>
    <w:rsid w:val="007B38B3"/>
    <w:rsid w:val="007C3E7B"/>
    <w:rsid w:val="007C463F"/>
    <w:rsid w:val="007D1357"/>
    <w:rsid w:val="007F1007"/>
    <w:rsid w:val="00802C38"/>
    <w:rsid w:val="00807F61"/>
    <w:rsid w:val="008156B0"/>
    <w:rsid w:val="00831FB9"/>
    <w:rsid w:val="00834329"/>
    <w:rsid w:val="00850024"/>
    <w:rsid w:val="00877E04"/>
    <w:rsid w:val="00892D5E"/>
    <w:rsid w:val="008A14A4"/>
    <w:rsid w:val="008C6F34"/>
    <w:rsid w:val="008D009B"/>
    <w:rsid w:val="008D0F08"/>
    <w:rsid w:val="008E55E0"/>
    <w:rsid w:val="008E704D"/>
    <w:rsid w:val="008F3349"/>
    <w:rsid w:val="00913126"/>
    <w:rsid w:val="00913E74"/>
    <w:rsid w:val="00924356"/>
    <w:rsid w:val="00930EAB"/>
    <w:rsid w:val="009316A6"/>
    <w:rsid w:val="00931AC3"/>
    <w:rsid w:val="009413B7"/>
    <w:rsid w:val="00942AA3"/>
    <w:rsid w:val="00962D14"/>
    <w:rsid w:val="00971B82"/>
    <w:rsid w:val="009B5070"/>
    <w:rsid w:val="009D011F"/>
    <w:rsid w:val="009E155B"/>
    <w:rsid w:val="009E2746"/>
    <w:rsid w:val="009F0E66"/>
    <w:rsid w:val="009F219F"/>
    <w:rsid w:val="00A15C77"/>
    <w:rsid w:val="00A15F83"/>
    <w:rsid w:val="00A20CB5"/>
    <w:rsid w:val="00A21FFC"/>
    <w:rsid w:val="00A34944"/>
    <w:rsid w:val="00A46918"/>
    <w:rsid w:val="00A54AD1"/>
    <w:rsid w:val="00A54D91"/>
    <w:rsid w:val="00A55084"/>
    <w:rsid w:val="00A56D2F"/>
    <w:rsid w:val="00A6279E"/>
    <w:rsid w:val="00A70703"/>
    <w:rsid w:val="00A73159"/>
    <w:rsid w:val="00A7569E"/>
    <w:rsid w:val="00A82222"/>
    <w:rsid w:val="00A84BED"/>
    <w:rsid w:val="00A962EF"/>
    <w:rsid w:val="00A96F11"/>
    <w:rsid w:val="00A97D6A"/>
    <w:rsid w:val="00AA47DB"/>
    <w:rsid w:val="00AB6EA6"/>
    <w:rsid w:val="00AC4C7A"/>
    <w:rsid w:val="00AD0262"/>
    <w:rsid w:val="00AD23B0"/>
    <w:rsid w:val="00AE4E41"/>
    <w:rsid w:val="00AF4657"/>
    <w:rsid w:val="00B10D11"/>
    <w:rsid w:val="00B24FE9"/>
    <w:rsid w:val="00B32CDB"/>
    <w:rsid w:val="00B42DB5"/>
    <w:rsid w:val="00B96161"/>
    <w:rsid w:val="00BA53A7"/>
    <w:rsid w:val="00BA5478"/>
    <w:rsid w:val="00BC29B5"/>
    <w:rsid w:val="00BC6B50"/>
    <w:rsid w:val="00BD529E"/>
    <w:rsid w:val="00C007F6"/>
    <w:rsid w:val="00C053E4"/>
    <w:rsid w:val="00C1406D"/>
    <w:rsid w:val="00C244C2"/>
    <w:rsid w:val="00C31D75"/>
    <w:rsid w:val="00C340F2"/>
    <w:rsid w:val="00C47FDC"/>
    <w:rsid w:val="00C573CD"/>
    <w:rsid w:val="00C63F6C"/>
    <w:rsid w:val="00C645A5"/>
    <w:rsid w:val="00C8362B"/>
    <w:rsid w:val="00C915B0"/>
    <w:rsid w:val="00C91B23"/>
    <w:rsid w:val="00CA0E06"/>
    <w:rsid w:val="00CA65D6"/>
    <w:rsid w:val="00CB32FF"/>
    <w:rsid w:val="00CB512B"/>
    <w:rsid w:val="00CB6B70"/>
    <w:rsid w:val="00CC3D3F"/>
    <w:rsid w:val="00CD49D6"/>
    <w:rsid w:val="00CF2165"/>
    <w:rsid w:val="00D12C29"/>
    <w:rsid w:val="00D24E4C"/>
    <w:rsid w:val="00D5409B"/>
    <w:rsid w:val="00D77A7D"/>
    <w:rsid w:val="00D811B4"/>
    <w:rsid w:val="00D94E95"/>
    <w:rsid w:val="00DA3A68"/>
    <w:rsid w:val="00DB74DA"/>
    <w:rsid w:val="00DC2E4D"/>
    <w:rsid w:val="00DC42D1"/>
    <w:rsid w:val="00DC75A5"/>
    <w:rsid w:val="00DE4F2A"/>
    <w:rsid w:val="00DF1392"/>
    <w:rsid w:val="00DF4A72"/>
    <w:rsid w:val="00E17C22"/>
    <w:rsid w:val="00E307D0"/>
    <w:rsid w:val="00E36E62"/>
    <w:rsid w:val="00E53127"/>
    <w:rsid w:val="00E733F8"/>
    <w:rsid w:val="00E820E6"/>
    <w:rsid w:val="00E83FD3"/>
    <w:rsid w:val="00E930BA"/>
    <w:rsid w:val="00EA2D9B"/>
    <w:rsid w:val="00EC136B"/>
    <w:rsid w:val="00EE2F95"/>
    <w:rsid w:val="00EF5177"/>
    <w:rsid w:val="00EF6400"/>
    <w:rsid w:val="00F005AC"/>
    <w:rsid w:val="00F00EA4"/>
    <w:rsid w:val="00F03F9B"/>
    <w:rsid w:val="00F0676C"/>
    <w:rsid w:val="00F13AE5"/>
    <w:rsid w:val="00F174BF"/>
    <w:rsid w:val="00F65B3C"/>
    <w:rsid w:val="00F74E19"/>
    <w:rsid w:val="00F77834"/>
    <w:rsid w:val="00F877C8"/>
    <w:rsid w:val="00FA4FF9"/>
    <w:rsid w:val="00FB31F1"/>
    <w:rsid w:val="00FE0F13"/>
    <w:rsid w:val="00FF7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F6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259</Words>
  <Characters>1478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9</cp:revision>
  <cp:lastPrinted>2017-11-09T06:23:00Z</cp:lastPrinted>
  <dcterms:created xsi:type="dcterms:W3CDTF">2017-11-10T10:21:00Z</dcterms:created>
  <dcterms:modified xsi:type="dcterms:W3CDTF">2017-11-13T07:50:00Z</dcterms:modified>
</cp:coreProperties>
</file>