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726E" w:rsidRPr="003C4462" w:rsidRDefault="00AF726E" w:rsidP="003C4462">
      <w:pPr>
        <w:ind w:left="3960"/>
        <w:jc w:val="center"/>
      </w:pPr>
      <w:r w:rsidRPr="003C4462">
        <w:t>ПРИЛОЖЕНИЕ № 2</w:t>
      </w:r>
    </w:p>
    <w:p w:rsidR="00AF726E" w:rsidRPr="003C4462" w:rsidRDefault="00AF726E" w:rsidP="003C4462">
      <w:pPr>
        <w:pStyle w:val="ConsPlusNormal"/>
        <w:widowControl/>
        <w:ind w:left="396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3C4462">
        <w:rPr>
          <w:rFonts w:ascii="Times New Roman" w:hAnsi="Times New Roman" w:cs="Times New Roman"/>
          <w:sz w:val="24"/>
          <w:szCs w:val="24"/>
        </w:rPr>
        <w:t>к Порядку предоставления и расходования</w:t>
      </w:r>
    </w:p>
    <w:p w:rsidR="00AF726E" w:rsidRPr="003C4462" w:rsidRDefault="00AF726E" w:rsidP="003C4462">
      <w:pPr>
        <w:ind w:left="3960"/>
        <w:jc w:val="center"/>
        <w:rPr>
          <w:bCs/>
        </w:rPr>
      </w:pPr>
      <w:r w:rsidRPr="003C4462">
        <w:rPr>
          <w:bCs/>
        </w:rPr>
        <w:t>субсидий из бюджета муниципального образования</w:t>
      </w:r>
    </w:p>
    <w:p w:rsidR="00AF726E" w:rsidRPr="003C4462" w:rsidRDefault="00AF726E" w:rsidP="003C4462">
      <w:pPr>
        <w:ind w:left="3960"/>
        <w:jc w:val="center"/>
      </w:pPr>
      <w:r w:rsidRPr="003C4462">
        <w:rPr>
          <w:bCs/>
        </w:rPr>
        <w:t>«К</w:t>
      </w:r>
      <w:r w:rsidRPr="003C4462">
        <w:t>оношский муниципальный район»</w:t>
      </w:r>
    </w:p>
    <w:p w:rsidR="00AF726E" w:rsidRPr="003C4462" w:rsidRDefault="00AF726E" w:rsidP="003C4462">
      <w:pPr>
        <w:ind w:left="3960"/>
        <w:jc w:val="center"/>
      </w:pPr>
      <w:r w:rsidRPr="003C4462">
        <w:t>на создание условий для обеспечения поселений и</w:t>
      </w:r>
    </w:p>
    <w:p w:rsidR="00AF726E" w:rsidRPr="003C4462" w:rsidRDefault="00AF726E" w:rsidP="003C4462">
      <w:pPr>
        <w:pStyle w:val="ConsPlusNormal"/>
        <w:widowControl/>
        <w:ind w:left="396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3C4462">
        <w:rPr>
          <w:rFonts w:ascii="Times New Roman" w:hAnsi="Times New Roman" w:cs="Times New Roman"/>
          <w:sz w:val="24"/>
          <w:szCs w:val="24"/>
        </w:rPr>
        <w:t>жителей услугами торговли в 2017 году</w:t>
      </w:r>
    </w:p>
    <w:p w:rsidR="00AF726E" w:rsidRPr="003C4462" w:rsidRDefault="00AF726E" w:rsidP="003C446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AF726E" w:rsidRDefault="00AF726E" w:rsidP="003C4462">
      <w:pPr>
        <w:jc w:val="center"/>
        <w:outlineLvl w:val="0"/>
      </w:pPr>
    </w:p>
    <w:p w:rsidR="00AF726E" w:rsidRPr="003C4462" w:rsidRDefault="00AF726E" w:rsidP="003C4462">
      <w:pPr>
        <w:jc w:val="center"/>
        <w:outlineLvl w:val="0"/>
      </w:pPr>
    </w:p>
    <w:p w:rsidR="00AF726E" w:rsidRPr="003C4462" w:rsidRDefault="00AF726E" w:rsidP="003C446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C4462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Р</w:t>
      </w:r>
    </w:p>
    <w:p w:rsidR="00AF726E" w:rsidRDefault="00AF726E" w:rsidP="003C446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C4462">
        <w:rPr>
          <w:rFonts w:ascii="Times New Roman" w:hAnsi="Times New Roman" w:cs="Times New Roman"/>
          <w:sz w:val="24"/>
          <w:szCs w:val="24"/>
        </w:rPr>
        <w:t xml:space="preserve">о предоставлении и расходовании субсидий </w:t>
      </w:r>
      <w:r>
        <w:rPr>
          <w:rFonts w:ascii="Times New Roman" w:hAnsi="Times New Roman" w:cs="Times New Roman"/>
          <w:sz w:val="24"/>
          <w:szCs w:val="24"/>
        </w:rPr>
        <w:t>из бюджета</w:t>
      </w:r>
    </w:p>
    <w:p w:rsidR="00AF726E" w:rsidRDefault="00AF726E" w:rsidP="003C446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Pr="003C4462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Коношский муниципальный район»</w:t>
      </w:r>
    </w:p>
    <w:p w:rsidR="00AF726E" w:rsidRDefault="00AF726E" w:rsidP="003C446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C4462">
        <w:rPr>
          <w:rFonts w:ascii="Times New Roman" w:hAnsi="Times New Roman" w:cs="Times New Roman"/>
          <w:sz w:val="24"/>
          <w:szCs w:val="24"/>
        </w:rPr>
        <w:t xml:space="preserve">на создание условий для </w:t>
      </w:r>
      <w:r>
        <w:rPr>
          <w:rFonts w:ascii="Times New Roman" w:hAnsi="Times New Roman" w:cs="Times New Roman"/>
          <w:sz w:val="24"/>
          <w:szCs w:val="24"/>
        </w:rPr>
        <w:t>обеспечения поселений и жителей</w:t>
      </w:r>
    </w:p>
    <w:p w:rsidR="00AF726E" w:rsidRPr="003C4462" w:rsidRDefault="00AF726E" w:rsidP="003C446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C4462">
        <w:rPr>
          <w:rFonts w:ascii="Times New Roman" w:hAnsi="Times New Roman" w:cs="Times New Roman"/>
          <w:sz w:val="24"/>
          <w:szCs w:val="24"/>
        </w:rPr>
        <w:t>услугами торговли в 2017 году</w:t>
      </w:r>
    </w:p>
    <w:p w:rsidR="00AF726E" w:rsidRPr="003C4462" w:rsidRDefault="00AF726E" w:rsidP="003C4462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AF726E" w:rsidRPr="003C4462" w:rsidRDefault="00AF726E" w:rsidP="003C446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C4462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ос</w:t>
      </w:r>
      <w:r w:rsidRPr="003C4462">
        <w:rPr>
          <w:rFonts w:ascii="Times New Roman" w:hAnsi="Times New Roman" w:cs="Times New Roman"/>
          <w:sz w:val="24"/>
          <w:szCs w:val="24"/>
        </w:rPr>
        <w:t>. Коноша</w:t>
      </w:r>
    </w:p>
    <w:p w:rsidR="00AF726E" w:rsidRPr="003C4462" w:rsidRDefault="00AF726E" w:rsidP="003C446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F726E" w:rsidRPr="003C4462" w:rsidRDefault="00AF726E" w:rsidP="003C44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F726E" w:rsidRPr="003C4462" w:rsidRDefault="00AF726E" w:rsidP="003C44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3C4462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_»</w:t>
      </w:r>
      <w:r w:rsidRPr="003C4462">
        <w:rPr>
          <w:rFonts w:ascii="Times New Roman" w:hAnsi="Times New Roman" w:cs="Times New Roman"/>
          <w:sz w:val="24"/>
          <w:szCs w:val="24"/>
        </w:rPr>
        <w:t xml:space="preserve"> 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3C4462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__ г.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№ ____</w:t>
      </w:r>
    </w:p>
    <w:p w:rsidR="00AF726E" w:rsidRPr="003C4462" w:rsidRDefault="00AF726E" w:rsidP="003C44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0" w:name="P1431"/>
      <w:bookmarkEnd w:id="0"/>
    </w:p>
    <w:p w:rsidR="00AF726E" w:rsidRPr="003C4462" w:rsidRDefault="00AF726E" w:rsidP="003C44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F726E" w:rsidRPr="003C4462" w:rsidRDefault="00AF726E" w:rsidP="00BC4D63">
      <w:pPr>
        <w:pStyle w:val="NoSpacing"/>
        <w:ind w:firstLine="360"/>
        <w:jc w:val="both"/>
      </w:pPr>
      <w:r w:rsidRPr="003C4462">
        <w:t>Администрация МО «Коношский муниципальный район»,</w:t>
      </w:r>
      <w:r>
        <w:t xml:space="preserve"> </w:t>
      </w:r>
      <w:r w:rsidRPr="003C4462">
        <w:t>именуемая в дальнейшем «Заказчик», в лице Главы муниципального образования Реутова Олега Геннадьевича, действующего на</w:t>
      </w:r>
      <w:r>
        <w:t xml:space="preserve"> основании Устава и Положения о</w:t>
      </w:r>
      <w:r w:rsidRPr="003C4462">
        <w:t>б администрации МО «Коношский муниципальный район»,</w:t>
      </w:r>
      <w:r>
        <w:t xml:space="preserve"> </w:t>
      </w:r>
      <w:r w:rsidRPr="003C4462">
        <w:t>которому как получателю средств областного и местного бюджетов, доведены лимиты бюджетных обстоятельств на предоставлении субсидий в соответствии со статьей 78 Бюджетного кодекса Российской Федерации,</w:t>
      </w:r>
      <w:r>
        <w:t xml:space="preserve"> </w:t>
      </w:r>
      <w:r w:rsidRPr="003C4462">
        <w:t>с одной стороны, и ___________________________________________________________________________,</w:t>
      </w:r>
    </w:p>
    <w:p w:rsidR="00AF726E" w:rsidRPr="003C4462" w:rsidRDefault="00AF726E" w:rsidP="00BC4D63">
      <w:pPr>
        <w:pStyle w:val="NoSpacing"/>
        <w:jc w:val="center"/>
      </w:pPr>
      <w:r w:rsidRPr="003C4462">
        <w:t>(наименование юридического лица или Ф.И.О</w:t>
      </w:r>
      <w:r>
        <w:t>.</w:t>
      </w:r>
      <w:r w:rsidRPr="003C4462">
        <w:t xml:space="preserve"> индивидуального предпринимателя)</w:t>
      </w:r>
    </w:p>
    <w:p w:rsidR="00AF726E" w:rsidRPr="003C4462" w:rsidRDefault="00AF726E" w:rsidP="00BC4D63">
      <w:pPr>
        <w:pStyle w:val="NoSpacing"/>
      </w:pPr>
      <w:r w:rsidRPr="003C4462">
        <w:t>и</w:t>
      </w:r>
      <w:r>
        <w:t>менуемый в дальнейшем «</w:t>
      </w:r>
      <w:r w:rsidRPr="003C4462">
        <w:t>Получатель</w:t>
      </w:r>
      <w:r>
        <w:t>»</w:t>
      </w:r>
      <w:r w:rsidRPr="003C4462">
        <w:t>, в лице _____________________________________________________________________________,</w:t>
      </w:r>
    </w:p>
    <w:p w:rsidR="00AF726E" w:rsidRPr="003C4462" w:rsidRDefault="00AF726E" w:rsidP="003C4462">
      <w:pPr>
        <w:pStyle w:val="NoSpacing"/>
        <w:jc w:val="center"/>
      </w:pPr>
      <w:r w:rsidRPr="003C4462">
        <w:t>(наименование должности, а также фамилия, имя, отчество (при наличии)</w:t>
      </w:r>
    </w:p>
    <w:p w:rsidR="00AF726E" w:rsidRPr="003C4462" w:rsidRDefault="00AF726E" w:rsidP="003C4462">
      <w:pPr>
        <w:pStyle w:val="NoSpacing"/>
        <w:jc w:val="center"/>
      </w:pPr>
      <w:r w:rsidRPr="003C4462">
        <w:t>лица, представляющего Получателя, или уполномоченного им лица, фамилия,</w:t>
      </w:r>
    </w:p>
    <w:p w:rsidR="00AF726E" w:rsidRPr="003C4462" w:rsidRDefault="00AF726E" w:rsidP="003C4462">
      <w:pPr>
        <w:pStyle w:val="NoSpacing"/>
        <w:jc w:val="center"/>
      </w:pPr>
      <w:r w:rsidRPr="003C4462">
        <w:t>имя, отчество (при наличии) индивидуального предпринимателя)</w:t>
      </w:r>
    </w:p>
    <w:p w:rsidR="00AF726E" w:rsidRDefault="00AF726E" w:rsidP="003C4462">
      <w:pPr>
        <w:pStyle w:val="NoSpacing"/>
      </w:pPr>
      <w:r w:rsidRPr="003C4462">
        <w:t>действующего на основании ___________________________________________________</w:t>
      </w:r>
      <w:r>
        <w:t>_</w:t>
      </w:r>
      <w:r w:rsidRPr="003C4462">
        <w:t>,</w:t>
      </w:r>
    </w:p>
    <w:p w:rsidR="00AF726E" w:rsidRPr="003C4462" w:rsidRDefault="00AF726E" w:rsidP="003C4462">
      <w:pPr>
        <w:pStyle w:val="NoSpacing"/>
      </w:pPr>
      <w:r>
        <w:t>_____________________________________________________________________________</w:t>
      </w:r>
    </w:p>
    <w:p w:rsidR="00AF726E" w:rsidRPr="003C4462" w:rsidRDefault="00AF726E" w:rsidP="00BC4D63">
      <w:pPr>
        <w:pStyle w:val="NoSpacing"/>
        <w:jc w:val="center"/>
      </w:pPr>
      <w:r w:rsidRPr="003C4462">
        <w:t>(реквизиты устава юридического лица, свидетельства о государственной регистрации индивидуального предпринимателя, доверенности)</w:t>
      </w:r>
    </w:p>
    <w:p w:rsidR="00AF726E" w:rsidRPr="003C4462" w:rsidRDefault="00AF726E" w:rsidP="00BC4D63">
      <w:pPr>
        <w:pStyle w:val="NoSpacing"/>
        <w:jc w:val="both"/>
      </w:pPr>
      <w:r w:rsidRPr="003C4462">
        <w:t>с</w:t>
      </w:r>
      <w:r>
        <w:t xml:space="preserve"> </w:t>
      </w:r>
      <w:r w:rsidRPr="003C4462">
        <w:t>другой</w:t>
      </w:r>
      <w:r>
        <w:t xml:space="preserve"> </w:t>
      </w:r>
      <w:r w:rsidRPr="003C4462">
        <w:t>стороны,</w:t>
      </w:r>
      <w:r>
        <w:t xml:space="preserve"> </w:t>
      </w:r>
      <w:r w:rsidRPr="003C4462">
        <w:t>далее</w:t>
      </w:r>
      <w:r>
        <w:t xml:space="preserve"> именуемые «Стороны»</w:t>
      </w:r>
      <w:r w:rsidRPr="003C4462">
        <w:t xml:space="preserve">, в соответствии с Бюджетным </w:t>
      </w:r>
      <w:hyperlink r:id="rId6" w:history="1">
        <w:r w:rsidRPr="003C4462">
          <w:t>кодексом</w:t>
        </w:r>
      </w:hyperlink>
      <w:r>
        <w:t xml:space="preserve"> </w:t>
      </w:r>
      <w:r w:rsidRPr="003C4462">
        <w:t>Российской</w:t>
      </w:r>
      <w:r>
        <w:t xml:space="preserve"> </w:t>
      </w:r>
      <w:r w:rsidRPr="003C4462">
        <w:t>Федерации и Порядком предоставления и расходования</w:t>
      </w:r>
      <w:r>
        <w:t xml:space="preserve"> </w:t>
      </w:r>
      <w:r w:rsidRPr="003C4462">
        <w:t xml:space="preserve">из бюджета МО «Коношский муниципальный район» субсидии на создание условий для обеспечения поселений и жителей услугами торговли в 2017 году (далее </w:t>
      </w:r>
      <w:r>
        <w:t xml:space="preserve">– </w:t>
      </w:r>
      <w:r w:rsidRPr="003C4462">
        <w:t>П</w:t>
      </w:r>
      <w:r>
        <w:t>орядок), утвержденными п</w:t>
      </w:r>
      <w:r w:rsidRPr="003C4462">
        <w:t>остановлением администрации МО «Коношский муниципальный район» от</w:t>
      </w:r>
      <w:r>
        <w:t xml:space="preserve"> «__» </w:t>
      </w:r>
      <w:r w:rsidRPr="003C4462">
        <w:t>______________</w:t>
      </w:r>
      <w:r>
        <w:t xml:space="preserve"> </w:t>
      </w:r>
      <w:r w:rsidRPr="003C4462">
        <w:t>20__</w:t>
      </w:r>
      <w:r>
        <w:t xml:space="preserve"> г. № </w:t>
      </w:r>
      <w:r w:rsidRPr="003C4462">
        <w:t>____, заключили настоящий Договор о нижеследующем.</w:t>
      </w:r>
    </w:p>
    <w:p w:rsidR="00AF726E" w:rsidRPr="003C4462" w:rsidRDefault="00AF726E" w:rsidP="00BC4D63">
      <w:pPr>
        <w:pStyle w:val="NoSpacing"/>
        <w:jc w:val="center"/>
      </w:pPr>
    </w:p>
    <w:p w:rsidR="00AF726E" w:rsidRPr="003C4462" w:rsidRDefault="00AF726E" w:rsidP="00BC4D63">
      <w:pPr>
        <w:pStyle w:val="NoSpacing"/>
        <w:jc w:val="center"/>
        <w:rPr>
          <w:b/>
        </w:rPr>
      </w:pPr>
      <w:bookmarkStart w:id="1" w:name="P1482"/>
      <w:bookmarkEnd w:id="1"/>
      <w:r w:rsidRPr="003C4462">
        <w:rPr>
          <w:b/>
        </w:rPr>
        <w:t>I. Предмет договора</w:t>
      </w:r>
    </w:p>
    <w:p w:rsidR="00AF726E" w:rsidRPr="003C4462" w:rsidRDefault="00AF726E" w:rsidP="00BC4D63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AF726E" w:rsidRPr="003C4462" w:rsidRDefault="00AF726E" w:rsidP="00BC4D63">
      <w:pPr>
        <w:pStyle w:val="ConsPlusNormal"/>
        <w:tabs>
          <w:tab w:val="left" w:pos="142"/>
          <w:tab w:val="left" w:pos="284"/>
        </w:tabs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1484"/>
      <w:bookmarkEnd w:id="2"/>
      <w:r w:rsidRPr="003C4462">
        <w:rPr>
          <w:rFonts w:ascii="Times New Roman" w:hAnsi="Times New Roman" w:cs="Times New Roman"/>
          <w:sz w:val="24"/>
          <w:szCs w:val="24"/>
        </w:rPr>
        <w:t>1.1. Предметом настоящего Договора является предоставление из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бюджета МО «Коношский муниципальный район» в 2017году Субсидии:</w:t>
      </w:r>
    </w:p>
    <w:p w:rsidR="00AF726E" w:rsidRPr="003C4462" w:rsidRDefault="00AF726E" w:rsidP="00BC4D63">
      <w:pPr>
        <w:pStyle w:val="ConsPlusNonformat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1485"/>
      <w:bookmarkEnd w:id="3"/>
      <w:r w:rsidRPr="003C4462">
        <w:rPr>
          <w:rFonts w:ascii="Times New Roman" w:hAnsi="Times New Roman" w:cs="Times New Roman"/>
          <w:sz w:val="24"/>
          <w:szCs w:val="24"/>
        </w:rPr>
        <w:t>в целях создания условий для обеспечения поселений и жителей услугами торговли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в 2017 году (далее - Субсидия).</w:t>
      </w:r>
    </w:p>
    <w:p w:rsidR="00AF726E" w:rsidRPr="003C4462" w:rsidRDefault="00AF726E" w:rsidP="00BC4D63">
      <w:pPr>
        <w:pStyle w:val="ConsPlusNormal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1491"/>
      <w:bookmarkEnd w:id="4"/>
      <w:r w:rsidRPr="003C4462">
        <w:rPr>
          <w:rFonts w:ascii="Times New Roman" w:hAnsi="Times New Roman" w:cs="Times New Roman"/>
          <w:sz w:val="24"/>
          <w:szCs w:val="24"/>
        </w:rPr>
        <w:t>1.2. В целях реализации Получателем следующих мероприятий:</w:t>
      </w:r>
    </w:p>
    <w:p w:rsidR="00AF726E" w:rsidRPr="003C4462" w:rsidRDefault="00AF726E" w:rsidP="00BC4D63">
      <w:pPr>
        <w:ind w:firstLine="360"/>
        <w:jc w:val="both"/>
      </w:pPr>
      <w:bookmarkStart w:id="5" w:name="P1492"/>
      <w:bookmarkEnd w:id="5"/>
      <w:r w:rsidRPr="003C4462">
        <w:t>создание условий для обеспечения поселений и жителей услугами торговли</w:t>
      </w:r>
      <w:r>
        <w:t xml:space="preserve"> </w:t>
      </w:r>
      <w:r w:rsidRPr="003C4462">
        <w:t>в 2017 году.</w:t>
      </w:r>
    </w:p>
    <w:p w:rsidR="00AF726E" w:rsidRPr="003C4462" w:rsidRDefault="00AF726E" w:rsidP="003C4462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6" w:name="P1493"/>
      <w:bookmarkStart w:id="7" w:name="P1495"/>
      <w:bookmarkEnd w:id="6"/>
      <w:bookmarkEnd w:id="7"/>
    </w:p>
    <w:p w:rsidR="00AF726E" w:rsidRPr="003C4462" w:rsidRDefault="00AF726E" w:rsidP="003C4462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3C4462">
        <w:rPr>
          <w:rFonts w:ascii="Times New Roman" w:hAnsi="Times New Roman" w:cs="Times New Roman"/>
          <w:b/>
          <w:sz w:val="24"/>
          <w:szCs w:val="24"/>
        </w:rPr>
        <w:t>II. Финансовое обеспечение предоставления Субсидии</w:t>
      </w:r>
    </w:p>
    <w:p w:rsidR="00AF726E" w:rsidRPr="003C4462" w:rsidRDefault="00AF726E" w:rsidP="00BC4D63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AF726E" w:rsidRPr="003C4462" w:rsidRDefault="00AF726E" w:rsidP="00BC4D63">
      <w:pPr>
        <w:pStyle w:val="ConsPlusNonformat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bookmarkStart w:id="8" w:name="P1497"/>
      <w:bookmarkEnd w:id="8"/>
      <w:r w:rsidRPr="003C4462">
        <w:rPr>
          <w:rFonts w:ascii="Times New Roman" w:hAnsi="Times New Roman" w:cs="Times New Roman"/>
          <w:sz w:val="24"/>
          <w:szCs w:val="24"/>
        </w:rPr>
        <w:t>2.1.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Субсидия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предоставляется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соответствии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лимитами бюджетных обязательств, доведенными администрации МО «Коношский муниципальный район» как получателю средств, по кодам классификации расходов бюджетов Российской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Федерации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(далее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3C4462">
        <w:rPr>
          <w:rFonts w:ascii="Times New Roman" w:hAnsi="Times New Roman" w:cs="Times New Roman"/>
          <w:sz w:val="24"/>
          <w:szCs w:val="24"/>
        </w:rPr>
        <w:t>коды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БК)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 xml:space="preserve">на цели, указанные в </w:t>
      </w:r>
      <w:hyperlink w:anchor="P1482" w:history="1">
        <w:r w:rsidRPr="003C4462">
          <w:rPr>
            <w:rFonts w:ascii="Times New Roman" w:hAnsi="Times New Roman" w:cs="Times New Roman"/>
            <w:sz w:val="24"/>
            <w:szCs w:val="24"/>
          </w:rPr>
          <w:t>разделе I</w:t>
        </w:r>
      </w:hyperlink>
      <w:r w:rsidRPr="003C4462">
        <w:rPr>
          <w:rFonts w:ascii="Times New Roman" w:hAnsi="Times New Roman" w:cs="Times New Roman"/>
          <w:sz w:val="24"/>
          <w:szCs w:val="24"/>
        </w:rPr>
        <w:t xml:space="preserve"> настоя</w:t>
      </w:r>
      <w:r>
        <w:rPr>
          <w:rFonts w:ascii="Times New Roman" w:hAnsi="Times New Roman" w:cs="Times New Roman"/>
          <w:sz w:val="24"/>
          <w:szCs w:val="24"/>
        </w:rPr>
        <w:t>щего Договора, в соответствии с пунктом</w:t>
      </w:r>
      <w:r w:rsidRPr="003C4462">
        <w:rPr>
          <w:rFonts w:ascii="Times New Roman" w:hAnsi="Times New Roman" w:cs="Times New Roman"/>
          <w:sz w:val="24"/>
          <w:szCs w:val="24"/>
        </w:rPr>
        <w:t xml:space="preserve"> 3.2 настоящего договора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3C4462">
        <w:rPr>
          <w:rFonts w:ascii="Times New Roman" w:hAnsi="Times New Roman" w:cs="Times New Roman"/>
          <w:sz w:val="24"/>
          <w:szCs w:val="24"/>
        </w:rPr>
        <w:t xml:space="preserve"> по коду БК 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3C4462">
        <w:rPr>
          <w:rFonts w:ascii="Times New Roman" w:hAnsi="Times New Roman" w:cs="Times New Roman"/>
          <w:sz w:val="24"/>
          <w:szCs w:val="24"/>
        </w:rPr>
        <w:t>.</w:t>
      </w:r>
    </w:p>
    <w:p w:rsidR="00AF726E" w:rsidRPr="003C4462" w:rsidRDefault="00AF726E" w:rsidP="00BC4D63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9" w:name="P1511"/>
      <w:bookmarkEnd w:id="9"/>
    </w:p>
    <w:p w:rsidR="00AF726E" w:rsidRPr="003C4462" w:rsidRDefault="00AF726E" w:rsidP="00BC4D63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3C4462">
        <w:rPr>
          <w:rFonts w:ascii="Times New Roman" w:hAnsi="Times New Roman" w:cs="Times New Roman"/>
          <w:b/>
          <w:sz w:val="24"/>
          <w:szCs w:val="24"/>
        </w:rPr>
        <w:t>III. Условия и порядок предоставления Субсидии</w:t>
      </w:r>
    </w:p>
    <w:p w:rsidR="00AF726E" w:rsidRPr="003C4462" w:rsidRDefault="00AF726E" w:rsidP="00BC4D63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726E" w:rsidRPr="003C4462" w:rsidRDefault="00AF726E" w:rsidP="00BC4D63">
      <w:pPr>
        <w:pStyle w:val="ConsPlusNormal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C4462">
        <w:rPr>
          <w:rFonts w:ascii="Times New Roman" w:hAnsi="Times New Roman" w:cs="Times New Roman"/>
          <w:sz w:val="24"/>
          <w:szCs w:val="24"/>
        </w:rPr>
        <w:t>3.1. Субсидия предоставляется в соответствии с Порядком предоставления субсидии:</w:t>
      </w:r>
    </w:p>
    <w:p w:rsidR="00AF726E" w:rsidRPr="003C4462" w:rsidRDefault="00AF726E" w:rsidP="00BC4D63">
      <w:pPr>
        <w:pStyle w:val="ConsPlusNormal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C4462">
        <w:rPr>
          <w:rFonts w:ascii="Times New Roman" w:hAnsi="Times New Roman" w:cs="Times New Roman"/>
          <w:sz w:val="24"/>
          <w:szCs w:val="24"/>
        </w:rPr>
        <w:t xml:space="preserve">на цели, указанные в </w:t>
      </w:r>
      <w:hyperlink w:anchor="P1482" w:history="1">
        <w:r w:rsidRPr="003C4462">
          <w:rPr>
            <w:rFonts w:ascii="Times New Roman" w:hAnsi="Times New Roman" w:cs="Times New Roman"/>
            <w:sz w:val="24"/>
            <w:szCs w:val="24"/>
          </w:rPr>
          <w:t>разделе I</w:t>
        </w:r>
      </w:hyperlink>
      <w:r w:rsidRPr="003C4462">
        <w:rPr>
          <w:rFonts w:ascii="Times New Roman" w:hAnsi="Times New Roman" w:cs="Times New Roman"/>
          <w:sz w:val="24"/>
          <w:szCs w:val="24"/>
        </w:rPr>
        <w:t xml:space="preserve"> настоящего Договора;</w:t>
      </w:r>
    </w:p>
    <w:p w:rsidR="00AF726E" w:rsidRPr="003C4462" w:rsidRDefault="00AF726E" w:rsidP="00BC4D63">
      <w:pPr>
        <w:pStyle w:val="ConsPlusNonformat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1515"/>
      <w:bookmarkEnd w:id="10"/>
      <w:r w:rsidRPr="003C4462">
        <w:rPr>
          <w:rFonts w:ascii="Times New Roman" w:hAnsi="Times New Roman" w:cs="Times New Roman"/>
          <w:sz w:val="24"/>
          <w:szCs w:val="24"/>
        </w:rPr>
        <w:t>при представлении Получателем Заказчику документов, подтверждающих факт произведенных Получателем, фактических затрат, на возмещение которых предоставляется Субсидия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соответствии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Порядком и настоящим Договором,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также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иных докумен</w:t>
      </w:r>
      <w:r>
        <w:rPr>
          <w:rFonts w:ascii="Times New Roman" w:hAnsi="Times New Roman" w:cs="Times New Roman"/>
          <w:sz w:val="24"/>
          <w:szCs w:val="24"/>
        </w:rPr>
        <w:t>тов, определенных в приложении №</w:t>
      </w:r>
      <w:r w:rsidRPr="003C4462">
        <w:rPr>
          <w:rFonts w:ascii="Times New Roman" w:hAnsi="Times New Roman" w:cs="Times New Roman"/>
          <w:sz w:val="24"/>
          <w:szCs w:val="24"/>
        </w:rPr>
        <w:t xml:space="preserve"> 1 к настоящему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Договору,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являющемуся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неотъемлемой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частью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настоящего Договора;</w:t>
      </w:r>
    </w:p>
    <w:p w:rsidR="00AF726E" w:rsidRPr="003C4462" w:rsidRDefault="00AF726E" w:rsidP="00BC4D63">
      <w:pPr>
        <w:pStyle w:val="ConsPlusNormal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C4462">
        <w:rPr>
          <w:rFonts w:ascii="Times New Roman" w:hAnsi="Times New Roman" w:cs="Times New Roman"/>
          <w:sz w:val="24"/>
          <w:szCs w:val="24"/>
        </w:rPr>
        <w:t>3.2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C4462">
        <w:rPr>
          <w:rFonts w:ascii="Times New Roman" w:hAnsi="Times New Roman" w:cs="Times New Roman"/>
          <w:sz w:val="24"/>
          <w:szCs w:val="24"/>
        </w:rPr>
        <w:t xml:space="preserve"> Сумма на возмещение расходов из бюджета муниципального образования «Коношский муниципальный район» определяется исходя из фактических затрат Получателем, но не более 70 процентов от фактических установленных расходов и рассчитывается по формуле:</w:t>
      </w:r>
    </w:p>
    <w:p w:rsidR="00AF726E" w:rsidRPr="003C4462" w:rsidRDefault="00AF726E" w:rsidP="00BC4D63">
      <w:pPr>
        <w:pStyle w:val="ConsPlusNormal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C4462">
        <w:rPr>
          <w:rFonts w:ascii="Times New Roman" w:hAnsi="Times New Roman" w:cs="Times New Roman"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3C4462">
        <w:rPr>
          <w:rFonts w:ascii="Times New Roman" w:hAnsi="Times New Roman" w:cs="Times New Roman"/>
          <w:sz w:val="24"/>
          <w:szCs w:val="24"/>
        </w:rPr>
        <w:t>*</w:t>
      </w:r>
      <w:r w:rsidRPr="003C4462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3C4462">
        <w:rPr>
          <w:rFonts w:ascii="Times New Roman" w:hAnsi="Times New Roman" w:cs="Times New Roman"/>
          <w:sz w:val="24"/>
          <w:szCs w:val="24"/>
        </w:rPr>
        <w:t>*</w:t>
      </w:r>
      <w:r w:rsidRPr="003C4462">
        <w:rPr>
          <w:rFonts w:ascii="Times New Roman" w:hAnsi="Times New Roman" w:cs="Times New Roman"/>
          <w:sz w:val="24"/>
          <w:szCs w:val="24"/>
          <w:lang w:val="en-US"/>
        </w:rPr>
        <w:t>PN</w:t>
      </w:r>
      <w:r w:rsidRPr="003C4462">
        <w:rPr>
          <w:rFonts w:ascii="Times New Roman" w:hAnsi="Times New Roman" w:cs="Times New Roman"/>
          <w:sz w:val="24"/>
          <w:szCs w:val="24"/>
        </w:rPr>
        <w:t>, где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F726E" w:rsidRPr="003C4462" w:rsidRDefault="00AF726E" w:rsidP="00BC4D63">
      <w:pPr>
        <w:pStyle w:val="ConsPlusNormal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C4462">
        <w:rPr>
          <w:rFonts w:ascii="Times New Roman" w:hAnsi="Times New Roman" w:cs="Times New Roman"/>
          <w:sz w:val="24"/>
          <w:szCs w:val="24"/>
        </w:rPr>
        <w:t>С – сумма на возмещение расходов;</w:t>
      </w:r>
    </w:p>
    <w:p w:rsidR="00AF726E" w:rsidRPr="003C4462" w:rsidRDefault="00AF726E" w:rsidP="00BC4D63">
      <w:pPr>
        <w:pStyle w:val="ConsPlusNormal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C4462">
        <w:rPr>
          <w:rFonts w:ascii="Times New Roman" w:hAnsi="Times New Roman" w:cs="Times New Roman"/>
          <w:sz w:val="24"/>
          <w:szCs w:val="24"/>
          <w:lang w:val="en-US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Pr="003C4462">
        <w:rPr>
          <w:rFonts w:ascii="Times New Roman" w:hAnsi="Times New Roman" w:cs="Times New Roman"/>
          <w:sz w:val="24"/>
          <w:szCs w:val="24"/>
        </w:rPr>
        <w:t xml:space="preserve"> расстояние согласовано маршрутам движения;</w:t>
      </w:r>
    </w:p>
    <w:p w:rsidR="00AF726E" w:rsidRPr="003C4462" w:rsidRDefault="00AF726E" w:rsidP="00BC4D63">
      <w:pPr>
        <w:pStyle w:val="ConsPlusNormal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C4462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3C4462">
        <w:rPr>
          <w:rFonts w:ascii="Times New Roman" w:hAnsi="Times New Roman" w:cs="Times New Roman"/>
          <w:sz w:val="24"/>
          <w:szCs w:val="24"/>
        </w:rPr>
        <w:t xml:space="preserve"> – количество поездок за рассчитываемый период;</w:t>
      </w:r>
    </w:p>
    <w:p w:rsidR="00AF726E" w:rsidRPr="003C4462" w:rsidRDefault="00AF726E" w:rsidP="00BC4D63">
      <w:pPr>
        <w:pStyle w:val="ConsPlusNormal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C4462">
        <w:rPr>
          <w:rFonts w:ascii="Times New Roman" w:hAnsi="Times New Roman" w:cs="Times New Roman"/>
          <w:sz w:val="24"/>
          <w:szCs w:val="24"/>
          <w:lang w:val="en-US"/>
        </w:rPr>
        <w:t>PN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Pr="003C4462">
        <w:rPr>
          <w:rFonts w:ascii="Times New Roman" w:hAnsi="Times New Roman" w:cs="Times New Roman"/>
          <w:sz w:val="24"/>
          <w:szCs w:val="24"/>
        </w:rPr>
        <w:t xml:space="preserve"> предельный норматив возмещения транспортных расходов.</w:t>
      </w:r>
    </w:p>
    <w:p w:rsidR="00AF726E" w:rsidRPr="003C4462" w:rsidRDefault="00AF726E" w:rsidP="00BC4D63">
      <w:pPr>
        <w:pStyle w:val="NoSpacing"/>
        <w:ind w:firstLine="360"/>
        <w:jc w:val="both"/>
      </w:pPr>
      <w:bookmarkStart w:id="11" w:name="P1528"/>
      <w:bookmarkEnd w:id="11"/>
      <w:r w:rsidRPr="003C4462">
        <w:t>3.3. Перечисление Субсидии осуществляется ежеквартально на счет Получателя, открытый в ____________________________________________</w:t>
      </w:r>
      <w:r>
        <w:t>_______________________</w:t>
      </w:r>
      <w:r w:rsidRPr="003C4462">
        <w:t>,</w:t>
      </w:r>
    </w:p>
    <w:p w:rsidR="00AF726E" w:rsidRDefault="00AF726E" w:rsidP="003C446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C4462">
        <w:rPr>
          <w:rFonts w:ascii="Times New Roman" w:hAnsi="Times New Roman" w:cs="Times New Roman"/>
          <w:sz w:val="24"/>
          <w:szCs w:val="24"/>
        </w:rPr>
        <w:t>(наименование учреждения Центрального банка</w:t>
      </w:r>
      <w:r>
        <w:rPr>
          <w:rFonts w:ascii="Times New Roman" w:hAnsi="Times New Roman" w:cs="Times New Roman"/>
          <w:sz w:val="24"/>
          <w:szCs w:val="24"/>
        </w:rPr>
        <w:t xml:space="preserve"> Российской Федерации или</w:t>
      </w:r>
    </w:p>
    <w:p w:rsidR="00AF726E" w:rsidRPr="003C4462" w:rsidRDefault="00AF726E" w:rsidP="003C446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3C4462">
        <w:rPr>
          <w:rFonts w:ascii="Times New Roman" w:hAnsi="Times New Roman" w:cs="Times New Roman"/>
          <w:sz w:val="24"/>
          <w:szCs w:val="24"/>
        </w:rPr>
        <w:t>редитной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организации)</w:t>
      </w:r>
    </w:p>
    <w:p w:rsidR="00AF726E" w:rsidRPr="003C4462" w:rsidRDefault="00AF726E" w:rsidP="00B41B5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C4462">
        <w:rPr>
          <w:rFonts w:ascii="Times New Roman" w:hAnsi="Times New Roman" w:cs="Times New Roman"/>
          <w:sz w:val="24"/>
          <w:szCs w:val="24"/>
        </w:rPr>
        <w:t>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позднее 8 рабочего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дня, следующего за днем представления Получателем документов, указанных в пункте в 3 настоящего Договора Заказчику, при условии наличия денежных средств на лицевом счете Заказчика и при условии соответствии представленных Порядком отчетных документов, счетов-фактур согласно предъявленным требованиям.</w:t>
      </w:r>
    </w:p>
    <w:p w:rsidR="00AF726E" w:rsidRPr="003C4462" w:rsidRDefault="00AF726E" w:rsidP="00B41B5C">
      <w:pPr>
        <w:pStyle w:val="ConsPlusNonformat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C4462">
        <w:rPr>
          <w:rFonts w:ascii="Times New Roman" w:hAnsi="Times New Roman" w:cs="Times New Roman"/>
          <w:sz w:val="24"/>
          <w:szCs w:val="24"/>
        </w:rPr>
        <w:t>3.4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C4462">
        <w:rPr>
          <w:rFonts w:ascii="Times New Roman" w:hAnsi="Times New Roman" w:cs="Times New Roman"/>
          <w:sz w:val="24"/>
          <w:szCs w:val="24"/>
        </w:rPr>
        <w:t xml:space="preserve"> Размер субсидии может снижаться в случае сокращения бюджетных ассигнований в бюджете МО «Коношский муниципальный район». </w:t>
      </w:r>
    </w:p>
    <w:p w:rsidR="00AF726E" w:rsidRPr="003C4462" w:rsidRDefault="00AF726E" w:rsidP="00B41B5C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AF726E" w:rsidRPr="003C4462" w:rsidRDefault="00AF726E" w:rsidP="00B41B5C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12" w:name="P1540"/>
      <w:bookmarkEnd w:id="12"/>
      <w:r w:rsidRPr="003C4462">
        <w:rPr>
          <w:rFonts w:ascii="Times New Roman" w:hAnsi="Times New Roman" w:cs="Times New Roman"/>
          <w:b/>
          <w:sz w:val="24"/>
          <w:szCs w:val="24"/>
        </w:rPr>
        <w:t>IV. Взаимодействие Сторон</w:t>
      </w:r>
    </w:p>
    <w:p w:rsidR="00AF726E" w:rsidRPr="003C4462" w:rsidRDefault="00AF726E" w:rsidP="00B41B5C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AF726E" w:rsidRPr="003C4462" w:rsidRDefault="00AF726E" w:rsidP="00B41B5C">
      <w:pPr>
        <w:pStyle w:val="ConsPlusNonformat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C4462">
        <w:rPr>
          <w:rFonts w:ascii="Times New Roman" w:hAnsi="Times New Roman" w:cs="Times New Roman"/>
          <w:sz w:val="24"/>
          <w:szCs w:val="24"/>
        </w:rPr>
        <w:t>4.1. Администрация МО «Коношский муниципальный район» обязуется:</w:t>
      </w:r>
    </w:p>
    <w:p w:rsidR="00AF726E" w:rsidRPr="003C4462" w:rsidRDefault="00AF726E" w:rsidP="00B41B5C">
      <w:pPr>
        <w:pStyle w:val="ConsPlusNormal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C4462">
        <w:rPr>
          <w:rFonts w:ascii="Times New Roman" w:hAnsi="Times New Roman" w:cs="Times New Roman"/>
          <w:sz w:val="24"/>
          <w:szCs w:val="24"/>
        </w:rPr>
        <w:t>обеспечить предоставление Субсидии в соответствии с Порядком предоставления и расходования субсидий из бюджета МО «Коношский муниципальный район» на создание условий для обеспечения поселений и жителей услугами торговли в 2017 году и настоящего Договора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F726E" w:rsidRPr="003C4462" w:rsidRDefault="00AF726E" w:rsidP="00B41B5C">
      <w:pPr>
        <w:pStyle w:val="ConsPlusNormal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C4462">
        <w:rPr>
          <w:rFonts w:ascii="Times New Roman" w:hAnsi="Times New Roman" w:cs="Times New Roman"/>
          <w:sz w:val="24"/>
          <w:szCs w:val="24"/>
        </w:rPr>
        <w:t>осуществлять проверку представляемых Получ</w:t>
      </w:r>
      <w:r>
        <w:rPr>
          <w:rFonts w:ascii="Times New Roman" w:hAnsi="Times New Roman" w:cs="Times New Roman"/>
          <w:sz w:val="24"/>
          <w:szCs w:val="24"/>
        </w:rPr>
        <w:t>ателем документов, указанных в п</w:t>
      </w:r>
      <w:r w:rsidRPr="003C4462">
        <w:rPr>
          <w:rFonts w:ascii="Times New Roman" w:hAnsi="Times New Roman" w:cs="Times New Roman"/>
          <w:sz w:val="24"/>
          <w:szCs w:val="24"/>
        </w:rPr>
        <w:t>риложении № 1 настоящего Договора, в том числе на соответствие их Порядку предоставления субсидии, в течение 2 рабочих дней со дня их получения от Получателя;</w:t>
      </w:r>
    </w:p>
    <w:p w:rsidR="00AF726E" w:rsidRPr="003C4462" w:rsidRDefault="00AF726E" w:rsidP="00B41B5C">
      <w:pPr>
        <w:pStyle w:val="ConsPlusNormal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C4462">
        <w:rPr>
          <w:rFonts w:ascii="Times New Roman" w:hAnsi="Times New Roman" w:cs="Times New Roman"/>
          <w:sz w:val="24"/>
          <w:szCs w:val="24"/>
        </w:rPr>
        <w:t xml:space="preserve">обеспечивать перечисление Субсидии на счёт Получателя, указанный в </w:t>
      </w:r>
      <w:hyperlink w:anchor="P411" w:history="1">
        <w:r w:rsidRPr="003C4462">
          <w:rPr>
            <w:rFonts w:ascii="Times New Roman" w:hAnsi="Times New Roman" w:cs="Times New Roman"/>
            <w:sz w:val="24"/>
            <w:szCs w:val="24"/>
          </w:rPr>
          <w:t>разделе VII</w:t>
        </w:r>
      </w:hyperlink>
      <w:r w:rsidRPr="003C4462">
        <w:rPr>
          <w:rFonts w:ascii="Times New Roman" w:hAnsi="Times New Roman" w:cs="Times New Roman"/>
          <w:sz w:val="24"/>
          <w:szCs w:val="24"/>
        </w:rPr>
        <w:t xml:space="preserve"> настоящего Договора, в соответствии с </w:t>
      </w:r>
      <w:hyperlink w:anchor="P1528" w:history="1">
        <w:r w:rsidRPr="003C4462">
          <w:rPr>
            <w:rFonts w:ascii="Times New Roman" w:hAnsi="Times New Roman" w:cs="Times New Roman"/>
            <w:sz w:val="24"/>
            <w:szCs w:val="24"/>
          </w:rPr>
          <w:t>пунктом 3.3</w:t>
        </w:r>
      </w:hyperlink>
      <w:r w:rsidRPr="003C4462">
        <w:rPr>
          <w:rFonts w:ascii="Times New Roman" w:hAnsi="Times New Roman" w:cs="Times New Roman"/>
          <w:sz w:val="24"/>
          <w:szCs w:val="24"/>
        </w:rPr>
        <w:t xml:space="preserve"> настоящего Договора;</w:t>
      </w:r>
    </w:p>
    <w:p w:rsidR="00AF726E" w:rsidRPr="003C4462" w:rsidRDefault="00AF726E" w:rsidP="00B41B5C">
      <w:pPr>
        <w:pStyle w:val="ConsPlusNormal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bookmarkStart w:id="13" w:name="P1548"/>
      <w:bookmarkStart w:id="14" w:name="P1562"/>
      <w:bookmarkEnd w:id="13"/>
      <w:bookmarkEnd w:id="14"/>
      <w:r w:rsidRPr="003C4462">
        <w:rPr>
          <w:rFonts w:ascii="Times New Roman" w:hAnsi="Times New Roman" w:cs="Times New Roman"/>
          <w:sz w:val="24"/>
          <w:szCs w:val="24"/>
        </w:rPr>
        <w:t>осуществлять контроль за соблюдением Получателем порядка, целей и условий предоставления Субсидии, установленных Порядком предоставлении субсидии и настоящим Договором, в том числе в части достоверности представляемых Получателем в соответствии с настоящим Договором сведений, путем проведения плановых и (или) внеплановых проверок на основании документов, представленных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Получателем по запросу Заказчика;</w:t>
      </w:r>
    </w:p>
    <w:p w:rsidR="00AF726E" w:rsidRPr="003C4462" w:rsidRDefault="00AF726E" w:rsidP="00B41B5C">
      <w:pPr>
        <w:pStyle w:val="ConsPlusNonformat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bookmarkStart w:id="15" w:name="P1568"/>
      <w:bookmarkStart w:id="16" w:name="P1569"/>
      <w:bookmarkEnd w:id="15"/>
      <w:bookmarkEnd w:id="16"/>
      <w:r w:rsidRPr="003C4462">
        <w:rPr>
          <w:rFonts w:ascii="Times New Roman" w:hAnsi="Times New Roman" w:cs="Times New Roman"/>
          <w:sz w:val="24"/>
          <w:szCs w:val="24"/>
        </w:rPr>
        <w:t>в случае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установление Заказчиком или получения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органа финансового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контроля информации о факте(ах)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нарушения Получателем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порядка, целей и условий предоставления Субсидии,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предусмотренных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Порядком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предоставления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субсидии и настоящим Договором,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в том числе указания в документах, представленных Получателем в соответствии с настоящим Договором, недостоверных сведений направлять Получателю требование об обеспечении возврата Субсидии в районный бюджет, в размере и в срок, определенном в указанном требовании;</w:t>
      </w:r>
    </w:p>
    <w:p w:rsidR="00AF726E" w:rsidRPr="003C4462" w:rsidRDefault="00AF726E" w:rsidP="00B41B5C">
      <w:pPr>
        <w:pStyle w:val="ConsPlusNormal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bookmarkStart w:id="17" w:name="P1579"/>
      <w:bookmarkStart w:id="18" w:name="P1590"/>
      <w:bookmarkEnd w:id="17"/>
      <w:bookmarkEnd w:id="18"/>
      <w:r w:rsidRPr="003C4462">
        <w:rPr>
          <w:rFonts w:ascii="Times New Roman" w:hAnsi="Times New Roman" w:cs="Times New Roman"/>
          <w:sz w:val="24"/>
          <w:szCs w:val="24"/>
        </w:rPr>
        <w:t xml:space="preserve">рассматривать предложения, документы и иную информацию, направленную Получателем, в том числе в соответствии с </w:t>
      </w:r>
      <w:hyperlink w:anchor="P1673" w:history="1">
        <w:r w:rsidRPr="003C4462">
          <w:rPr>
            <w:rFonts w:ascii="Times New Roman" w:hAnsi="Times New Roman" w:cs="Times New Roman"/>
            <w:sz w:val="24"/>
            <w:szCs w:val="24"/>
          </w:rPr>
          <w:t>пунктом 4.4.</w:t>
        </w:r>
      </w:hyperlink>
      <w:r w:rsidRPr="003C4462">
        <w:rPr>
          <w:rFonts w:ascii="Times New Roman" w:hAnsi="Times New Roman" w:cs="Times New Roman"/>
          <w:sz w:val="24"/>
          <w:szCs w:val="24"/>
        </w:rPr>
        <w:t>настоящего Договора, в течение 5 рабочих дней со дня их получения и уведомлять Получателя о принятом решении (при необходимости);</w:t>
      </w:r>
    </w:p>
    <w:p w:rsidR="00AF726E" w:rsidRPr="003C4462" w:rsidRDefault="00AF726E" w:rsidP="00B41B5C">
      <w:pPr>
        <w:pStyle w:val="ConsPlusNormal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bookmarkStart w:id="19" w:name="P1591"/>
      <w:bookmarkEnd w:id="19"/>
      <w:r w:rsidRPr="003C4462">
        <w:rPr>
          <w:rFonts w:ascii="Times New Roman" w:hAnsi="Times New Roman" w:cs="Times New Roman"/>
          <w:sz w:val="24"/>
          <w:szCs w:val="24"/>
        </w:rPr>
        <w:t xml:space="preserve">направлять разъяснения Получателю по вопросам, связанным с исполнением настоящего Договора, в течение 7 рабочих дней со дня получения обращения Получателя в соответствии с </w:t>
      </w:r>
      <w:r>
        <w:rPr>
          <w:rFonts w:ascii="Times New Roman" w:hAnsi="Times New Roman" w:cs="Times New Roman"/>
          <w:sz w:val="24"/>
          <w:szCs w:val="24"/>
        </w:rPr>
        <w:t>пунктом 4.4 настоящего Договора.</w:t>
      </w:r>
    </w:p>
    <w:p w:rsidR="00AF726E" w:rsidRPr="003C4462" w:rsidRDefault="00AF726E" w:rsidP="00B41B5C">
      <w:pPr>
        <w:pStyle w:val="ConsPlusNonformat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C4462">
        <w:rPr>
          <w:rFonts w:ascii="Times New Roman" w:hAnsi="Times New Roman" w:cs="Times New Roman"/>
          <w:sz w:val="24"/>
          <w:szCs w:val="24"/>
        </w:rPr>
        <w:t>4.2. Заказчик вправе:</w:t>
      </w:r>
    </w:p>
    <w:p w:rsidR="00AF726E" w:rsidRPr="003C4462" w:rsidRDefault="00AF726E" w:rsidP="00B41B5C">
      <w:pPr>
        <w:pStyle w:val="ConsPlusNormal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bookmarkStart w:id="20" w:name="P1598"/>
      <w:bookmarkEnd w:id="20"/>
      <w:r w:rsidRPr="003C4462">
        <w:rPr>
          <w:rFonts w:ascii="Times New Roman" w:hAnsi="Times New Roman" w:cs="Times New Roman"/>
          <w:sz w:val="24"/>
          <w:szCs w:val="24"/>
        </w:rPr>
        <w:t xml:space="preserve">принимать решение об изменении условий настоящего Договора, в том числе на основании информации и предложений, направленных Получателем в соответствии с </w:t>
      </w:r>
      <w:hyperlink w:anchor="P1673" w:history="1">
        <w:r w:rsidRPr="003C4462">
          <w:rPr>
            <w:rFonts w:ascii="Times New Roman" w:hAnsi="Times New Roman" w:cs="Times New Roman"/>
            <w:sz w:val="24"/>
            <w:szCs w:val="24"/>
          </w:rPr>
          <w:t>пунктом 4.4.</w:t>
        </w:r>
      </w:hyperlink>
      <w:r w:rsidRPr="003C4462">
        <w:rPr>
          <w:rFonts w:ascii="Times New Roman" w:hAnsi="Times New Roman" w:cs="Times New Roman"/>
          <w:sz w:val="24"/>
          <w:szCs w:val="24"/>
        </w:rPr>
        <w:t xml:space="preserve"> настоящего Договора, включая уменьшение размера Субсидии, а также увеличение размера Субсидии при наличии неиспользованных лимитов бюджетных обязательств, указанных в </w:t>
      </w:r>
      <w:hyperlink w:anchor="P1497" w:history="1">
        <w:r w:rsidRPr="003C4462">
          <w:rPr>
            <w:rFonts w:ascii="Times New Roman" w:hAnsi="Times New Roman" w:cs="Times New Roman"/>
            <w:sz w:val="24"/>
            <w:szCs w:val="24"/>
          </w:rPr>
          <w:t>пункте 2.1</w:t>
        </w:r>
      </w:hyperlink>
      <w:r w:rsidRPr="003C4462">
        <w:rPr>
          <w:rFonts w:ascii="Times New Roman" w:hAnsi="Times New Roman" w:cs="Times New Roman"/>
          <w:sz w:val="24"/>
          <w:szCs w:val="24"/>
        </w:rPr>
        <w:t xml:space="preserve"> настоящего Договора, и при условии предоставления Получателем информации, содержащей финансово-экономическое обоснование данного изменения;</w:t>
      </w:r>
      <w:bookmarkStart w:id="21" w:name="P1599"/>
      <w:bookmarkEnd w:id="21"/>
    </w:p>
    <w:p w:rsidR="00AF726E" w:rsidRPr="003C4462" w:rsidRDefault="00AF726E" w:rsidP="00B41B5C">
      <w:pPr>
        <w:pStyle w:val="ConsPlusNormal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C4462">
        <w:rPr>
          <w:rFonts w:ascii="Times New Roman" w:hAnsi="Times New Roman" w:cs="Times New Roman"/>
          <w:sz w:val="24"/>
          <w:szCs w:val="24"/>
        </w:rPr>
        <w:t>приостанавливать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предоставление Субсидии в случае установления Заказчиком или получения от органа финансового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контроля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информации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факте(ах) нарушения Получателем порядка, целей и условий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предоставления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Субсидии, предусмотренных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Порядком и настоящим Договором,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том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числе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указания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документах,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представленных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Получателем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в соответствии с настоящим Договором, недостоверных сведений, до устранения указанных нарушений с обязательным уведомлением Получателя не позднее 5 рабочего дня с даты принятия решения о приостановлении;</w:t>
      </w:r>
    </w:p>
    <w:p w:rsidR="00AF726E" w:rsidRPr="003C4462" w:rsidRDefault="00AF726E" w:rsidP="00B41B5C">
      <w:pPr>
        <w:pStyle w:val="ConsPlusNormal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bookmarkStart w:id="22" w:name="P1610"/>
      <w:bookmarkEnd w:id="22"/>
      <w:r w:rsidRPr="003C4462">
        <w:rPr>
          <w:rFonts w:ascii="Times New Roman" w:hAnsi="Times New Roman" w:cs="Times New Roman"/>
          <w:sz w:val="24"/>
          <w:szCs w:val="24"/>
        </w:rPr>
        <w:t>запрашивать у Получателя документы и информацию, необходимые для осуществления контроля за соблюдением Получателем порядка, целей и условий предоставления Субсидии, установленных Порядком и настоящим Договором, в соответствии с Перечнем документов</w:t>
      </w:r>
      <w:r>
        <w:rPr>
          <w:rFonts w:ascii="Times New Roman" w:hAnsi="Times New Roman" w:cs="Times New Roman"/>
          <w:sz w:val="24"/>
          <w:szCs w:val="24"/>
        </w:rPr>
        <w:t>, представляемых для получения С</w:t>
      </w:r>
      <w:r w:rsidRPr="003C4462">
        <w:rPr>
          <w:rFonts w:ascii="Times New Roman" w:hAnsi="Times New Roman" w:cs="Times New Roman"/>
          <w:sz w:val="24"/>
          <w:szCs w:val="24"/>
        </w:rPr>
        <w:t>убсидии (Приложение № 1 к договору) настоящего Договора.</w:t>
      </w:r>
    </w:p>
    <w:p w:rsidR="00AF726E" w:rsidRPr="003C4462" w:rsidRDefault="00AF726E" w:rsidP="00B41B5C">
      <w:pPr>
        <w:pStyle w:val="ConsPlusNormal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C4462">
        <w:rPr>
          <w:rFonts w:ascii="Times New Roman" w:hAnsi="Times New Roman" w:cs="Times New Roman"/>
          <w:sz w:val="24"/>
          <w:szCs w:val="24"/>
        </w:rPr>
        <w:t>4.3. Получатель обязуется:</w:t>
      </w:r>
    </w:p>
    <w:p w:rsidR="00AF726E" w:rsidRPr="003C4462" w:rsidRDefault="00AF726E" w:rsidP="00B41B5C">
      <w:pPr>
        <w:pStyle w:val="ConsPlusNonformat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bookmarkStart w:id="23" w:name="P1615"/>
      <w:bookmarkEnd w:id="23"/>
      <w:r w:rsidRPr="003C4462">
        <w:rPr>
          <w:rFonts w:ascii="Times New Roman" w:hAnsi="Times New Roman" w:cs="Times New Roman"/>
          <w:sz w:val="24"/>
          <w:szCs w:val="24"/>
        </w:rPr>
        <w:t>представлять Заказчику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документы, установленные Порядком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настоящим Договором;</w:t>
      </w:r>
    </w:p>
    <w:p w:rsidR="00AF726E" w:rsidRPr="003C4462" w:rsidRDefault="00AF726E" w:rsidP="00B41B5C">
      <w:pPr>
        <w:pStyle w:val="ConsPlusNonformat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bookmarkStart w:id="24" w:name="P1634"/>
      <w:bookmarkStart w:id="25" w:name="P1636"/>
      <w:bookmarkEnd w:id="24"/>
      <w:bookmarkEnd w:id="25"/>
      <w:r w:rsidRPr="003C4462">
        <w:rPr>
          <w:rFonts w:ascii="Times New Roman" w:hAnsi="Times New Roman" w:cs="Times New Roman"/>
          <w:sz w:val="24"/>
          <w:szCs w:val="24"/>
        </w:rPr>
        <w:t>направлять по запросу Заказчика документы и информацию,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необходимые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осуществления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контроля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соблюдением порядка,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целей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и условий предоставления Субсидии в соответствии согласно Перечню документов, представ</w:t>
      </w:r>
      <w:r>
        <w:rPr>
          <w:rFonts w:ascii="Times New Roman" w:hAnsi="Times New Roman" w:cs="Times New Roman"/>
          <w:sz w:val="24"/>
          <w:szCs w:val="24"/>
        </w:rPr>
        <w:t>ляемых для получения Субсидии (п</w:t>
      </w:r>
      <w:r w:rsidRPr="003C4462">
        <w:rPr>
          <w:rFonts w:ascii="Times New Roman" w:hAnsi="Times New Roman" w:cs="Times New Roman"/>
          <w:sz w:val="24"/>
          <w:szCs w:val="24"/>
        </w:rPr>
        <w:t>риложение № 1 к договору)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настоящего Договора,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течение 5 рабочих дней со дня получения указанного запроса;</w:t>
      </w:r>
    </w:p>
    <w:p w:rsidR="00AF726E" w:rsidRPr="003C4462" w:rsidRDefault="00AF726E" w:rsidP="00B41B5C">
      <w:pPr>
        <w:pStyle w:val="ConsPlusNormal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C4462">
        <w:rPr>
          <w:rFonts w:ascii="Times New Roman" w:hAnsi="Times New Roman" w:cs="Times New Roman"/>
          <w:sz w:val="24"/>
          <w:szCs w:val="24"/>
        </w:rPr>
        <w:t>устранять факт(ы) нарушения порядка, целей и условий предоставления Субсидии;</w:t>
      </w:r>
    </w:p>
    <w:p w:rsidR="00AF726E" w:rsidRPr="003C4462" w:rsidRDefault="00AF726E" w:rsidP="00B41B5C">
      <w:pPr>
        <w:pStyle w:val="ConsPlusNormal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C4462">
        <w:rPr>
          <w:rFonts w:ascii="Times New Roman" w:hAnsi="Times New Roman" w:cs="Times New Roman"/>
          <w:sz w:val="24"/>
          <w:szCs w:val="24"/>
        </w:rPr>
        <w:t>осуществлять иные права в соответствии с бюджетным законом Российской Федерации и П</w:t>
      </w:r>
      <w:r>
        <w:rPr>
          <w:rFonts w:ascii="Times New Roman" w:hAnsi="Times New Roman" w:cs="Times New Roman"/>
          <w:sz w:val="24"/>
          <w:szCs w:val="24"/>
        </w:rPr>
        <w:t>орядком предоставления субсидии;</w:t>
      </w:r>
    </w:p>
    <w:p w:rsidR="00AF726E" w:rsidRPr="003C4462" w:rsidRDefault="00AF726E" w:rsidP="00B41B5C">
      <w:pPr>
        <w:pStyle w:val="ConsPlusNonformat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C4462">
        <w:rPr>
          <w:rFonts w:ascii="Times New Roman" w:hAnsi="Times New Roman" w:cs="Times New Roman"/>
          <w:sz w:val="24"/>
          <w:szCs w:val="24"/>
        </w:rPr>
        <w:t>обеспечивать полноту и достоверность сведений, представляемых Заказчику в соответствии с настоящим Договором.</w:t>
      </w:r>
    </w:p>
    <w:p w:rsidR="00AF726E" w:rsidRPr="003C4462" w:rsidRDefault="00AF726E" w:rsidP="00B41B5C">
      <w:pPr>
        <w:pStyle w:val="ConsPlusNormal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C4462">
        <w:rPr>
          <w:rFonts w:ascii="Times New Roman" w:hAnsi="Times New Roman" w:cs="Times New Roman"/>
          <w:sz w:val="24"/>
          <w:szCs w:val="24"/>
        </w:rPr>
        <w:t>4.4. Получатель вправе:</w:t>
      </w:r>
    </w:p>
    <w:p w:rsidR="00AF726E" w:rsidRPr="003C4462" w:rsidRDefault="00AF726E" w:rsidP="00B41B5C">
      <w:pPr>
        <w:pStyle w:val="ConsPlusNonformat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bookmarkStart w:id="26" w:name="P1673"/>
      <w:bookmarkEnd w:id="26"/>
      <w:r w:rsidRPr="003C4462">
        <w:rPr>
          <w:rFonts w:ascii="Times New Roman" w:hAnsi="Times New Roman" w:cs="Times New Roman"/>
          <w:sz w:val="24"/>
          <w:szCs w:val="24"/>
        </w:rPr>
        <w:t>направлять Заказчику предложения о внесении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изменений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настоящий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Договор,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том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числе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случае установления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необходимости изменения размера Субсидии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приложением информации, содержащей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финансово-экономическое обоснование данного изменения;</w:t>
      </w:r>
    </w:p>
    <w:p w:rsidR="00AF726E" w:rsidRPr="003C4462" w:rsidRDefault="00AF726E" w:rsidP="00B41B5C">
      <w:pPr>
        <w:ind w:firstLine="360"/>
        <w:jc w:val="both"/>
      </w:pPr>
      <w:bookmarkStart w:id="27" w:name="P1680"/>
      <w:bookmarkEnd w:id="27"/>
      <w:r w:rsidRPr="003C4462">
        <w:t>обращаться к Заказчику в целях получения разъяснений в связи с исполнением настоящего Договора;</w:t>
      </w:r>
    </w:p>
    <w:p w:rsidR="00AF726E" w:rsidRPr="003C4462" w:rsidRDefault="00AF726E" w:rsidP="00B41B5C">
      <w:pPr>
        <w:pStyle w:val="ConsPlusNormal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C4462">
        <w:rPr>
          <w:rFonts w:ascii="Times New Roman" w:hAnsi="Times New Roman" w:cs="Times New Roman"/>
          <w:sz w:val="24"/>
          <w:szCs w:val="24"/>
        </w:rPr>
        <w:t>осуществлять иные права в соответствии с бюджетным законодательством Российской Федерации и Порядком.</w:t>
      </w:r>
    </w:p>
    <w:p w:rsidR="00AF726E" w:rsidRPr="003C4462" w:rsidRDefault="00AF726E" w:rsidP="00085BFC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bookmarkStart w:id="28" w:name="P1685"/>
      <w:bookmarkEnd w:id="28"/>
    </w:p>
    <w:p w:rsidR="00AF726E" w:rsidRPr="003C4462" w:rsidRDefault="00AF726E" w:rsidP="00085BFC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3C4462">
        <w:rPr>
          <w:rFonts w:ascii="Times New Roman" w:hAnsi="Times New Roman" w:cs="Times New Roman"/>
          <w:b/>
          <w:sz w:val="24"/>
          <w:szCs w:val="24"/>
        </w:rPr>
        <w:t>V. Ответственность Сторон</w:t>
      </w:r>
    </w:p>
    <w:p w:rsidR="00AF726E" w:rsidRPr="003C4462" w:rsidRDefault="00AF726E" w:rsidP="00085BFC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AF726E" w:rsidRPr="003C4462" w:rsidRDefault="00AF726E" w:rsidP="00085BFC">
      <w:pPr>
        <w:pStyle w:val="ConsPlusNormal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C4462">
        <w:rPr>
          <w:rFonts w:ascii="Times New Roman" w:hAnsi="Times New Roman" w:cs="Times New Roman"/>
          <w:sz w:val="24"/>
          <w:szCs w:val="24"/>
        </w:rPr>
        <w:t xml:space="preserve">5.1. В случае неисполнения или ненадлежащего исполнения своих обязательств по настоящему </w:t>
      </w:r>
      <w:r>
        <w:rPr>
          <w:rFonts w:ascii="Times New Roman" w:hAnsi="Times New Roman" w:cs="Times New Roman"/>
          <w:sz w:val="24"/>
          <w:szCs w:val="24"/>
        </w:rPr>
        <w:t>Договору</w:t>
      </w:r>
      <w:r w:rsidRPr="003C4462">
        <w:rPr>
          <w:rFonts w:ascii="Times New Roman" w:hAnsi="Times New Roman" w:cs="Times New Roman"/>
          <w:sz w:val="24"/>
          <w:szCs w:val="24"/>
        </w:rPr>
        <w:t xml:space="preserve"> Стороны несут ответственность в соответствии с законодательством Российской Федерации.</w:t>
      </w:r>
    </w:p>
    <w:p w:rsidR="00AF726E" w:rsidRPr="003C4462" w:rsidRDefault="00AF726E" w:rsidP="00085BFC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AF726E" w:rsidRPr="003C4462" w:rsidRDefault="00AF726E" w:rsidP="00085BFC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3C4462">
        <w:rPr>
          <w:rFonts w:ascii="Times New Roman" w:hAnsi="Times New Roman" w:cs="Times New Roman"/>
          <w:b/>
          <w:sz w:val="24"/>
          <w:szCs w:val="24"/>
        </w:rPr>
        <w:t>VI. Заключительные положения</w:t>
      </w:r>
    </w:p>
    <w:p w:rsidR="00AF726E" w:rsidRPr="003C4462" w:rsidRDefault="00AF726E" w:rsidP="00085BFC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726E" w:rsidRPr="003C4462" w:rsidRDefault="00AF726E" w:rsidP="00085BFC">
      <w:pPr>
        <w:pStyle w:val="ConsPlusNormal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C4462">
        <w:rPr>
          <w:rFonts w:ascii="Times New Roman" w:hAnsi="Times New Roman" w:cs="Times New Roman"/>
          <w:sz w:val="24"/>
          <w:szCs w:val="24"/>
        </w:rPr>
        <w:t>6.1.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недостижении согласия споры между Сторонами решаются в судебном порядке.</w:t>
      </w:r>
    </w:p>
    <w:p w:rsidR="00AF726E" w:rsidRPr="003C4462" w:rsidRDefault="00AF726E" w:rsidP="00085BFC">
      <w:pPr>
        <w:pStyle w:val="ConsPlusNormal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C4462">
        <w:rPr>
          <w:rFonts w:ascii="Times New Roman" w:hAnsi="Times New Roman" w:cs="Times New Roman"/>
          <w:sz w:val="24"/>
          <w:szCs w:val="24"/>
        </w:rPr>
        <w:t xml:space="preserve">6.2. Настоящее Договор вступает в силу с даты его подписания лицами, имеющими право действовать от имени каждой из Сторон, но не ранее доведения лимитов бюджетных обязательств, указанных в </w:t>
      </w:r>
      <w:hyperlink w:anchor="P1497" w:history="1">
        <w:r w:rsidRPr="003C4462">
          <w:rPr>
            <w:rFonts w:ascii="Times New Roman" w:hAnsi="Times New Roman" w:cs="Times New Roman"/>
            <w:sz w:val="24"/>
            <w:szCs w:val="24"/>
          </w:rPr>
          <w:t>пункте 2.</w:t>
        </w:r>
      </w:hyperlink>
      <w:r w:rsidRPr="003C4462">
        <w:rPr>
          <w:rFonts w:ascii="Times New Roman" w:hAnsi="Times New Roman" w:cs="Times New Roman"/>
          <w:sz w:val="24"/>
          <w:szCs w:val="24"/>
        </w:rPr>
        <w:t>настоящего Договора, и действует до полного исполнения Сторонами своих обязательств по настоящему Договору.</w:t>
      </w:r>
    </w:p>
    <w:p w:rsidR="00AF726E" w:rsidRPr="003C4462" w:rsidRDefault="00AF726E" w:rsidP="00085BFC">
      <w:pPr>
        <w:pStyle w:val="ConsPlusNormal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bookmarkStart w:id="29" w:name="P1705"/>
      <w:bookmarkEnd w:id="29"/>
      <w:r w:rsidRPr="003C4462">
        <w:rPr>
          <w:rFonts w:ascii="Times New Roman" w:hAnsi="Times New Roman" w:cs="Times New Roman"/>
          <w:sz w:val="24"/>
          <w:szCs w:val="24"/>
        </w:rPr>
        <w:t>6.3. Расторжение настоящего Договора возможно в случае:</w:t>
      </w:r>
    </w:p>
    <w:p w:rsidR="00AF726E" w:rsidRPr="003C4462" w:rsidRDefault="00AF726E" w:rsidP="00085BFC">
      <w:pPr>
        <w:pStyle w:val="ConsPlusNormal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C4462">
        <w:rPr>
          <w:rFonts w:ascii="Times New Roman" w:hAnsi="Times New Roman" w:cs="Times New Roman"/>
          <w:sz w:val="24"/>
          <w:szCs w:val="24"/>
        </w:rPr>
        <w:t>реорганизации или прекращения деятельности Получателя;</w:t>
      </w:r>
    </w:p>
    <w:p w:rsidR="00AF726E" w:rsidRPr="003C4462" w:rsidRDefault="00AF726E" w:rsidP="00085BFC">
      <w:pPr>
        <w:pStyle w:val="ConsPlusNormal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C4462">
        <w:rPr>
          <w:rFonts w:ascii="Times New Roman" w:hAnsi="Times New Roman" w:cs="Times New Roman"/>
          <w:sz w:val="24"/>
          <w:szCs w:val="24"/>
        </w:rPr>
        <w:t>нарушения Получателем порядка, целей и условий предоставления Субсидии, установленных Порядком предоставлении субсидии и настоящим Договором.</w:t>
      </w:r>
    </w:p>
    <w:p w:rsidR="00AF726E" w:rsidRPr="003C4462" w:rsidRDefault="00AF726E" w:rsidP="00085BFC">
      <w:pPr>
        <w:pStyle w:val="ConsPlusNormal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bookmarkStart w:id="30" w:name="P1709"/>
      <w:bookmarkEnd w:id="30"/>
      <w:r w:rsidRPr="003C4462">
        <w:rPr>
          <w:rFonts w:ascii="Times New Roman" w:hAnsi="Times New Roman" w:cs="Times New Roman"/>
          <w:sz w:val="24"/>
          <w:szCs w:val="24"/>
        </w:rPr>
        <w:t>6.4. Документы и иная информация, предусмотренные настоящим Договорам, могут направляться Сторонами следующим способом:</w:t>
      </w:r>
    </w:p>
    <w:p w:rsidR="00AF726E" w:rsidRPr="003C4462" w:rsidRDefault="00AF726E" w:rsidP="00085BFC">
      <w:pPr>
        <w:pStyle w:val="ConsPlusNormal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C4462">
        <w:rPr>
          <w:rFonts w:ascii="Times New Roman" w:hAnsi="Times New Roman" w:cs="Times New Roman"/>
          <w:sz w:val="24"/>
          <w:szCs w:val="24"/>
        </w:rPr>
        <w:t>лично в отдел сельского хозяйства и торговли администрации МО «Коношский муниципальный район»;</w:t>
      </w:r>
    </w:p>
    <w:p w:rsidR="00AF726E" w:rsidRPr="003C4462" w:rsidRDefault="00AF726E" w:rsidP="00085BFC">
      <w:pPr>
        <w:pStyle w:val="ConsPlusNormal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C4462">
        <w:rPr>
          <w:rFonts w:ascii="Times New Roman" w:hAnsi="Times New Roman" w:cs="Times New Roman"/>
          <w:sz w:val="24"/>
          <w:szCs w:val="24"/>
        </w:rPr>
        <w:t>заказным письмом с уведомлением о вручении либо вручением представителем одной Стороны подлинников документов, иной информации представителю другой Стороны.</w:t>
      </w:r>
    </w:p>
    <w:p w:rsidR="00AF726E" w:rsidRPr="003C4462" w:rsidRDefault="00AF726E" w:rsidP="00085BFC">
      <w:pPr>
        <w:pStyle w:val="ConsPlusNonformat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bookmarkStart w:id="31" w:name="P1714"/>
      <w:bookmarkEnd w:id="31"/>
      <w:r w:rsidRPr="003C4462">
        <w:rPr>
          <w:rFonts w:ascii="Times New Roman" w:hAnsi="Times New Roman" w:cs="Times New Roman"/>
          <w:sz w:val="24"/>
          <w:szCs w:val="24"/>
        </w:rPr>
        <w:t>6.5. Настоящий Договор заключен Сторонами в форме:</w:t>
      </w:r>
    </w:p>
    <w:p w:rsidR="00AF726E" w:rsidRPr="003C4462" w:rsidRDefault="00AF726E" w:rsidP="00085BFC">
      <w:pPr>
        <w:pStyle w:val="ConsPlusNormal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C4462">
        <w:rPr>
          <w:rFonts w:ascii="Times New Roman" w:hAnsi="Times New Roman" w:cs="Times New Roman"/>
          <w:sz w:val="24"/>
          <w:szCs w:val="24"/>
        </w:rPr>
        <w:t>бумажного документа в двух экземплярах, по одному эк</w:t>
      </w:r>
      <w:r>
        <w:rPr>
          <w:rFonts w:ascii="Times New Roman" w:hAnsi="Times New Roman" w:cs="Times New Roman"/>
          <w:sz w:val="24"/>
          <w:szCs w:val="24"/>
        </w:rPr>
        <w:t>земпляру для каждой из Сторон.</w:t>
      </w:r>
    </w:p>
    <w:p w:rsidR="00AF726E" w:rsidRPr="003C4462" w:rsidRDefault="00AF726E" w:rsidP="003C4462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32" w:name="P1719"/>
      <w:bookmarkEnd w:id="32"/>
    </w:p>
    <w:p w:rsidR="00AF726E" w:rsidRPr="003C4462" w:rsidRDefault="00AF726E" w:rsidP="003C4462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3C4462">
        <w:rPr>
          <w:rFonts w:ascii="Times New Roman" w:hAnsi="Times New Roman" w:cs="Times New Roman"/>
          <w:b/>
          <w:sz w:val="24"/>
          <w:szCs w:val="24"/>
        </w:rPr>
        <w:t>VII. Платежные реквизиты Сторон</w:t>
      </w:r>
    </w:p>
    <w:p w:rsidR="00AF726E" w:rsidRDefault="00AF726E" w:rsidP="00085BFC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1E0"/>
      </w:tblPr>
      <w:tblGrid>
        <w:gridCol w:w="4785"/>
        <w:gridCol w:w="4785"/>
      </w:tblGrid>
      <w:tr w:rsidR="00AF726E" w:rsidTr="00085BFC">
        <w:tc>
          <w:tcPr>
            <w:tcW w:w="4785" w:type="dxa"/>
          </w:tcPr>
          <w:p w:rsidR="00AF726E" w:rsidRDefault="00AF726E" w:rsidP="00F679F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МО</w:t>
            </w:r>
          </w:p>
          <w:p w:rsidR="00AF726E" w:rsidRPr="003C4462" w:rsidRDefault="00AF726E" w:rsidP="00F679F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462">
              <w:rPr>
                <w:rFonts w:ascii="Times New Roman" w:hAnsi="Times New Roman" w:cs="Times New Roman"/>
                <w:sz w:val="24"/>
                <w:szCs w:val="24"/>
              </w:rPr>
              <w:t>«Коношский муниципальный район»</w:t>
            </w:r>
          </w:p>
        </w:tc>
        <w:tc>
          <w:tcPr>
            <w:tcW w:w="4785" w:type="dxa"/>
          </w:tcPr>
          <w:p w:rsidR="00AF726E" w:rsidRPr="003C4462" w:rsidRDefault="00AF726E" w:rsidP="00F679F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462">
              <w:rPr>
                <w:rFonts w:ascii="Times New Roman" w:hAnsi="Times New Roman" w:cs="Times New Roman"/>
                <w:sz w:val="24"/>
                <w:szCs w:val="24"/>
              </w:rPr>
              <w:t>Сокращенное наименование</w:t>
            </w:r>
          </w:p>
          <w:p w:rsidR="00AF726E" w:rsidRPr="003C4462" w:rsidRDefault="00AF726E" w:rsidP="00F679F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462">
              <w:rPr>
                <w:rFonts w:ascii="Times New Roman" w:hAnsi="Times New Roman" w:cs="Times New Roman"/>
                <w:sz w:val="24"/>
                <w:szCs w:val="24"/>
              </w:rPr>
              <w:t>Получателя</w:t>
            </w:r>
          </w:p>
        </w:tc>
      </w:tr>
      <w:tr w:rsidR="00AF726E" w:rsidTr="00085BFC">
        <w:tc>
          <w:tcPr>
            <w:tcW w:w="4785" w:type="dxa"/>
          </w:tcPr>
          <w:p w:rsidR="00AF726E" w:rsidRPr="003C4462" w:rsidRDefault="00AF726E" w:rsidP="00085BF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C4462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муниципальное образование «Коношский муниципальный район»</w:t>
            </w:r>
          </w:p>
        </w:tc>
        <w:tc>
          <w:tcPr>
            <w:tcW w:w="4785" w:type="dxa"/>
          </w:tcPr>
          <w:p w:rsidR="00AF726E" w:rsidRPr="003C4462" w:rsidRDefault="00AF726E" w:rsidP="00085BF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4462">
              <w:rPr>
                <w:rFonts w:ascii="Times New Roman" w:hAnsi="Times New Roman" w:cs="Times New Roman"/>
                <w:sz w:val="24"/>
                <w:szCs w:val="24"/>
              </w:rPr>
              <w:t>Наименование Получателя</w:t>
            </w:r>
          </w:p>
        </w:tc>
      </w:tr>
      <w:tr w:rsidR="00AF726E" w:rsidTr="00085BFC">
        <w:tc>
          <w:tcPr>
            <w:tcW w:w="4785" w:type="dxa"/>
          </w:tcPr>
          <w:p w:rsidR="00AF726E" w:rsidRPr="003C4462" w:rsidRDefault="00AF726E" w:rsidP="00085BF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4462">
              <w:rPr>
                <w:rFonts w:ascii="Times New Roman" w:hAnsi="Times New Roman" w:cs="Times New Roman"/>
                <w:sz w:val="24"/>
                <w:szCs w:val="24"/>
              </w:rPr>
              <w:t>ОГРН1022901320573</w:t>
            </w:r>
          </w:p>
          <w:p w:rsidR="00AF726E" w:rsidRPr="003C4462" w:rsidRDefault="00AF726E" w:rsidP="00085BF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4462">
              <w:rPr>
                <w:rFonts w:ascii="Times New Roman" w:hAnsi="Times New Roman" w:cs="Times New Roman"/>
                <w:sz w:val="24"/>
                <w:szCs w:val="24"/>
              </w:rPr>
              <w:t>БИК 041117001</w:t>
            </w:r>
          </w:p>
        </w:tc>
        <w:tc>
          <w:tcPr>
            <w:tcW w:w="4785" w:type="dxa"/>
          </w:tcPr>
          <w:p w:rsidR="00AF726E" w:rsidRPr="003C4462" w:rsidRDefault="00AF726E" w:rsidP="00085BF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</w:tr>
      <w:tr w:rsidR="00AF726E" w:rsidTr="00085BFC">
        <w:tc>
          <w:tcPr>
            <w:tcW w:w="4785" w:type="dxa"/>
          </w:tcPr>
          <w:p w:rsidR="00AF726E" w:rsidRDefault="00AF726E" w:rsidP="00085BF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164010, Архангельская область,</w:t>
            </w:r>
          </w:p>
          <w:p w:rsidR="00AF726E" w:rsidRPr="003C4462" w:rsidRDefault="00AF726E" w:rsidP="00085BF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пос.</w:t>
            </w:r>
            <w:r w:rsidRPr="003C4462">
              <w:rPr>
                <w:rFonts w:ascii="Times New Roman" w:hAnsi="Times New Roman" w:cs="Times New Roman"/>
                <w:sz w:val="24"/>
                <w:szCs w:val="24"/>
              </w:rPr>
              <w:t xml:space="preserve"> Коноша, ул. Советская,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Pr="003C4462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4785" w:type="dxa"/>
          </w:tcPr>
          <w:p w:rsidR="00AF726E" w:rsidRPr="003C4462" w:rsidRDefault="00AF726E" w:rsidP="00085BF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4462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</w:tr>
      <w:tr w:rsidR="00AF726E" w:rsidTr="00085BFC">
        <w:tc>
          <w:tcPr>
            <w:tcW w:w="4785" w:type="dxa"/>
          </w:tcPr>
          <w:p w:rsidR="00AF726E" w:rsidRPr="003C4462" w:rsidRDefault="00AF726E" w:rsidP="00085BF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4462">
              <w:rPr>
                <w:rFonts w:ascii="Times New Roman" w:hAnsi="Times New Roman" w:cs="Times New Roman"/>
                <w:sz w:val="24"/>
                <w:szCs w:val="24"/>
              </w:rPr>
              <w:t>ИНН/КПП 2912000675/291201001</w:t>
            </w:r>
          </w:p>
        </w:tc>
        <w:tc>
          <w:tcPr>
            <w:tcW w:w="4785" w:type="dxa"/>
          </w:tcPr>
          <w:p w:rsidR="00AF726E" w:rsidRPr="003C4462" w:rsidRDefault="00AF726E" w:rsidP="00085BF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4462">
              <w:rPr>
                <w:rFonts w:ascii="Times New Roman" w:hAnsi="Times New Roman" w:cs="Times New Roman"/>
                <w:sz w:val="24"/>
                <w:szCs w:val="24"/>
              </w:rPr>
              <w:t>ИНН/КПП</w:t>
            </w:r>
          </w:p>
        </w:tc>
      </w:tr>
      <w:tr w:rsidR="00AF726E" w:rsidTr="00085BFC">
        <w:tc>
          <w:tcPr>
            <w:tcW w:w="4785" w:type="dxa"/>
          </w:tcPr>
          <w:p w:rsidR="00AF726E" w:rsidRPr="003C4462" w:rsidRDefault="00AF726E" w:rsidP="00085BF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4462">
              <w:rPr>
                <w:rFonts w:ascii="Times New Roman" w:hAnsi="Times New Roman" w:cs="Times New Roman"/>
                <w:sz w:val="24"/>
                <w:szCs w:val="24"/>
              </w:rPr>
              <w:t>л/с 03243012030 в Отделе № 13 Управления Федерального казначейства Архангельской области и НАО</w:t>
            </w:r>
          </w:p>
          <w:p w:rsidR="00AF726E" w:rsidRDefault="00AF726E" w:rsidP="0049746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р/с 40204810200000000281</w:t>
            </w:r>
          </w:p>
          <w:p w:rsidR="00AF726E" w:rsidRPr="003C4462" w:rsidRDefault="00AF726E" w:rsidP="0049746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4462">
              <w:rPr>
                <w:rFonts w:ascii="Times New Roman" w:hAnsi="Times New Roman" w:cs="Times New Roman"/>
                <w:sz w:val="24"/>
                <w:szCs w:val="24"/>
              </w:rPr>
              <w:t>в Отделении Архангельск г. Архангельск</w:t>
            </w:r>
          </w:p>
        </w:tc>
        <w:tc>
          <w:tcPr>
            <w:tcW w:w="4785" w:type="dxa"/>
          </w:tcPr>
          <w:p w:rsidR="00AF726E" w:rsidRDefault="00AF726E" w:rsidP="00085BF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4462">
              <w:rPr>
                <w:rFonts w:ascii="Times New Roman" w:hAnsi="Times New Roman" w:cs="Times New Roman"/>
                <w:sz w:val="24"/>
                <w:szCs w:val="24"/>
              </w:rPr>
              <w:t>Платежные реквизиты:</w:t>
            </w:r>
          </w:p>
          <w:p w:rsidR="00AF726E" w:rsidRPr="003C4462" w:rsidRDefault="00AF726E" w:rsidP="00085BF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4462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 Банка России, БИК</w:t>
            </w:r>
          </w:p>
          <w:p w:rsidR="00AF726E" w:rsidRPr="003C4462" w:rsidRDefault="00AF726E" w:rsidP="00085BF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4462">
              <w:rPr>
                <w:rFonts w:ascii="Times New Roman" w:hAnsi="Times New Roman" w:cs="Times New Roman"/>
                <w:sz w:val="24"/>
                <w:szCs w:val="24"/>
              </w:rPr>
              <w:t>Расчетный счет</w:t>
            </w:r>
          </w:p>
        </w:tc>
      </w:tr>
    </w:tbl>
    <w:p w:rsidR="00AF726E" w:rsidRPr="003C4462" w:rsidRDefault="00AF726E" w:rsidP="00085BFC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AF726E" w:rsidRPr="003C4462" w:rsidRDefault="00AF726E" w:rsidP="00085BFC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3C4462">
        <w:rPr>
          <w:rFonts w:ascii="Times New Roman" w:hAnsi="Times New Roman" w:cs="Times New Roman"/>
          <w:b/>
          <w:sz w:val="24"/>
          <w:szCs w:val="24"/>
          <w:lang w:val="en-US"/>
        </w:rPr>
        <w:t>VIII</w:t>
      </w:r>
      <w:r w:rsidRPr="003C4462">
        <w:rPr>
          <w:rFonts w:ascii="Times New Roman" w:hAnsi="Times New Roman" w:cs="Times New Roman"/>
          <w:b/>
          <w:sz w:val="24"/>
          <w:szCs w:val="24"/>
        </w:rPr>
        <w:t>. Подписи Сторон</w:t>
      </w:r>
    </w:p>
    <w:p w:rsidR="00AF726E" w:rsidRPr="003C4462" w:rsidRDefault="00AF726E" w:rsidP="00085BFC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4706"/>
        <w:gridCol w:w="4365"/>
      </w:tblGrid>
      <w:tr w:rsidR="00AF726E" w:rsidRPr="003C4462" w:rsidTr="00E05DBE">
        <w:tc>
          <w:tcPr>
            <w:tcW w:w="4706" w:type="dxa"/>
          </w:tcPr>
          <w:p w:rsidR="00AF726E" w:rsidRPr="003C4462" w:rsidRDefault="00AF726E" w:rsidP="003C446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462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 «Коношский муниципальный район»</w:t>
            </w:r>
          </w:p>
        </w:tc>
        <w:tc>
          <w:tcPr>
            <w:tcW w:w="4365" w:type="dxa"/>
          </w:tcPr>
          <w:p w:rsidR="00AF726E" w:rsidRPr="003C4462" w:rsidRDefault="00AF726E" w:rsidP="003C446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462">
              <w:rPr>
                <w:rFonts w:ascii="Times New Roman" w:hAnsi="Times New Roman" w:cs="Times New Roman"/>
                <w:sz w:val="24"/>
                <w:szCs w:val="24"/>
              </w:rPr>
              <w:t>Сокращенное наименование</w:t>
            </w:r>
          </w:p>
          <w:p w:rsidR="00AF726E" w:rsidRPr="003C4462" w:rsidRDefault="00AF726E" w:rsidP="003C446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462">
              <w:rPr>
                <w:rFonts w:ascii="Times New Roman" w:hAnsi="Times New Roman" w:cs="Times New Roman"/>
                <w:sz w:val="24"/>
                <w:szCs w:val="24"/>
              </w:rPr>
              <w:t>Получателя</w:t>
            </w:r>
          </w:p>
        </w:tc>
      </w:tr>
      <w:tr w:rsidR="00AF726E" w:rsidRPr="003C4462" w:rsidTr="00E05DBE">
        <w:tc>
          <w:tcPr>
            <w:tcW w:w="4706" w:type="dxa"/>
          </w:tcPr>
          <w:p w:rsidR="00AF726E" w:rsidRPr="003C4462" w:rsidRDefault="00AF726E" w:rsidP="003C446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4462"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Pr="003C446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4462">
              <w:rPr>
                <w:rFonts w:ascii="Times New Roman" w:hAnsi="Times New Roman" w:cs="Times New Roman"/>
                <w:sz w:val="24"/>
                <w:szCs w:val="24"/>
              </w:rPr>
              <w:t>Реутов О.Г.</w:t>
            </w:r>
          </w:p>
          <w:p w:rsidR="00AF726E" w:rsidRPr="003C4462" w:rsidRDefault="00AF726E" w:rsidP="003C446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4462">
              <w:rPr>
                <w:rFonts w:ascii="Times New Roman" w:hAnsi="Times New Roman" w:cs="Times New Roman"/>
                <w:sz w:val="24"/>
                <w:szCs w:val="24"/>
              </w:rPr>
              <w:t xml:space="preserve"> (подпись)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365" w:type="dxa"/>
          </w:tcPr>
          <w:p w:rsidR="00AF726E" w:rsidRPr="003C4462" w:rsidRDefault="00AF726E" w:rsidP="003C446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4462"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3C4462">
              <w:rPr>
                <w:rFonts w:ascii="Times New Roman" w:hAnsi="Times New Roman" w:cs="Times New Roman"/>
                <w:sz w:val="24"/>
                <w:szCs w:val="24"/>
              </w:rPr>
              <w:t>/________________</w:t>
            </w:r>
          </w:p>
          <w:p w:rsidR="00AF726E" w:rsidRPr="003C4462" w:rsidRDefault="00AF726E" w:rsidP="003C446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4462">
              <w:rPr>
                <w:rFonts w:ascii="Times New Roman" w:hAnsi="Times New Roman" w:cs="Times New Roman"/>
                <w:sz w:val="24"/>
                <w:szCs w:val="24"/>
              </w:rPr>
              <w:t xml:space="preserve"> (подпись)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4462">
              <w:rPr>
                <w:rFonts w:ascii="Times New Roman" w:hAnsi="Times New Roman" w:cs="Times New Roman"/>
                <w:sz w:val="24"/>
                <w:szCs w:val="24"/>
              </w:rPr>
              <w:t>(ФИО)</w:t>
            </w:r>
          </w:p>
        </w:tc>
      </w:tr>
    </w:tbl>
    <w:p w:rsidR="00AF726E" w:rsidRPr="00031B2E" w:rsidRDefault="00AF726E" w:rsidP="00031B2E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AF726E" w:rsidRPr="00031B2E" w:rsidRDefault="00AF726E" w:rsidP="00031B2E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AF726E" w:rsidRPr="00031B2E" w:rsidRDefault="00AF726E" w:rsidP="00031B2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</w:t>
      </w:r>
    </w:p>
    <w:p w:rsidR="00AF726E" w:rsidRPr="00031B2E" w:rsidRDefault="00AF726E" w:rsidP="00031B2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AF726E" w:rsidRPr="00031B2E" w:rsidRDefault="00AF726E" w:rsidP="00031B2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AF726E" w:rsidRPr="00031B2E" w:rsidRDefault="00AF726E" w:rsidP="00031B2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AF726E" w:rsidRPr="00031B2E" w:rsidRDefault="00AF726E" w:rsidP="00031B2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AF726E" w:rsidRPr="00031B2E" w:rsidRDefault="00AF726E" w:rsidP="00031B2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AF726E" w:rsidRPr="00031B2E" w:rsidRDefault="00AF726E" w:rsidP="00031B2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AF726E" w:rsidRPr="00031B2E" w:rsidRDefault="00AF726E" w:rsidP="00031B2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AF726E" w:rsidRPr="00031B2E" w:rsidRDefault="00AF726E" w:rsidP="00031B2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AF726E" w:rsidRPr="00031B2E" w:rsidRDefault="00AF726E" w:rsidP="00031B2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AF726E" w:rsidRPr="00031B2E" w:rsidRDefault="00AF726E" w:rsidP="00031B2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AF726E" w:rsidRPr="00031B2E" w:rsidRDefault="00AF726E" w:rsidP="00031B2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AF726E" w:rsidRPr="00031B2E" w:rsidRDefault="00AF726E" w:rsidP="00031B2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AF726E" w:rsidRPr="00031B2E" w:rsidRDefault="00AF726E" w:rsidP="00031B2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AF726E" w:rsidRPr="00031B2E" w:rsidRDefault="00AF726E" w:rsidP="00031B2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AF726E" w:rsidRPr="00031B2E" w:rsidRDefault="00AF726E" w:rsidP="00031B2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AF726E" w:rsidRPr="00031B2E" w:rsidRDefault="00AF726E" w:rsidP="00031B2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AF726E" w:rsidRPr="00031B2E" w:rsidRDefault="00AF726E" w:rsidP="00031B2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AF726E" w:rsidRPr="00031B2E" w:rsidRDefault="00AF726E" w:rsidP="00031B2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AF726E" w:rsidRPr="00031B2E" w:rsidRDefault="00AF726E" w:rsidP="00031B2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AF726E" w:rsidRPr="00031B2E" w:rsidRDefault="00AF726E" w:rsidP="00031B2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AF726E" w:rsidRPr="00031B2E" w:rsidRDefault="00AF726E" w:rsidP="00031B2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AF726E" w:rsidRPr="00031B2E" w:rsidRDefault="00AF726E" w:rsidP="00031B2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AF726E" w:rsidRPr="00031B2E" w:rsidRDefault="00AF726E" w:rsidP="00031B2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AF726E" w:rsidRPr="00031B2E" w:rsidRDefault="00AF726E" w:rsidP="00031B2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AF726E" w:rsidRPr="00031B2E" w:rsidRDefault="00AF726E" w:rsidP="00031B2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AF726E" w:rsidRPr="00031B2E" w:rsidRDefault="00AF726E" w:rsidP="00031B2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AF726E" w:rsidRPr="00031B2E" w:rsidRDefault="00AF726E" w:rsidP="00031B2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AF726E" w:rsidRDefault="00AF726E" w:rsidP="00031B2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AF726E" w:rsidRDefault="00AF726E" w:rsidP="00031B2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AF726E" w:rsidRDefault="00AF726E" w:rsidP="00031B2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AF726E" w:rsidRDefault="00AF726E" w:rsidP="00031B2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AF726E" w:rsidRDefault="00AF726E" w:rsidP="00031B2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AF726E" w:rsidRDefault="00AF726E" w:rsidP="00031B2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AF726E" w:rsidRDefault="00AF726E" w:rsidP="00031B2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AF726E" w:rsidRDefault="00AF726E" w:rsidP="00031B2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AF726E" w:rsidRPr="00031B2E" w:rsidRDefault="00AF726E" w:rsidP="00031B2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AF726E" w:rsidRPr="003C4462" w:rsidRDefault="00AF726E" w:rsidP="002250C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3C4462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1</w:t>
      </w:r>
    </w:p>
    <w:p w:rsidR="00AF726E" w:rsidRPr="003C4462" w:rsidRDefault="00AF726E" w:rsidP="002250C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3C4462">
        <w:rPr>
          <w:rFonts w:ascii="Times New Roman" w:hAnsi="Times New Roman" w:cs="Times New Roman"/>
          <w:sz w:val="24"/>
          <w:szCs w:val="24"/>
        </w:rPr>
        <w:t>к Договору о предоставлении и</w:t>
      </w:r>
    </w:p>
    <w:p w:rsidR="00AF726E" w:rsidRDefault="00AF726E" w:rsidP="002250C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3C4462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асходовании субсидий из бюджета</w:t>
      </w:r>
    </w:p>
    <w:p w:rsidR="00AF726E" w:rsidRDefault="00AF726E" w:rsidP="002250C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3C4462">
        <w:rPr>
          <w:rFonts w:ascii="Times New Roman" w:hAnsi="Times New Roman" w:cs="Times New Roman"/>
          <w:sz w:val="24"/>
          <w:szCs w:val="24"/>
        </w:rPr>
        <w:t>МО</w:t>
      </w:r>
      <w:r>
        <w:rPr>
          <w:rFonts w:ascii="Times New Roman" w:hAnsi="Times New Roman" w:cs="Times New Roman"/>
          <w:sz w:val="24"/>
          <w:szCs w:val="24"/>
        </w:rPr>
        <w:t xml:space="preserve"> «Коношский муниципальный район»</w:t>
      </w:r>
    </w:p>
    <w:p w:rsidR="00AF726E" w:rsidRPr="003C4462" w:rsidRDefault="00AF726E" w:rsidP="002250C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Pr="003C4462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создание условий для обеспечения поселений</w:t>
      </w:r>
    </w:p>
    <w:p w:rsidR="00AF726E" w:rsidRPr="003C4462" w:rsidRDefault="00AF726E" w:rsidP="002250C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3C4462">
        <w:rPr>
          <w:rFonts w:ascii="Times New Roman" w:hAnsi="Times New Roman" w:cs="Times New Roman"/>
          <w:sz w:val="24"/>
          <w:szCs w:val="24"/>
        </w:rPr>
        <w:t>и жителей услугами торговли в 2017 году</w:t>
      </w:r>
    </w:p>
    <w:p w:rsidR="00AF726E" w:rsidRPr="003C4462" w:rsidRDefault="00AF726E" w:rsidP="002250C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«___»__________</w:t>
      </w:r>
      <w:r w:rsidRPr="003C4462">
        <w:rPr>
          <w:rFonts w:ascii="Times New Roman" w:hAnsi="Times New Roman" w:cs="Times New Roman"/>
          <w:sz w:val="24"/>
          <w:szCs w:val="24"/>
        </w:rPr>
        <w:t>20__г.</w:t>
      </w:r>
      <w:r>
        <w:rPr>
          <w:rFonts w:ascii="Times New Roman" w:hAnsi="Times New Roman" w:cs="Times New Roman"/>
          <w:sz w:val="24"/>
          <w:szCs w:val="24"/>
        </w:rPr>
        <w:t xml:space="preserve"> №_____</w:t>
      </w:r>
    </w:p>
    <w:p w:rsidR="00AF726E" w:rsidRDefault="00AF726E" w:rsidP="0000138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AF726E" w:rsidRPr="003C4462" w:rsidRDefault="00AF726E" w:rsidP="0000138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AF726E" w:rsidRPr="00001381" w:rsidRDefault="00AF726E" w:rsidP="0000138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1381">
        <w:rPr>
          <w:rFonts w:ascii="Times New Roman" w:hAnsi="Times New Roman" w:cs="Times New Roman"/>
          <w:b/>
          <w:sz w:val="24"/>
          <w:szCs w:val="24"/>
        </w:rPr>
        <w:t>П Е Р Е Ч Е Н Ь</w:t>
      </w:r>
    </w:p>
    <w:p w:rsidR="00AF726E" w:rsidRPr="00001381" w:rsidRDefault="00AF726E" w:rsidP="0000138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1381">
        <w:rPr>
          <w:rFonts w:ascii="Times New Roman" w:hAnsi="Times New Roman" w:cs="Times New Roman"/>
          <w:b/>
          <w:sz w:val="24"/>
          <w:szCs w:val="24"/>
        </w:rPr>
        <w:t>документов, предоставляемых для получения субсидий</w:t>
      </w:r>
    </w:p>
    <w:p w:rsidR="00AF726E" w:rsidRPr="003C4462" w:rsidRDefault="00AF726E" w:rsidP="00001381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AF726E" w:rsidRPr="003C4462" w:rsidRDefault="00AF726E" w:rsidP="0000138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C4462">
        <w:rPr>
          <w:rFonts w:ascii="Times New Roman" w:hAnsi="Times New Roman" w:cs="Times New Roman"/>
          <w:sz w:val="24"/>
          <w:szCs w:val="24"/>
        </w:rPr>
        <w:t xml:space="preserve">1. Заявление Получателя о предоставлении Субсидии по форме согласно </w:t>
      </w:r>
      <w:hyperlink w:anchor="P1869" w:history="1">
        <w:r>
          <w:rPr>
            <w:rFonts w:ascii="Times New Roman" w:hAnsi="Times New Roman" w:cs="Times New Roman"/>
            <w:sz w:val="24"/>
            <w:szCs w:val="24"/>
          </w:rPr>
          <w:t>приложению №</w:t>
        </w:r>
        <w:r w:rsidRPr="003C4462">
          <w:rPr>
            <w:rFonts w:ascii="Times New Roman" w:hAnsi="Times New Roman" w:cs="Times New Roman"/>
            <w:sz w:val="24"/>
            <w:szCs w:val="24"/>
          </w:rPr>
          <w:t xml:space="preserve"> </w:t>
        </w:r>
      </w:hyperlink>
      <w:r>
        <w:rPr>
          <w:rFonts w:ascii="Times New Roman" w:hAnsi="Times New Roman" w:cs="Times New Roman"/>
          <w:sz w:val="24"/>
          <w:szCs w:val="24"/>
        </w:rPr>
        <w:t>2</w:t>
      </w:r>
      <w:r w:rsidRPr="003C4462">
        <w:rPr>
          <w:rFonts w:ascii="Times New Roman" w:hAnsi="Times New Roman" w:cs="Times New Roman"/>
          <w:sz w:val="24"/>
          <w:szCs w:val="24"/>
        </w:rPr>
        <w:t xml:space="preserve"> к настоящему Перечню за подписью руководителя (иного уполномоченного лица) Получателя.</w:t>
      </w:r>
    </w:p>
    <w:p w:rsidR="00AF726E" w:rsidRPr="003C4462" w:rsidRDefault="00AF726E" w:rsidP="0000138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C4462">
        <w:rPr>
          <w:rFonts w:ascii="Times New Roman" w:hAnsi="Times New Roman" w:cs="Times New Roman"/>
          <w:sz w:val="24"/>
          <w:szCs w:val="24"/>
        </w:rPr>
        <w:t>2. Справка МРиФНС России № 5 по Архангельской области и НАО, подписанная ее руководителем (иным уполномоченным лицом), подтверждающая отсутствие сведений о прекращении деятельности Получателя, а также содержащая сведения о том, что Получатель находится (не находится) в процессе реорганизации или ликвидации, имеет (не имеет) ограничений на осуществление хозяйственной деятельности, что в отношении Получателя возбуждено (не возбуждено) производство по делу о несостоятельности (банкротстве).</w:t>
      </w:r>
    </w:p>
    <w:p w:rsidR="00AF726E" w:rsidRPr="003C4462" w:rsidRDefault="00AF726E" w:rsidP="0000138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C4462">
        <w:rPr>
          <w:rFonts w:ascii="Times New Roman" w:hAnsi="Times New Roman" w:cs="Times New Roman"/>
          <w:sz w:val="24"/>
          <w:szCs w:val="24"/>
        </w:rPr>
        <w:t>3. Справка МРиФНС России № 5 по Архангельской области и НАО, подписанная ее руководителем (иным уполномоченным лицом), по состоянию на первое число месяца, предшествующего месяцу, в котором планируется заключение Соглашения о предоставлении субсидии, подтверждающая отсутствие у Получателя задолженности по уплате налогов, сборов и иных обязательных платежей в бюджеты бюджетной системы Российской Федерации, срок исполнения по которым наступил в соответствии с законодательством Российской Федерации.</w:t>
      </w:r>
    </w:p>
    <w:p w:rsidR="00AF726E" w:rsidRPr="003C4462" w:rsidRDefault="00AF726E" w:rsidP="00001381">
      <w:pPr>
        <w:widowControl w:val="0"/>
        <w:autoSpaceDE w:val="0"/>
        <w:autoSpaceDN w:val="0"/>
        <w:adjustRightInd w:val="0"/>
        <w:ind w:firstLine="720"/>
        <w:jc w:val="both"/>
      </w:pPr>
      <w:r w:rsidRPr="003C4462">
        <w:t>4. Справку-расчет субсидии на создание условий для обеспечения поселений и жителей услугами торговли, по форме согласно приложению № 1 к настоящему Порядку</w:t>
      </w:r>
      <w:r>
        <w:t xml:space="preserve"> </w:t>
      </w:r>
      <w:r w:rsidRPr="003C4462">
        <w:t>(далее – справка-расчет) в двух</w:t>
      </w:r>
      <w:r>
        <w:t xml:space="preserve"> экземплярах с приложением.</w:t>
      </w:r>
    </w:p>
    <w:p w:rsidR="00AF726E" w:rsidRPr="003C4462" w:rsidRDefault="00AF726E" w:rsidP="00001381">
      <w:pPr>
        <w:widowControl w:val="0"/>
        <w:autoSpaceDE w:val="0"/>
        <w:autoSpaceDN w:val="0"/>
        <w:adjustRightInd w:val="0"/>
        <w:ind w:firstLine="720"/>
        <w:jc w:val="both"/>
      </w:pPr>
      <w:r w:rsidRPr="003C4462">
        <w:t>5. Реестр товарно-транспортных накладных (2 экземпляра) и копий товарно-транспортных накладных, с указанием количества перевезенного груза, заверенных печатью и подписью руководител</w:t>
      </w:r>
      <w:r>
        <w:t>я.</w:t>
      </w:r>
    </w:p>
    <w:p w:rsidR="00AF726E" w:rsidRPr="003C4462" w:rsidRDefault="00AF726E" w:rsidP="00001381">
      <w:pPr>
        <w:widowControl w:val="0"/>
        <w:autoSpaceDE w:val="0"/>
        <w:autoSpaceDN w:val="0"/>
        <w:adjustRightInd w:val="0"/>
        <w:ind w:firstLine="720"/>
        <w:jc w:val="both"/>
      </w:pPr>
      <w:r w:rsidRPr="003C4462">
        <w:t xml:space="preserve">6. Справку о фактических затратах на горюче-смазочные материалы на одну поездку и стоимости на горюче-смазочные материалов за </w:t>
      </w:r>
      <w:smartTag w:uri="urn:schemas-microsoft-com:office:smarttags" w:element="metricconverter">
        <w:smartTagPr>
          <w:attr w:name="ProductID" w:val="1 литр"/>
        </w:smartTagPr>
        <w:r w:rsidRPr="003C4462">
          <w:t>1 литр</w:t>
        </w:r>
      </w:smartTag>
      <w:r w:rsidRPr="003C4462">
        <w:t>.</w:t>
      </w:r>
    </w:p>
    <w:p w:rsidR="00AF726E" w:rsidRPr="003C4462" w:rsidRDefault="00AF726E" w:rsidP="00CE2D8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AF726E" w:rsidRPr="003C4462" w:rsidRDefault="00AF726E" w:rsidP="00CE2D8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AF726E" w:rsidRPr="003C4462" w:rsidRDefault="00AF726E" w:rsidP="00CE2D8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</w:t>
      </w:r>
    </w:p>
    <w:p w:rsidR="00AF726E" w:rsidRPr="003C4462" w:rsidRDefault="00AF726E" w:rsidP="00CE2D8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AF726E" w:rsidRPr="003C4462" w:rsidRDefault="00AF726E" w:rsidP="00CE2D8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AF726E" w:rsidRPr="003C4462" w:rsidRDefault="00AF726E" w:rsidP="00CE2D8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AF726E" w:rsidRPr="003C4462" w:rsidRDefault="00AF726E" w:rsidP="00CE2D8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AF726E" w:rsidRPr="003C4462" w:rsidRDefault="00AF726E" w:rsidP="00CE2D8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AF726E" w:rsidRPr="003C4462" w:rsidRDefault="00AF726E" w:rsidP="00CE2D8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AF726E" w:rsidRPr="003C4462" w:rsidRDefault="00AF726E" w:rsidP="00CE2D8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AF726E" w:rsidRPr="003C4462" w:rsidRDefault="00AF726E" w:rsidP="00CE2D8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AF726E" w:rsidRPr="003C4462" w:rsidRDefault="00AF726E" w:rsidP="00CE2D8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AF726E" w:rsidRPr="003C4462" w:rsidRDefault="00AF726E" w:rsidP="00CE2D8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AF726E" w:rsidRPr="003C4462" w:rsidRDefault="00AF726E" w:rsidP="00CE2D8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AF726E" w:rsidRPr="003C4462" w:rsidRDefault="00AF726E" w:rsidP="00CE2D8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AF726E" w:rsidRPr="003C4462" w:rsidRDefault="00AF726E" w:rsidP="00CE2D8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bookmarkStart w:id="33" w:name="P1869"/>
      <w:bookmarkEnd w:id="33"/>
      <w:r w:rsidRPr="003C4462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2</w:t>
      </w:r>
    </w:p>
    <w:p w:rsidR="00AF726E" w:rsidRPr="003C4462" w:rsidRDefault="00AF726E" w:rsidP="00CE2D8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3C4462">
        <w:rPr>
          <w:rFonts w:ascii="Times New Roman" w:hAnsi="Times New Roman" w:cs="Times New Roman"/>
          <w:sz w:val="24"/>
          <w:szCs w:val="24"/>
        </w:rPr>
        <w:t>к Договору о предоставлении и</w:t>
      </w:r>
    </w:p>
    <w:p w:rsidR="00AF726E" w:rsidRDefault="00AF726E" w:rsidP="00CE2D8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3C4462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асходовании субсидий из бюджета</w:t>
      </w:r>
    </w:p>
    <w:p w:rsidR="00AF726E" w:rsidRDefault="00AF726E" w:rsidP="00CE2D8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3C4462">
        <w:rPr>
          <w:rFonts w:ascii="Times New Roman" w:hAnsi="Times New Roman" w:cs="Times New Roman"/>
          <w:sz w:val="24"/>
          <w:szCs w:val="24"/>
        </w:rPr>
        <w:t>МО</w:t>
      </w:r>
      <w:r>
        <w:rPr>
          <w:rFonts w:ascii="Times New Roman" w:hAnsi="Times New Roman" w:cs="Times New Roman"/>
          <w:sz w:val="24"/>
          <w:szCs w:val="24"/>
        </w:rPr>
        <w:t xml:space="preserve"> «Коношский муниципальный район»</w:t>
      </w:r>
    </w:p>
    <w:p w:rsidR="00AF726E" w:rsidRPr="003C4462" w:rsidRDefault="00AF726E" w:rsidP="00CE2D8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Pr="003C4462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462">
        <w:rPr>
          <w:rFonts w:ascii="Times New Roman" w:hAnsi="Times New Roman" w:cs="Times New Roman"/>
          <w:sz w:val="24"/>
          <w:szCs w:val="24"/>
        </w:rPr>
        <w:t>создание условий для обеспечения поселений</w:t>
      </w:r>
    </w:p>
    <w:p w:rsidR="00AF726E" w:rsidRPr="003C4462" w:rsidRDefault="00AF726E" w:rsidP="00CE2D8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3C4462">
        <w:rPr>
          <w:rFonts w:ascii="Times New Roman" w:hAnsi="Times New Roman" w:cs="Times New Roman"/>
          <w:sz w:val="24"/>
          <w:szCs w:val="24"/>
        </w:rPr>
        <w:t>и жителей услугами торговли в 2017 году</w:t>
      </w:r>
    </w:p>
    <w:p w:rsidR="00AF726E" w:rsidRPr="003C4462" w:rsidRDefault="00AF726E" w:rsidP="00CE2D8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«___»__________</w:t>
      </w:r>
      <w:r w:rsidRPr="003C4462">
        <w:rPr>
          <w:rFonts w:ascii="Times New Roman" w:hAnsi="Times New Roman" w:cs="Times New Roman"/>
          <w:sz w:val="24"/>
          <w:szCs w:val="24"/>
        </w:rPr>
        <w:t>20__г.</w:t>
      </w:r>
      <w:r>
        <w:rPr>
          <w:rFonts w:ascii="Times New Roman" w:hAnsi="Times New Roman" w:cs="Times New Roman"/>
          <w:sz w:val="24"/>
          <w:szCs w:val="24"/>
        </w:rPr>
        <w:t xml:space="preserve"> №_____</w:t>
      </w:r>
    </w:p>
    <w:p w:rsidR="00AF726E" w:rsidRPr="003C4462" w:rsidRDefault="00AF726E" w:rsidP="003C446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726E" w:rsidRPr="003C4462" w:rsidRDefault="00AF726E" w:rsidP="003C446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726E" w:rsidRPr="003C4462" w:rsidRDefault="00AF726E" w:rsidP="003C446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726E" w:rsidRPr="00CE2D8A" w:rsidRDefault="00AF726E" w:rsidP="003C446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2D8A">
        <w:rPr>
          <w:rFonts w:ascii="Times New Roman" w:hAnsi="Times New Roman" w:cs="Times New Roman"/>
          <w:b/>
          <w:sz w:val="24"/>
          <w:szCs w:val="24"/>
        </w:rPr>
        <w:t>З А Я В Л Е Н И Е</w:t>
      </w:r>
    </w:p>
    <w:p w:rsidR="00AF726E" w:rsidRPr="00CE2D8A" w:rsidRDefault="00AF726E" w:rsidP="003C446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2D8A">
        <w:rPr>
          <w:rFonts w:ascii="Times New Roman" w:hAnsi="Times New Roman" w:cs="Times New Roman"/>
          <w:b/>
          <w:sz w:val="24"/>
          <w:szCs w:val="24"/>
        </w:rPr>
        <w:t>о предоставлении Субсидии</w:t>
      </w:r>
    </w:p>
    <w:p w:rsidR="00AF726E" w:rsidRPr="00CE2D8A" w:rsidRDefault="00AF726E" w:rsidP="003C446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E2D8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AF726E" w:rsidRPr="00CE2D8A" w:rsidRDefault="00AF726E" w:rsidP="003C446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E2D8A">
        <w:rPr>
          <w:rFonts w:ascii="Times New Roman" w:hAnsi="Times New Roman" w:cs="Times New Roman"/>
          <w:sz w:val="24"/>
          <w:szCs w:val="24"/>
        </w:rPr>
        <w:t>(наименование Получателя, ИНН, КПП, адрес)</w:t>
      </w:r>
    </w:p>
    <w:p w:rsidR="00AF726E" w:rsidRPr="00CE2D8A" w:rsidRDefault="00AF726E" w:rsidP="003C446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F726E" w:rsidRPr="00CE2D8A" w:rsidRDefault="00AF726E" w:rsidP="00CE2D8A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E2D8A">
        <w:rPr>
          <w:rFonts w:ascii="Times New Roman" w:hAnsi="Times New Roman" w:cs="Times New Roman"/>
          <w:sz w:val="24"/>
          <w:szCs w:val="24"/>
        </w:rPr>
        <w:t xml:space="preserve">в соответствии с Порядком </w:t>
      </w:r>
      <w:r w:rsidRPr="00CE2D8A">
        <w:rPr>
          <w:rFonts w:ascii="Times New Roman" w:hAnsi="Times New Roman" w:cs="Times New Roman"/>
          <w:bCs/>
          <w:sz w:val="24"/>
          <w:szCs w:val="24"/>
        </w:rPr>
        <w:t xml:space="preserve">предоставления и расходования субсидий из бюджета МО «Коношский муниципальный район» </w:t>
      </w:r>
      <w:r w:rsidRPr="00CE2D8A">
        <w:rPr>
          <w:rFonts w:ascii="Times New Roman" w:hAnsi="Times New Roman" w:cs="Times New Roman"/>
          <w:sz w:val="24"/>
          <w:szCs w:val="24"/>
        </w:rPr>
        <w:t xml:space="preserve">на создание условий для обеспечения поселений и жителей услугами торговли в 2017 году, утвержденным постановлением администрации МО «Коношский муниципальный район» </w:t>
      </w:r>
      <w:r>
        <w:rPr>
          <w:rFonts w:ascii="Times New Roman" w:hAnsi="Times New Roman" w:cs="Times New Roman"/>
          <w:sz w:val="24"/>
          <w:szCs w:val="24"/>
        </w:rPr>
        <w:t>от «</w:t>
      </w:r>
      <w:r w:rsidRPr="00CE2D8A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 xml:space="preserve">_» </w:t>
      </w:r>
      <w:r w:rsidRPr="00CE2D8A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>_ 20__ г. №</w:t>
      </w:r>
      <w:r w:rsidRPr="00CE2D8A">
        <w:rPr>
          <w:rFonts w:ascii="Times New Roman" w:hAnsi="Times New Roman" w:cs="Times New Roman"/>
          <w:sz w:val="24"/>
          <w:szCs w:val="24"/>
        </w:rPr>
        <w:t xml:space="preserve"> 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CE2D8A">
        <w:rPr>
          <w:rFonts w:ascii="Times New Roman" w:hAnsi="Times New Roman" w:cs="Times New Roman"/>
          <w:sz w:val="24"/>
          <w:szCs w:val="24"/>
        </w:rPr>
        <w:t xml:space="preserve"> (далее – Порядок), просит предоставить субсидию за квартал в размере 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CE2D8A">
        <w:rPr>
          <w:rFonts w:ascii="Times New Roman" w:hAnsi="Times New Roman" w:cs="Times New Roman"/>
          <w:sz w:val="24"/>
          <w:szCs w:val="24"/>
        </w:rPr>
        <w:t xml:space="preserve"> рублей в целях ________________________________.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CE2D8A">
        <w:rPr>
          <w:rFonts w:ascii="Times New Roman" w:hAnsi="Times New Roman" w:cs="Times New Roman"/>
          <w:sz w:val="24"/>
          <w:szCs w:val="24"/>
        </w:rPr>
        <w:t>(сумма прописью)</w:t>
      </w:r>
    </w:p>
    <w:p w:rsidR="00AF726E" w:rsidRPr="00CE2D8A" w:rsidRDefault="00AF726E" w:rsidP="00CE2D8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E2D8A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CE2D8A">
        <w:rPr>
          <w:rFonts w:ascii="Times New Roman" w:hAnsi="Times New Roman" w:cs="Times New Roman"/>
          <w:sz w:val="24"/>
          <w:szCs w:val="24"/>
        </w:rPr>
        <w:t>(целевое назначение субсидии)</w:t>
      </w:r>
    </w:p>
    <w:p w:rsidR="00AF726E" w:rsidRPr="00CE2D8A" w:rsidRDefault="00AF726E" w:rsidP="003C44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F726E" w:rsidRPr="00CE2D8A" w:rsidRDefault="00AF726E" w:rsidP="003C44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E2D8A">
        <w:rPr>
          <w:rFonts w:ascii="Times New Roman" w:hAnsi="Times New Roman" w:cs="Times New Roman"/>
          <w:sz w:val="24"/>
          <w:szCs w:val="24"/>
        </w:rPr>
        <w:t>Опись документов, предусмотренных пунктом ______ Порядка, прилагается.</w:t>
      </w:r>
    </w:p>
    <w:p w:rsidR="00AF726E" w:rsidRPr="00CE2D8A" w:rsidRDefault="00AF726E" w:rsidP="003C44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F726E" w:rsidRPr="00CE2D8A" w:rsidRDefault="00AF726E" w:rsidP="003C44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E2D8A">
        <w:rPr>
          <w:rFonts w:ascii="Times New Roman" w:hAnsi="Times New Roman" w:cs="Times New Roman"/>
          <w:sz w:val="24"/>
          <w:szCs w:val="24"/>
        </w:rPr>
        <w:t>Приложение: на ____ л. в ед. экз.</w:t>
      </w:r>
    </w:p>
    <w:p w:rsidR="00AF726E" w:rsidRPr="00CE2D8A" w:rsidRDefault="00AF726E" w:rsidP="003C44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F726E" w:rsidRPr="00CE2D8A" w:rsidRDefault="00AF726E" w:rsidP="003C44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E2D8A">
        <w:rPr>
          <w:rFonts w:ascii="Times New Roman" w:hAnsi="Times New Roman" w:cs="Times New Roman"/>
          <w:sz w:val="24"/>
          <w:szCs w:val="24"/>
        </w:rPr>
        <w:t>Получатель</w:t>
      </w:r>
    </w:p>
    <w:p w:rsidR="00AF726E" w:rsidRPr="00CE2D8A" w:rsidRDefault="00AF726E" w:rsidP="003C44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E2D8A">
        <w:rPr>
          <w:rFonts w:ascii="Times New Roman" w:hAnsi="Times New Roman" w:cs="Times New Roman"/>
          <w:sz w:val="24"/>
          <w:szCs w:val="24"/>
        </w:rPr>
        <w:t>___________ _________________________ _________________</w:t>
      </w:r>
    </w:p>
    <w:p w:rsidR="00AF726E" w:rsidRPr="00CE2D8A" w:rsidRDefault="00AF726E" w:rsidP="003C44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CE2D8A">
        <w:rPr>
          <w:rFonts w:ascii="Times New Roman" w:hAnsi="Times New Roman" w:cs="Times New Roman"/>
          <w:sz w:val="24"/>
          <w:szCs w:val="24"/>
        </w:rPr>
        <w:t xml:space="preserve">(подпись)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CE2D8A">
        <w:rPr>
          <w:rFonts w:ascii="Times New Roman" w:hAnsi="Times New Roman" w:cs="Times New Roman"/>
          <w:sz w:val="24"/>
          <w:szCs w:val="24"/>
        </w:rPr>
        <w:t xml:space="preserve">(расшифровка подписи)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CE2D8A">
        <w:rPr>
          <w:rFonts w:ascii="Times New Roman" w:hAnsi="Times New Roman" w:cs="Times New Roman"/>
          <w:sz w:val="24"/>
          <w:szCs w:val="24"/>
        </w:rPr>
        <w:t>(должность)</w:t>
      </w:r>
    </w:p>
    <w:p w:rsidR="00AF726E" w:rsidRPr="00CE2D8A" w:rsidRDefault="00AF726E" w:rsidP="003C44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E2D8A">
        <w:rPr>
          <w:rFonts w:ascii="Times New Roman" w:hAnsi="Times New Roman" w:cs="Times New Roman"/>
          <w:sz w:val="24"/>
          <w:szCs w:val="24"/>
        </w:rPr>
        <w:t>М.П.</w:t>
      </w:r>
    </w:p>
    <w:p w:rsidR="00AF726E" w:rsidRPr="00CE2D8A" w:rsidRDefault="00AF726E" w:rsidP="003C44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F726E" w:rsidRPr="00CE2D8A" w:rsidRDefault="00AF726E" w:rsidP="003C44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E2D8A">
        <w:rPr>
          <w:rFonts w:ascii="Times New Roman" w:hAnsi="Times New Roman" w:cs="Times New Roman"/>
          <w:sz w:val="24"/>
          <w:szCs w:val="24"/>
        </w:rPr>
        <w:t>«___» _______________ 20__ г.</w:t>
      </w:r>
    </w:p>
    <w:p w:rsidR="00AF726E" w:rsidRPr="00CE2D8A" w:rsidRDefault="00AF726E" w:rsidP="003F3862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AF726E" w:rsidRPr="003C4462" w:rsidRDefault="00AF726E" w:rsidP="003F386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AF726E" w:rsidRPr="003C4462" w:rsidRDefault="00AF726E" w:rsidP="003F386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bookmarkStart w:id="34" w:name="_GoBack"/>
      <w:bookmarkEnd w:id="34"/>
      <w:r>
        <w:rPr>
          <w:rFonts w:ascii="Times New Roman" w:hAnsi="Times New Roman" w:cs="Times New Roman"/>
          <w:sz w:val="24"/>
          <w:szCs w:val="24"/>
        </w:rPr>
        <w:t>___________________</w:t>
      </w:r>
    </w:p>
    <w:sectPr w:rsidR="00AF726E" w:rsidRPr="003C4462" w:rsidSect="00685D7B">
      <w:headerReference w:type="default" r:id="rId7"/>
      <w:pgSz w:w="11906" w:h="16838" w:code="9"/>
      <w:pgMar w:top="1134" w:right="851" w:bottom="1134" w:left="1701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726E" w:rsidRDefault="00AF726E" w:rsidP="00C023C8">
      <w:r>
        <w:separator/>
      </w:r>
    </w:p>
  </w:endnote>
  <w:endnote w:type="continuationSeparator" w:id="1">
    <w:p w:rsidR="00AF726E" w:rsidRDefault="00AF726E" w:rsidP="00C023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726E" w:rsidRDefault="00AF726E" w:rsidP="00C023C8">
      <w:r>
        <w:separator/>
      </w:r>
    </w:p>
  </w:footnote>
  <w:footnote w:type="continuationSeparator" w:id="1">
    <w:p w:rsidR="00AF726E" w:rsidRDefault="00AF726E" w:rsidP="00C023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726E" w:rsidRPr="00031B2E" w:rsidRDefault="00AF726E" w:rsidP="00867189">
    <w:pPr>
      <w:pStyle w:val="Header"/>
      <w:framePr w:wrap="auto" w:vAnchor="text" w:hAnchor="margin" w:xAlign="center" w:y="1"/>
      <w:rPr>
        <w:rStyle w:val="PageNumber"/>
      </w:rPr>
    </w:pPr>
    <w:r w:rsidRPr="00031B2E">
      <w:rPr>
        <w:rStyle w:val="PageNumber"/>
      </w:rPr>
      <w:fldChar w:fldCharType="begin"/>
    </w:r>
    <w:r w:rsidRPr="00031B2E">
      <w:rPr>
        <w:rStyle w:val="PageNumber"/>
      </w:rPr>
      <w:instrText xml:space="preserve">PAGE  </w:instrText>
    </w:r>
    <w:r w:rsidRPr="00031B2E">
      <w:rPr>
        <w:rStyle w:val="PageNumber"/>
      </w:rPr>
      <w:fldChar w:fldCharType="separate"/>
    </w:r>
    <w:r>
      <w:rPr>
        <w:rStyle w:val="PageNumber"/>
        <w:noProof/>
      </w:rPr>
      <w:t>2</w:t>
    </w:r>
    <w:r w:rsidRPr="00031B2E">
      <w:rPr>
        <w:rStyle w:val="PageNumber"/>
      </w:rPr>
      <w:fldChar w:fldCharType="end"/>
    </w:r>
  </w:p>
  <w:p w:rsidR="00AF726E" w:rsidRDefault="00AF726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30BC"/>
    <w:rsid w:val="00001381"/>
    <w:rsid w:val="00031B2E"/>
    <w:rsid w:val="00085BFC"/>
    <w:rsid w:val="0013428F"/>
    <w:rsid w:val="001C1E21"/>
    <w:rsid w:val="002250CE"/>
    <w:rsid w:val="003C4462"/>
    <w:rsid w:val="003F3862"/>
    <w:rsid w:val="00491E04"/>
    <w:rsid w:val="00497466"/>
    <w:rsid w:val="005B1F4A"/>
    <w:rsid w:val="00685D7B"/>
    <w:rsid w:val="006B6729"/>
    <w:rsid w:val="0073233E"/>
    <w:rsid w:val="007C425E"/>
    <w:rsid w:val="008567FC"/>
    <w:rsid w:val="00867189"/>
    <w:rsid w:val="009419BC"/>
    <w:rsid w:val="00974BE7"/>
    <w:rsid w:val="009E365A"/>
    <w:rsid w:val="00A1147B"/>
    <w:rsid w:val="00A36C24"/>
    <w:rsid w:val="00AD6B0F"/>
    <w:rsid w:val="00AF726E"/>
    <w:rsid w:val="00B3377C"/>
    <w:rsid w:val="00B41B5C"/>
    <w:rsid w:val="00BC4D63"/>
    <w:rsid w:val="00C023C8"/>
    <w:rsid w:val="00C075C7"/>
    <w:rsid w:val="00C54E3D"/>
    <w:rsid w:val="00CA5744"/>
    <w:rsid w:val="00CE2D8A"/>
    <w:rsid w:val="00D801D3"/>
    <w:rsid w:val="00D830BC"/>
    <w:rsid w:val="00E05DBE"/>
    <w:rsid w:val="00F679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4BE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74BE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974BE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974BE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974BE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74BE7"/>
    <w:rPr>
      <w:rFonts w:ascii="Times New Roman" w:hAnsi="Times New Roman" w:cs="Times New Roman"/>
      <w:sz w:val="24"/>
      <w:szCs w:val="24"/>
      <w:lang w:eastAsia="ru-RU"/>
    </w:rPr>
  </w:style>
  <w:style w:type="character" w:styleId="PageNumber">
    <w:name w:val="page number"/>
    <w:basedOn w:val="DefaultParagraphFont"/>
    <w:uiPriority w:val="99"/>
    <w:rsid w:val="00974BE7"/>
    <w:rPr>
      <w:rFonts w:cs="Times New Roman"/>
    </w:rPr>
  </w:style>
  <w:style w:type="paragraph" w:styleId="NoSpacing">
    <w:name w:val="No Spacing"/>
    <w:uiPriority w:val="99"/>
    <w:qFormat/>
    <w:rsid w:val="00974BE7"/>
    <w:rPr>
      <w:rFonts w:ascii="Times New Roman" w:eastAsia="Times New Roman" w:hAnsi="Times New Roman"/>
      <w:sz w:val="24"/>
      <w:szCs w:val="24"/>
    </w:rPr>
  </w:style>
  <w:style w:type="table" w:styleId="TableGrid">
    <w:name w:val="Table Grid"/>
    <w:basedOn w:val="TableNormal"/>
    <w:uiPriority w:val="99"/>
    <w:locked/>
    <w:rsid w:val="00085BFC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031B2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3262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9674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74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DB23826C9DE1C59391052560CB682C3309102754EDBF25593C22074C2r0nFF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142</TotalTime>
  <Pages>7</Pages>
  <Words>2313</Words>
  <Characters>13186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Администрация</cp:lastModifiedBy>
  <cp:revision>18</cp:revision>
  <cp:lastPrinted>2017-04-12T11:51:00Z</cp:lastPrinted>
  <dcterms:created xsi:type="dcterms:W3CDTF">2017-04-11T13:17:00Z</dcterms:created>
  <dcterms:modified xsi:type="dcterms:W3CDTF">2017-04-12T11:51:00Z</dcterms:modified>
</cp:coreProperties>
</file>