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15" w:rsidRPr="00E14BE1" w:rsidRDefault="00E47F15" w:rsidP="00E14BE1">
      <w:pPr>
        <w:tabs>
          <w:tab w:val="center" w:pos="4677"/>
          <w:tab w:val="left" w:pos="8160"/>
        </w:tabs>
        <w:jc w:val="right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чб копия" style="position:absolute;left:0;text-align:left;margin-left:222.4pt;margin-top:-35.6pt;width:35.7pt;height:48.25pt;z-index:251658240;visibility:visible">
            <v:imagedata r:id="rId7" o:title=""/>
          </v:shape>
        </w:pict>
      </w:r>
    </w:p>
    <w:p w:rsidR="00E47F15" w:rsidRPr="00E14BE1" w:rsidRDefault="00E47F15" w:rsidP="00E14BE1">
      <w:pPr>
        <w:jc w:val="center"/>
        <w:rPr>
          <w:b/>
          <w:sz w:val="28"/>
          <w:szCs w:val="28"/>
        </w:rPr>
      </w:pPr>
      <w:r w:rsidRPr="00E14BE1">
        <w:rPr>
          <w:b/>
          <w:sz w:val="28"/>
          <w:szCs w:val="28"/>
        </w:rPr>
        <w:t>АДМИНИСТРАЦИЯ МУНИЦИПАЛЬНОГО ОБРАЗОВАНИЯ</w:t>
      </w:r>
    </w:p>
    <w:p w:rsidR="00E47F15" w:rsidRPr="00E14BE1" w:rsidRDefault="00E47F15" w:rsidP="00E14BE1">
      <w:pPr>
        <w:jc w:val="center"/>
        <w:rPr>
          <w:b/>
          <w:sz w:val="28"/>
          <w:szCs w:val="28"/>
        </w:rPr>
      </w:pPr>
      <w:r w:rsidRPr="00E14BE1">
        <w:rPr>
          <w:b/>
          <w:sz w:val="28"/>
          <w:szCs w:val="28"/>
        </w:rPr>
        <w:t>«КОНОШСКИЙ МУНИЦИПАЛЬНЫЙ РАЙОН»</w:t>
      </w:r>
    </w:p>
    <w:p w:rsidR="00E47F15" w:rsidRPr="00E14BE1" w:rsidRDefault="00E47F15" w:rsidP="00E14BE1">
      <w:pPr>
        <w:jc w:val="center"/>
        <w:rPr>
          <w:sz w:val="48"/>
          <w:szCs w:val="48"/>
        </w:rPr>
      </w:pPr>
    </w:p>
    <w:p w:rsidR="00E47F15" w:rsidRPr="00E14BE1" w:rsidRDefault="00E47F15" w:rsidP="00E14BE1">
      <w:pPr>
        <w:jc w:val="center"/>
        <w:rPr>
          <w:b/>
          <w:sz w:val="28"/>
          <w:szCs w:val="28"/>
        </w:rPr>
      </w:pPr>
      <w:r w:rsidRPr="00E14BE1">
        <w:rPr>
          <w:b/>
          <w:sz w:val="28"/>
          <w:szCs w:val="28"/>
        </w:rPr>
        <w:t>П О С Т А Н О В Л Е Н И Е</w:t>
      </w:r>
    </w:p>
    <w:p w:rsidR="00E47F15" w:rsidRPr="00E14BE1" w:rsidRDefault="00E47F15" w:rsidP="00E14BE1">
      <w:pPr>
        <w:jc w:val="center"/>
        <w:rPr>
          <w:sz w:val="48"/>
          <w:szCs w:val="48"/>
        </w:rPr>
      </w:pPr>
    </w:p>
    <w:p w:rsidR="00E47F15" w:rsidRPr="00E14BE1" w:rsidRDefault="00E47F15" w:rsidP="00E14BE1">
      <w:pPr>
        <w:jc w:val="center"/>
        <w:rPr>
          <w:sz w:val="28"/>
          <w:szCs w:val="28"/>
        </w:rPr>
      </w:pPr>
      <w:r w:rsidRPr="00E14BE1">
        <w:rPr>
          <w:sz w:val="28"/>
          <w:szCs w:val="28"/>
        </w:rPr>
        <w:t xml:space="preserve">от 31 марта </w:t>
      </w:r>
      <w:smartTag w:uri="urn:schemas-microsoft-com:office:smarttags" w:element="metricconverter">
        <w:smartTagPr>
          <w:attr w:name="ProductID" w:val="2020 г"/>
        </w:smartTagPr>
        <w:r w:rsidRPr="00E14BE1">
          <w:rPr>
            <w:sz w:val="28"/>
            <w:szCs w:val="28"/>
          </w:rPr>
          <w:t>2020 г</w:t>
        </w:r>
      </w:smartTag>
      <w:r w:rsidRPr="00E14BE1">
        <w:rPr>
          <w:sz w:val="28"/>
          <w:szCs w:val="28"/>
        </w:rPr>
        <w:t>. № 163</w:t>
      </w:r>
    </w:p>
    <w:p w:rsidR="00E47F15" w:rsidRPr="00E14BE1" w:rsidRDefault="00E47F15" w:rsidP="00E14BE1">
      <w:pPr>
        <w:jc w:val="center"/>
        <w:rPr>
          <w:sz w:val="48"/>
          <w:szCs w:val="48"/>
        </w:rPr>
      </w:pPr>
    </w:p>
    <w:p w:rsidR="00E47F15" w:rsidRPr="00E14BE1" w:rsidRDefault="00E47F15" w:rsidP="00E14BE1">
      <w:pPr>
        <w:jc w:val="center"/>
        <w:rPr>
          <w:sz w:val="20"/>
          <w:szCs w:val="20"/>
        </w:rPr>
      </w:pPr>
      <w:r w:rsidRPr="00E14BE1">
        <w:rPr>
          <w:sz w:val="20"/>
          <w:szCs w:val="20"/>
        </w:rPr>
        <w:t>пос. Коноша Архангельской области</w:t>
      </w:r>
    </w:p>
    <w:p w:rsidR="00E47F15" w:rsidRPr="00E14BE1" w:rsidRDefault="00E47F15" w:rsidP="00E14BE1">
      <w:pPr>
        <w:jc w:val="center"/>
      </w:pPr>
    </w:p>
    <w:p w:rsidR="00E47F15" w:rsidRPr="00E14BE1" w:rsidRDefault="00E47F15" w:rsidP="00E14BE1">
      <w:pPr>
        <w:jc w:val="center"/>
      </w:pPr>
    </w:p>
    <w:p w:rsidR="00E47F15" w:rsidRPr="00E14BE1" w:rsidRDefault="00E47F15" w:rsidP="00E14BE1">
      <w:pPr>
        <w:jc w:val="center"/>
      </w:pPr>
    </w:p>
    <w:p w:rsidR="00E47F15" w:rsidRPr="00631E1F" w:rsidRDefault="00E47F15" w:rsidP="00C82996">
      <w:pPr>
        <w:pStyle w:val="BodyText2"/>
        <w:jc w:val="center"/>
        <w:rPr>
          <w:b/>
          <w:bCs/>
          <w:sz w:val="26"/>
          <w:szCs w:val="26"/>
        </w:rPr>
      </w:pPr>
      <w:r w:rsidRPr="00631E1F">
        <w:rPr>
          <w:b/>
          <w:bCs/>
          <w:sz w:val="26"/>
          <w:szCs w:val="26"/>
        </w:rPr>
        <w:t>Об утверждении Порядка</w:t>
      </w:r>
    </w:p>
    <w:p w:rsidR="00E47F15" w:rsidRPr="00631E1F" w:rsidRDefault="00E47F15" w:rsidP="00C82996">
      <w:pPr>
        <w:pStyle w:val="BodyText2"/>
        <w:jc w:val="center"/>
        <w:rPr>
          <w:b/>
          <w:bCs/>
          <w:sz w:val="26"/>
          <w:szCs w:val="26"/>
        </w:rPr>
      </w:pPr>
      <w:r w:rsidRPr="00631E1F">
        <w:rPr>
          <w:b/>
          <w:bCs/>
          <w:sz w:val="26"/>
          <w:szCs w:val="26"/>
        </w:rPr>
        <w:t>предоставления и расходования субсидии из бюджета</w:t>
      </w:r>
    </w:p>
    <w:p w:rsidR="00E47F15" w:rsidRPr="00631E1F" w:rsidRDefault="00E47F15" w:rsidP="00C82996">
      <w:pPr>
        <w:pStyle w:val="BodyText2"/>
        <w:jc w:val="center"/>
        <w:rPr>
          <w:b/>
          <w:bCs/>
          <w:sz w:val="26"/>
          <w:szCs w:val="26"/>
        </w:rPr>
      </w:pPr>
      <w:r w:rsidRPr="00631E1F">
        <w:rPr>
          <w:b/>
          <w:bCs/>
          <w:sz w:val="26"/>
          <w:szCs w:val="26"/>
        </w:rPr>
        <w:t>МО «К</w:t>
      </w:r>
      <w:r w:rsidRPr="00631E1F">
        <w:rPr>
          <w:b/>
          <w:sz w:val="26"/>
          <w:szCs w:val="26"/>
        </w:rPr>
        <w:t>оношский муниципальный район» на субсидирование сельскохозяйственных товаропроизводителей в 2020 году</w:t>
      </w:r>
    </w:p>
    <w:p w:rsidR="00E47F15" w:rsidRPr="00631E1F" w:rsidRDefault="00E47F15" w:rsidP="003D054F">
      <w:pPr>
        <w:pStyle w:val="BodyText2"/>
        <w:jc w:val="center"/>
        <w:rPr>
          <w:b/>
          <w:sz w:val="26"/>
          <w:szCs w:val="26"/>
        </w:rPr>
      </w:pPr>
    </w:p>
    <w:p w:rsidR="00E47F15" w:rsidRPr="00631E1F" w:rsidRDefault="00E47F15" w:rsidP="003D054F">
      <w:pPr>
        <w:pStyle w:val="BodyText2"/>
        <w:jc w:val="center"/>
        <w:rPr>
          <w:b/>
          <w:sz w:val="26"/>
          <w:szCs w:val="26"/>
        </w:rPr>
      </w:pPr>
    </w:p>
    <w:p w:rsidR="00E47F15" w:rsidRPr="00631E1F" w:rsidRDefault="00E47F15" w:rsidP="00EB1321">
      <w:pPr>
        <w:tabs>
          <w:tab w:val="left" w:pos="1134"/>
        </w:tabs>
        <w:suppressAutoHyphens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В соответствии с </w:t>
      </w:r>
      <w:r w:rsidRPr="00631E1F">
        <w:rPr>
          <w:spacing w:val="-6"/>
          <w:kern w:val="28"/>
          <w:sz w:val="26"/>
          <w:szCs w:val="26"/>
        </w:rPr>
        <w:t xml:space="preserve">постановлением </w:t>
      </w:r>
      <w:r w:rsidRPr="00631E1F">
        <w:rPr>
          <w:sz w:val="26"/>
          <w:szCs w:val="26"/>
        </w:rPr>
        <w:t xml:space="preserve">Правительства Архангельской области от 09 октября 2012 года № 436-пп «Об утверждении государственной программы развития сельского хозяйства и регулирования рынков сельскохозяйственной продукции, сырья и продовольствия Архангельской области» и муниципальной программой «Развитие сельского хозяйства Коношского района на 2020 год», утвержденной постановлением администрации муниципального образования «Коношский муниципальный район» от 30 сентября 2019 года № 572, администрация муниципального образования </w:t>
      </w:r>
      <w:r w:rsidRPr="00631E1F">
        <w:rPr>
          <w:b/>
          <w:bCs/>
          <w:sz w:val="26"/>
          <w:szCs w:val="26"/>
        </w:rPr>
        <w:t>п о с т а н о в л я е т</w:t>
      </w:r>
      <w:r w:rsidRPr="00631E1F">
        <w:rPr>
          <w:sz w:val="26"/>
          <w:szCs w:val="26"/>
        </w:rPr>
        <w:t>:</w:t>
      </w:r>
    </w:p>
    <w:p w:rsidR="00E47F15" w:rsidRPr="00631E1F" w:rsidRDefault="00E47F15" w:rsidP="00E678ED">
      <w:pPr>
        <w:pStyle w:val="BodyText2"/>
        <w:ind w:firstLine="708"/>
        <w:rPr>
          <w:bCs/>
          <w:sz w:val="26"/>
          <w:szCs w:val="26"/>
        </w:rPr>
      </w:pPr>
      <w:r w:rsidRPr="00631E1F">
        <w:rPr>
          <w:sz w:val="26"/>
          <w:szCs w:val="26"/>
        </w:rPr>
        <w:t xml:space="preserve">1. Утвердить Порядок </w:t>
      </w:r>
      <w:r w:rsidRPr="00631E1F">
        <w:rPr>
          <w:bCs/>
          <w:sz w:val="26"/>
          <w:szCs w:val="26"/>
        </w:rPr>
        <w:t>предоставления и расходования субсидии из бюджета МО «К</w:t>
      </w:r>
      <w:r w:rsidRPr="00631E1F">
        <w:rPr>
          <w:sz w:val="26"/>
          <w:szCs w:val="26"/>
        </w:rPr>
        <w:t>оношский муниципальный район» на субсидирование сельскохозяйственных товаропроизводителей на территории Коношского района в 2020 году согласно приложению</w:t>
      </w:r>
      <w:r w:rsidRPr="00631E1F">
        <w:rPr>
          <w:bCs/>
          <w:sz w:val="26"/>
          <w:szCs w:val="26"/>
        </w:rPr>
        <w:t>.</w:t>
      </w:r>
    </w:p>
    <w:p w:rsidR="00E47F15" w:rsidRPr="00631E1F" w:rsidRDefault="00E47F15" w:rsidP="00EB1321">
      <w:pPr>
        <w:pStyle w:val="BodyText2"/>
        <w:ind w:firstLine="720"/>
        <w:rPr>
          <w:bCs/>
          <w:sz w:val="26"/>
          <w:szCs w:val="26"/>
        </w:rPr>
      </w:pPr>
      <w:r w:rsidRPr="00631E1F">
        <w:rPr>
          <w:bCs/>
          <w:sz w:val="26"/>
          <w:szCs w:val="26"/>
        </w:rPr>
        <w:t>2. 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В.В. Лебедева.</w:t>
      </w:r>
    </w:p>
    <w:p w:rsidR="00E47F15" w:rsidRPr="00631E1F" w:rsidRDefault="00E47F15" w:rsidP="00EB1321">
      <w:pPr>
        <w:ind w:firstLine="720"/>
        <w:jc w:val="both"/>
        <w:rPr>
          <w:sz w:val="26"/>
          <w:szCs w:val="26"/>
        </w:rPr>
      </w:pPr>
      <w:r w:rsidRPr="00631E1F">
        <w:rPr>
          <w:bCs/>
          <w:sz w:val="26"/>
          <w:szCs w:val="26"/>
        </w:rPr>
        <w:t>3. Настоящее постановление вступает в силу со дня его подписания и подлежит размещению на сайте муниципального образования «Коношский муниципальный район» в информационно-телекоммуникационной сети «Интернет».</w:t>
      </w:r>
    </w:p>
    <w:p w:rsidR="00E47F15" w:rsidRPr="00631E1F" w:rsidRDefault="00E47F15" w:rsidP="003D054F">
      <w:pPr>
        <w:jc w:val="both"/>
        <w:rPr>
          <w:sz w:val="26"/>
          <w:szCs w:val="26"/>
        </w:rPr>
      </w:pPr>
    </w:p>
    <w:p w:rsidR="00E47F15" w:rsidRPr="00631E1F" w:rsidRDefault="00E47F15" w:rsidP="003D054F">
      <w:pPr>
        <w:jc w:val="both"/>
        <w:rPr>
          <w:sz w:val="26"/>
          <w:szCs w:val="26"/>
        </w:rPr>
      </w:pPr>
    </w:p>
    <w:p w:rsidR="00E47F15" w:rsidRPr="00631E1F" w:rsidRDefault="00E47F15" w:rsidP="003D054F">
      <w:pPr>
        <w:jc w:val="both"/>
        <w:rPr>
          <w:sz w:val="26"/>
          <w:szCs w:val="26"/>
        </w:rPr>
      </w:pPr>
    </w:p>
    <w:p w:rsidR="00E47F15" w:rsidRPr="00631E1F" w:rsidRDefault="00E47F15" w:rsidP="003D054F">
      <w:pPr>
        <w:jc w:val="both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Глава</w:t>
      </w:r>
    </w:p>
    <w:p w:rsidR="00E47F15" w:rsidRPr="00631E1F" w:rsidRDefault="00E47F15" w:rsidP="00DC62F5">
      <w:pPr>
        <w:tabs>
          <w:tab w:val="left" w:pos="7920"/>
        </w:tabs>
        <w:jc w:val="both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МО «Коношский муниципальный район»</w:t>
      </w:r>
      <w:r w:rsidRPr="00631E1F">
        <w:rPr>
          <w:b/>
          <w:bCs/>
          <w:sz w:val="26"/>
          <w:szCs w:val="26"/>
        </w:rPr>
        <w:tab/>
      </w:r>
      <w:r w:rsidRPr="00631E1F">
        <w:rPr>
          <w:b/>
          <w:sz w:val="26"/>
          <w:szCs w:val="26"/>
        </w:rPr>
        <w:t>О.Г. Реутов</w:t>
      </w:r>
    </w:p>
    <w:p w:rsidR="00E47F15" w:rsidRDefault="00E47F15" w:rsidP="00DC62F5">
      <w:pPr>
        <w:tabs>
          <w:tab w:val="left" w:pos="7920"/>
        </w:tabs>
        <w:jc w:val="both"/>
        <w:rPr>
          <w:b/>
          <w:sz w:val="26"/>
          <w:szCs w:val="26"/>
        </w:rPr>
      </w:pPr>
    </w:p>
    <w:p w:rsidR="00E47F15" w:rsidRPr="00E14BE1" w:rsidRDefault="00E47F15" w:rsidP="00DC62F5">
      <w:pPr>
        <w:tabs>
          <w:tab w:val="left" w:pos="7920"/>
        </w:tabs>
        <w:jc w:val="both"/>
        <w:rPr>
          <w:b/>
          <w:sz w:val="26"/>
          <w:szCs w:val="26"/>
        </w:rPr>
        <w:sectPr w:rsidR="00E47F15" w:rsidRPr="00E14BE1" w:rsidSect="00E14BE1">
          <w:headerReference w:type="even" r:id="rId8"/>
          <w:headerReference w:type="default" r:id="rId9"/>
          <w:footerReference w:type="even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47F15" w:rsidRPr="00631E1F" w:rsidRDefault="00E47F15" w:rsidP="00631E1F">
      <w:pPr>
        <w:ind w:left="5040"/>
        <w:jc w:val="center"/>
        <w:rPr>
          <w:sz w:val="26"/>
          <w:szCs w:val="26"/>
        </w:rPr>
      </w:pPr>
      <w:r w:rsidRPr="00631E1F">
        <w:rPr>
          <w:sz w:val="26"/>
          <w:szCs w:val="26"/>
        </w:rPr>
        <w:t>ПРИЛОЖЕНИЕ</w:t>
      </w:r>
    </w:p>
    <w:p w:rsidR="00E47F15" w:rsidRPr="00631E1F" w:rsidRDefault="00E47F15" w:rsidP="00631E1F">
      <w:pPr>
        <w:ind w:left="5040"/>
        <w:jc w:val="center"/>
        <w:rPr>
          <w:sz w:val="26"/>
          <w:szCs w:val="26"/>
        </w:rPr>
      </w:pPr>
      <w:r w:rsidRPr="00631E1F">
        <w:rPr>
          <w:sz w:val="26"/>
          <w:szCs w:val="26"/>
        </w:rPr>
        <w:t>к постановлению администрации</w:t>
      </w:r>
    </w:p>
    <w:p w:rsidR="00E47F15" w:rsidRPr="00631E1F" w:rsidRDefault="00E47F15" w:rsidP="00631E1F">
      <w:pPr>
        <w:ind w:left="5040"/>
        <w:jc w:val="center"/>
        <w:rPr>
          <w:sz w:val="26"/>
          <w:szCs w:val="26"/>
        </w:rPr>
      </w:pPr>
      <w:r w:rsidRPr="00631E1F">
        <w:rPr>
          <w:sz w:val="26"/>
          <w:szCs w:val="26"/>
        </w:rPr>
        <w:t>муниципального образования</w:t>
      </w:r>
    </w:p>
    <w:p w:rsidR="00E47F15" w:rsidRPr="00631E1F" w:rsidRDefault="00E47F15" w:rsidP="00631E1F">
      <w:pPr>
        <w:ind w:left="5040"/>
        <w:jc w:val="center"/>
        <w:rPr>
          <w:sz w:val="26"/>
          <w:szCs w:val="26"/>
        </w:rPr>
      </w:pPr>
      <w:r w:rsidRPr="00631E1F">
        <w:rPr>
          <w:sz w:val="26"/>
          <w:szCs w:val="26"/>
        </w:rPr>
        <w:t>«Коношский муниципальный район»</w:t>
      </w:r>
    </w:p>
    <w:p w:rsidR="00E47F15" w:rsidRPr="00631E1F" w:rsidRDefault="00E47F15" w:rsidP="00631E1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от 31</w:t>
      </w:r>
      <w:r w:rsidRPr="00631E1F">
        <w:rPr>
          <w:sz w:val="26"/>
          <w:szCs w:val="26"/>
        </w:rPr>
        <w:t xml:space="preserve"> марта </w:t>
      </w:r>
      <w:smartTag w:uri="urn:schemas-microsoft-com:office:smarttags" w:element="metricconverter">
        <w:smartTagPr>
          <w:attr w:name="ProductID" w:val="2020 г"/>
        </w:smartTagPr>
        <w:r w:rsidRPr="00631E1F">
          <w:rPr>
            <w:sz w:val="26"/>
            <w:szCs w:val="26"/>
          </w:rPr>
          <w:t>2020 г</w:t>
        </w:r>
      </w:smartTag>
      <w:r>
        <w:rPr>
          <w:sz w:val="26"/>
          <w:szCs w:val="26"/>
        </w:rPr>
        <w:t>. № 163</w:t>
      </w:r>
    </w:p>
    <w:p w:rsidR="00E47F15" w:rsidRDefault="00E47F15" w:rsidP="00DC62F5">
      <w:pPr>
        <w:pStyle w:val="BodyText2"/>
        <w:jc w:val="center"/>
        <w:rPr>
          <w:b/>
          <w:sz w:val="26"/>
          <w:szCs w:val="26"/>
        </w:rPr>
      </w:pPr>
    </w:p>
    <w:p w:rsidR="00E47F15" w:rsidRPr="00631E1F" w:rsidRDefault="00E47F15" w:rsidP="00DC62F5">
      <w:pPr>
        <w:pStyle w:val="BodyText2"/>
        <w:jc w:val="center"/>
        <w:rPr>
          <w:b/>
          <w:sz w:val="26"/>
          <w:szCs w:val="26"/>
        </w:rPr>
      </w:pPr>
    </w:p>
    <w:p w:rsidR="00E47F15" w:rsidRPr="00631E1F" w:rsidRDefault="00E47F15" w:rsidP="00DC62F5">
      <w:pPr>
        <w:pStyle w:val="BodyText2"/>
        <w:jc w:val="center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П О Р Я Д О К</w:t>
      </w:r>
    </w:p>
    <w:p w:rsidR="00E47F15" w:rsidRPr="00631E1F" w:rsidRDefault="00E47F15" w:rsidP="006C4D92">
      <w:pPr>
        <w:pStyle w:val="BodyText2"/>
        <w:jc w:val="center"/>
        <w:rPr>
          <w:b/>
          <w:bCs/>
          <w:sz w:val="26"/>
          <w:szCs w:val="26"/>
        </w:rPr>
      </w:pPr>
      <w:r w:rsidRPr="00631E1F">
        <w:rPr>
          <w:b/>
          <w:bCs/>
          <w:sz w:val="26"/>
          <w:szCs w:val="26"/>
        </w:rPr>
        <w:t>предоставления и расходования субсидии из бюджета</w:t>
      </w:r>
    </w:p>
    <w:p w:rsidR="00E47F15" w:rsidRPr="00631E1F" w:rsidRDefault="00E47F15" w:rsidP="006C4D92">
      <w:pPr>
        <w:pStyle w:val="BodyText2"/>
        <w:jc w:val="center"/>
        <w:rPr>
          <w:b/>
          <w:sz w:val="26"/>
          <w:szCs w:val="26"/>
        </w:rPr>
      </w:pPr>
      <w:r w:rsidRPr="00631E1F">
        <w:rPr>
          <w:b/>
          <w:bCs/>
          <w:sz w:val="26"/>
          <w:szCs w:val="26"/>
        </w:rPr>
        <w:t>МО «К</w:t>
      </w:r>
      <w:r w:rsidRPr="00631E1F">
        <w:rPr>
          <w:b/>
          <w:sz w:val="26"/>
          <w:szCs w:val="26"/>
        </w:rPr>
        <w:t>оношский муниципальный район»насубсидирование сельскохозяйственных товаропроизводителей на территории</w:t>
      </w:r>
    </w:p>
    <w:p w:rsidR="00E47F15" w:rsidRPr="00631E1F" w:rsidRDefault="00E47F15" w:rsidP="006C4D92">
      <w:pPr>
        <w:pStyle w:val="BodyText2"/>
        <w:jc w:val="center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Коношского района в 2020 году</w:t>
      </w:r>
    </w:p>
    <w:p w:rsidR="00E47F15" w:rsidRPr="00631E1F" w:rsidRDefault="00E47F15" w:rsidP="00CC2D2F">
      <w:pPr>
        <w:pStyle w:val="BodyText2"/>
        <w:jc w:val="center"/>
        <w:rPr>
          <w:b/>
          <w:bCs/>
          <w:sz w:val="26"/>
          <w:szCs w:val="26"/>
        </w:rPr>
      </w:pPr>
    </w:p>
    <w:p w:rsidR="00E47F15" w:rsidRPr="00631E1F" w:rsidRDefault="00E47F15" w:rsidP="00DC62F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E1F">
        <w:rPr>
          <w:b/>
          <w:bCs/>
          <w:sz w:val="26"/>
          <w:szCs w:val="26"/>
        </w:rPr>
        <w:t>1. Общие положения о предоставлении субсидии</w:t>
      </w:r>
    </w:p>
    <w:p w:rsidR="00E47F15" w:rsidRPr="00631E1F" w:rsidRDefault="00E47F15" w:rsidP="00DC62F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F15" w:rsidRPr="00631E1F" w:rsidRDefault="00E47F15" w:rsidP="003F73B2">
      <w:pPr>
        <w:tabs>
          <w:tab w:val="left" w:pos="1134"/>
        </w:tabs>
        <w:suppressAutoHyphens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1. Настоящий Порядок разработан в целях реализации государственной программы «Развития сельского хозяйства и регулирования рынков сельскохозяйственной продукции, сырья и продовольствия Архангельской области», утвержденной </w:t>
      </w:r>
      <w:r w:rsidRPr="00631E1F">
        <w:rPr>
          <w:spacing w:val="-6"/>
          <w:kern w:val="28"/>
          <w:sz w:val="26"/>
          <w:szCs w:val="26"/>
        </w:rPr>
        <w:t xml:space="preserve">постановлением </w:t>
      </w:r>
      <w:r w:rsidRPr="00631E1F">
        <w:rPr>
          <w:sz w:val="26"/>
          <w:szCs w:val="26"/>
        </w:rPr>
        <w:t xml:space="preserve">Правительства Архангельской области </w:t>
      </w:r>
      <w:r w:rsidRPr="00631E1F">
        <w:rPr>
          <w:sz w:val="26"/>
          <w:szCs w:val="26"/>
        </w:rPr>
        <w:br/>
        <w:t>от 09 октября 2012 года № 436-пп (с изменениями и дополнениями),</w:t>
      </w:r>
      <w:r w:rsidRPr="00631E1F">
        <w:rPr>
          <w:sz w:val="26"/>
          <w:szCs w:val="26"/>
        </w:rPr>
        <w:br/>
        <w:t xml:space="preserve"> и муниципальной программы «Развитие сельского хозяйства Коношского района на 2020 год», утвержденной постановлением администрации муниципального образования «Коношский муниципальный район» от 30 сентября 2019 года № 572.</w:t>
      </w:r>
    </w:p>
    <w:p w:rsidR="00E47F15" w:rsidRPr="00631E1F" w:rsidRDefault="00E47F15" w:rsidP="003F73B2">
      <w:pPr>
        <w:pStyle w:val="ConsPlusNormal"/>
        <w:widowControl/>
        <w:jc w:val="both"/>
        <w:outlineLvl w:val="1"/>
        <w:rPr>
          <w:sz w:val="26"/>
          <w:szCs w:val="26"/>
        </w:rPr>
      </w:pPr>
      <w:r w:rsidRPr="00631E1F">
        <w:rPr>
          <w:sz w:val="26"/>
          <w:szCs w:val="26"/>
        </w:rPr>
        <w:t>2 Настоящий Порядок разработан в соответствии с Правилами предоставления субсидий и грантов в форме субсидий на государственную поддержку агропромышленного и рыбохозяйственного комплекса, утвержденными постановлением Правительства Архангельской области от 09 октября 2012 года</w:t>
      </w:r>
      <w:r w:rsidRPr="00631E1F">
        <w:rPr>
          <w:sz w:val="26"/>
          <w:szCs w:val="26"/>
        </w:rPr>
        <w:br/>
        <w:t>№ 436-пп (с изменениями и дополнениями).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3. Субсидия сельскохозяйственным товаропроизводителям на территории Коношского района в 2020 году (далее – субсидия) предоставляется в рамках муниципальной программы «Развитие сельского хозяйства Коношского района на 2020 год» (далее – Программа). 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Субсидия выплачивается на цели, указанные в Программе, по следующему направлению: на возмещение части затрат на приобретение кормов.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Размер субсидии рассчитывается в процентах от стоимости приобретенных кормов (без учета транспортных расходов, а также без учета налога на добавленную стоимость) и не может превышать 70 процентов от произведенных затрат на приобретение кормов.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К кормам в соответствии с настоящим разделом относятся комбикорма.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4. Получателями субсидии являются: юридические лица (за исключением государственных (муниципальных) учреждений), индивидуальные предприниматели, крестьянские (фермерские) хозяйства – сельскохозяйственные товаропроизводители (за исключением граждан, ведущих личное подсобное хозяйство), осуществляющие сельскохозяйственную деятельность и зарегистрированные на территории Коношского района.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Получатели должны соответствовать следующим условиям:</w:t>
      </w:r>
    </w:p>
    <w:p w:rsidR="00E47F15" w:rsidRPr="00631E1F" w:rsidRDefault="00E47F15" w:rsidP="003F73B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1) заключено трехстороннее соглашение об участии в реализации государственных программ в сфере развития сельского хозяйства между Министерством АПК и торговли Архангельской области, администрацией муниципального образования «Коношский муниципальный район» и получателями муниципальной поддержки;</w:t>
      </w:r>
    </w:p>
    <w:p w:rsidR="00E47F15" w:rsidRPr="00631E1F" w:rsidRDefault="00E47F15" w:rsidP="00153B9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2) заключено соглашение между администрацией муниципального образования «Коношский муниципальный район» и получателями субсидии;</w:t>
      </w:r>
    </w:p>
    <w:p w:rsidR="00E47F15" w:rsidRPr="00631E1F" w:rsidRDefault="00E47F15" w:rsidP="00153B9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3) получатели должны соответствовать требованиям, предусмотренным </w:t>
      </w:r>
      <w:r w:rsidRPr="00631E1F">
        <w:rPr>
          <w:color w:val="000000"/>
          <w:sz w:val="26"/>
          <w:szCs w:val="26"/>
        </w:rPr>
        <w:t>п.15</w:t>
      </w:r>
      <w:r w:rsidRPr="00631E1F">
        <w:rPr>
          <w:sz w:val="26"/>
          <w:szCs w:val="26"/>
        </w:rPr>
        <w:t xml:space="preserve"> настоящего Порядка.</w:t>
      </w:r>
    </w:p>
    <w:p w:rsidR="00E47F15" w:rsidRPr="00631E1F" w:rsidRDefault="00E47F15" w:rsidP="003F73B2">
      <w:pPr>
        <w:pStyle w:val="ConsPlusNormal"/>
        <w:widowControl/>
        <w:jc w:val="both"/>
        <w:rPr>
          <w:sz w:val="26"/>
          <w:szCs w:val="26"/>
        </w:rPr>
      </w:pPr>
      <w:r w:rsidRPr="00631E1F">
        <w:rPr>
          <w:sz w:val="26"/>
          <w:szCs w:val="26"/>
        </w:rPr>
        <w:t>5. Главным распорядителем средств субсидии является администрация муниципального образования «Коношский муниципальный район».</w:t>
      </w:r>
    </w:p>
    <w:p w:rsidR="00E47F15" w:rsidRPr="00631E1F" w:rsidRDefault="00E47F15" w:rsidP="003F73B2">
      <w:pPr>
        <w:pStyle w:val="ConsPlusNormal"/>
        <w:widowControl/>
        <w:jc w:val="both"/>
        <w:rPr>
          <w:sz w:val="26"/>
          <w:szCs w:val="26"/>
        </w:rPr>
      </w:pPr>
      <w:r w:rsidRPr="00631E1F">
        <w:rPr>
          <w:sz w:val="26"/>
          <w:szCs w:val="26"/>
        </w:rPr>
        <w:t>6. Субсидия предоставляется в пределах средств, предусмотренных на эти цели в районном бюджете на соответствующий финансовый год, при отсутствии у получателей субсидии задолженности по налоговым и иным обязательным платежам в бюджеты всех уровней.</w:t>
      </w:r>
    </w:p>
    <w:p w:rsidR="00E47F15" w:rsidRPr="00631E1F" w:rsidRDefault="00E47F15" w:rsidP="003F73B2">
      <w:pPr>
        <w:pStyle w:val="ConsPlusNormal"/>
        <w:widowControl/>
        <w:jc w:val="both"/>
        <w:rPr>
          <w:sz w:val="26"/>
          <w:szCs w:val="26"/>
        </w:rPr>
      </w:pPr>
      <w:r w:rsidRPr="00631E1F">
        <w:rPr>
          <w:sz w:val="26"/>
          <w:szCs w:val="26"/>
        </w:rPr>
        <w:t>7. Субсидированию подлежит часть затрат на приобретение кормов, начиная с 01 января 2020 года.</w:t>
      </w:r>
    </w:p>
    <w:p w:rsidR="00E47F15" w:rsidRPr="00631E1F" w:rsidRDefault="00E47F15" w:rsidP="00B84A83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E47F15" w:rsidRPr="00631E1F" w:rsidRDefault="00E47F15" w:rsidP="00B84A83">
      <w:pPr>
        <w:pStyle w:val="ConsPlusNormal"/>
        <w:widowControl/>
        <w:ind w:firstLine="0"/>
        <w:jc w:val="center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2. Условия и порядок предоставления субсидий</w:t>
      </w:r>
    </w:p>
    <w:p w:rsidR="00E47F15" w:rsidRPr="00631E1F" w:rsidRDefault="00E47F15" w:rsidP="00B84A83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bookmarkStart w:id="0" w:name="sub_17104"/>
      <w:r w:rsidRPr="00631E1F">
        <w:rPr>
          <w:sz w:val="26"/>
          <w:szCs w:val="26"/>
        </w:rPr>
        <w:t>8. Получатели субсидии представляют в управление экономики, инфраструктуры и закупок администрации муниципального образования «Коношский муниципальный район» (далее – управление экономики, инфраструктуры и закупок) заявление по форме (приложение № 1 к Порядку) и справку-расчет (приложение № 2 к Порядку), заверенные получателем субсидий копии договоров на поставку кормов, копии документов, подтверждающих оплату по договорам (платежных документов, счетов-фактур, накладных), сертификатов соответствия.</w:t>
      </w:r>
    </w:p>
    <w:p w:rsidR="00E47F15" w:rsidRPr="00631E1F" w:rsidRDefault="00E47F15" w:rsidP="00FF478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9. Управление экономики, инфраструктуры и закупок в течение трех рабочих дней со дня получения документов рассматривает их и осуществляет проверку соблюдения получателями субсидии требований пункта 8 настоящего Порядка и правильности расчета размера субсидии.</w:t>
      </w:r>
    </w:p>
    <w:p w:rsidR="00E47F15" w:rsidRPr="00631E1F" w:rsidRDefault="00E47F15" w:rsidP="00FF478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По итогам рассмотрения документов управление экономики, инфраструктуры и закупок принимает решение о предоставлении или отказе в предоставлении субсидии. Решение о предоставлении субсидии принимается при отсутствии оснований для отказа в предоставлении субсидии.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10. Основанием для отказа в предоставлении субсидии являются:</w:t>
      </w:r>
    </w:p>
    <w:p w:rsidR="00E47F15" w:rsidRPr="00631E1F" w:rsidRDefault="00E47F15" w:rsidP="00712936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несоответствие представленных получателями субсидии документов, предусмотренных настоящим Порядком;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недостоверность представленных документов;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несоответствие получателя субсидии требованиям, предусмотренным п.15 настоящего Порядка;</w:t>
      </w:r>
    </w:p>
    <w:p w:rsidR="00E47F15" w:rsidRPr="00631E1F" w:rsidRDefault="00E47F15" w:rsidP="004F475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несоответствие получателя субсидии требованиям, предусмотренным п.16 настоящего Порядка;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bookmarkStart w:id="1" w:name="sub_17105"/>
      <w:bookmarkEnd w:id="0"/>
      <w:r w:rsidRPr="00631E1F">
        <w:rPr>
          <w:sz w:val="26"/>
          <w:szCs w:val="26"/>
        </w:rPr>
        <w:t>11. Выплаты субсидии и предоставление расчетов производится в пределах лимита бюджетных обязательств на текущий год.</w:t>
      </w:r>
      <w:bookmarkStart w:id="2" w:name="sub_17106"/>
      <w:bookmarkEnd w:id="1"/>
    </w:p>
    <w:bookmarkEnd w:id="2"/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12. Обязательным условием предоставления субсидии является согласие получателя субсидии на осуществление управлением экономики, инфраструктуры и закупок проверок соблюдения получателем субсидии условий, целей и порядка предоставления субсидии.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13. Субсидия предоставляется при выполнении значений показателей результативности, установленных муниципальной программой «Развитие сельского хозяйства Коношского района на 2020 год».</w:t>
      </w:r>
    </w:p>
    <w:p w:rsidR="00E47F15" w:rsidRPr="00631E1F" w:rsidRDefault="00E47F15" w:rsidP="00FF478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14. 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 рабочих дней со дня принятия решения об ее предоставлении.</w:t>
      </w:r>
    </w:p>
    <w:p w:rsidR="00E47F15" w:rsidRPr="00631E1F" w:rsidRDefault="00E47F15" w:rsidP="00FF478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E47F15" w:rsidRPr="00631E1F" w:rsidRDefault="00E47F15" w:rsidP="00973DB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15. 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либо принятие решения о предоставлении субсидии:</w:t>
      </w:r>
    </w:p>
    <w:p w:rsidR="00E47F15" w:rsidRPr="00631E1F" w:rsidRDefault="00E47F15" w:rsidP="00973DB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rFonts w:eastAsia="SimSun"/>
          <w:kern w:val="2"/>
          <w:sz w:val="26"/>
          <w:szCs w:val="26"/>
          <w:lang w:eastAsia="ar-SA"/>
        </w:rPr>
        <w:t xml:space="preserve">1)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</w:t>
      </w:r>
      <w:r w:rsidRPr="00631E1F">
        <w:rPr>
          <w:sz w:val="26"/>
          <w:szCs w:val="26"/>
          <w:lang w:eastAsia="ar-SA"/>
        </w:rPr>
        <w:t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E47F15" w:rsidRPr="00631E1F" w:rsidRDefault="00E47F15" w:rsidP="00973DB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2) получатели не </w:t>
      </w:r>
      <w:r w:rsidRPr="00631E1F">
        <w:rPr>
          <w:rFonts w:eastAsia="SimSun"/>
          <w:kern w:val="2"/>
          <w:sz w:val="26"/>
          <w:szCs w:val="26"/>
          <w:lang w:eastAsia="ar-SA"/>
        </w:rPr>
        <w:t>должны являться</w:t>
      </w:r>
      <w:r w:rsidRPr="00631E1F">
        <w:rPr>
          <w:sz w:val="26"/>
          <w:szCs w:val="26"/>
        </w:rPr>
        <w:t xml:space="preserve"> получателями средств из областного бюджета в соответствии с иными нормативными правовыми актами Архангельской области на аналогичные цели, установленные соответствующими разделами Правил предоставления субсидий и грантов на государственную поддержку агропромышленного и рыбохозяйственного комплекса, утвержденных постановлением Правительства Архангельской области от 09.10.2012 № 436-пп;</w:t>
      </w:r>
    </w:p>
    <w:p w:rsidR="00E47F15" w:rsidRPr="00631E1F" w:rsidRDefault="00E47F15" w:rsidP="00973DB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rFonts w:eastAsia="SimSun"/>
          <w:kern w:val="2"/>
          <w:sz w:val="26"/>
          <w:szCs w:val="26"/>
          <w:lang w:eastAsia="ar-SA"/>
        </w:rPr>
        <w:t>3) получатели не должны иметь задолженности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Федерации;</w:t>
      </w:r>
    </w:p>
    <w:p w:rsidR="00E47F15" w:rsidRPr="00631E1F" w:rsidRDefault="00E47F15" w:rsidP="00DA5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lang w:eastAsia="ar-SA"/>
        </w:rPr>
      </w:pPr>
      <w:r w:rsidRPr="00631E1F">
        <w:rPr>
          <w:sz w:val="26"/>
          <w:szCs w:val="26"/>
          <w:lang w:eastAsia="ar-SA"/>
        </w:rPr>
        <w:t xml:space="preserve">4) получатели не </w:t>
      </w:r>
      <w:r w:rsidRPr="00631E1F">
        <w:rPr>
          <w:rFonts w:eastAsia="SimSun"/>
          <w:kern w:val="2"/>
          <w:sz w:val="26"/>
          <w:szCs w:val="26"/>
          <w:lang w:eastAsia="ar-SA"/>
        </w:rPr>
        <w:t>должны</w:t>
      </w:r>
      <w:r w:rsidRPr="00631E1F">
        <w:rPr>
          <w:sz w:val="26"/>
          <w:szCs w:val="26"/>
          <w:lang w:eastAsia="ar-SA"/>
        </w:rPr>
        <w:t xml:space="preserve"> находиться в процессе реорганизации (за исключением реорганизации в форме преобразования), ликвидации, банкротства и не имеющими ограничения на осуществление хозяйственной деятельности;</w:t>
      </w:r>
    </w:p>
    <w:p w:rsidR="00E47F15" w:rsidRPr="00631E1F" w:rsidRDefault="00E47F15" w:rsidP="00DA5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lang w:eastAsia="ar-SA"/>
        </w:rPr>
      </w:pPr>
      <w:r w:rsidRPr="00631E1F">
        <w:rPr>
          <w:sz w:val="26"/>
          <w:szCs w:val="26"/>
          <w:lang w:eastAsia="ar-SA"/>
        </w:rPr>
        <w:t xml:space="preserve">5) наличие у сельскохозяйственных товаропроизводителей на территории Коношского района общего поголовья крупного рогатого скота не менее </w:t>
      </w:r>
      <w:r>
        <w:rPr>
          <w:sz w:val="26"/>
          <w:szCs w:val="26"/>
          <w:lang w:eastAsia="ar-SA"/>
        </w:rPr>
        <w:t>300</w:t>
      </w:r>
      <w:r w:rsidRPr="00631E1F">
        <w:rPr>
          <w:sz w:val="26"/>
          <w:szCs w:val="26"/>
          <w:lang w:eastAsia="ar-SA"/>
        </w:rPr>
        <w:t xml:space="preserve"> голов.</w:t>
      </w:r>
    </w:p>
    <w:p w:rsidR="00E47F15" w:rsidRPr="00631E1F" w:rsidRDefault="00E47F15" w:rsidP="00FF478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16. Для получателей субсидии установлен показатель результативности: увеличение общего поголовья крупного рогатого скота по сравнению с уровнем 2019 года на 1 процент.</w:t>
      </w:r>
    </w:p>
    <w:p w:rsidR="00E47F15" w:rsidRPr="00631E1F" w:rsidRDefault="00E47F15" w:rsidP="001713D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F15" w:rsidRPr="00631E1F" w:rsidRDefault="00E47F15" w:rsidP="001713D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631E1F">
        <w:rPr>
          <w:rFonts w:ascii="Times New Roman" w:hAnsi="Times New Roman"/>
          <w:b/>
          <w:sz w:val="26"/>
          <w:szCs w:val="26"/>
        </w:rPr>
        <w:t>3. Требования к отчетности</w:t>
      </w:r>
    </w:p>
    <w:p w:rsidR="00E47F15" w:rsidRPr="00631E1F" w:rsidRDefault="00E47F15" w:rsidP="001713D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E47F15" w:rsidRPr="00631E1F" w:rsidRDefault="00E47F15" w:rsidP="00E11606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631E1F">
        <w:rPr>
          <w:color w:val="000000"/>
          <w:sz w:val="26"/>
          <w:szCs w:val="26"/>
        </w:rPr>
        <w:t>17. В срок до 5 числа месяца, следующего за отчетным месяцем, получатель субсидии представляет в управление экономики, инфраструктуры и закупок отчет об использовании субсидии (приложение № 3 к Порядку).</w:t>
      </w:r>
    </w:p>
    <w:p w:rsidR="00E47F15" w:rsidRPr="00631E1F" w:rsidRDefault="00E47F15" w:rsidP="00B84A8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4. Требования об осуществлении контроля за соблюдением условий,</w:t>
      </w:r>
    </w:p>
    <w:p w:rsidR="00E47F15" w:rsidRPr="00631E1F" w:rsidRDefault="00E47F15" w:rsidP="00B84A8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1E1F">
        <w:rPr>
          <w:b/>
          <w:sz w:val="26"/>
          <w:szCs w:val="26"/>
        </w:rPr>
        <w:t>целей и порядка предоставления субсидии и ответственности за их нарушение</w:t>
      </w:r>
    </w:p>
    <w:p w:rsidR="00E47F15" w:rsidRPr="00631E1F" w:rsidRDefault="00E47F15" w:rsidP="00B84A83">
      <w:pPr>
        <w:widowControl w:val="0"/>
        <w:tabs>
          <w:tab w:val="center" w:pos="4677"/>
          <w:tab w:val="left" w:pos="8325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7F15" w:rsidRPr="00631E1F" w:rsidRDefault="00E47F15" w:rsidP="003D054F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 xml:space="preserve">18. Ответственность за достоверность сведений и точность представленных расчетов несут получатели субсидии. </w:t>
      </w:r>
    </w:p>
    <w:p w:rsidR="00E47F15" w:rsidRPr="00631E1F" w:rsidRDefault="00E47F15" w:rsidP="003D054F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19. Администрация муниципального образования «Коношский муниципальный район» как главный распорядитель средств:</w:t>
      </w:r>
    </w:p>
    <w:p w:rsidR="00E47F15" w:rsidRPr="00631E1F" w:rsidRDefault="00E47F15" w:rsidP="003E11A4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проводит проверки получателей субсидии, получивших их, на соблюдение целей предоставления субсидии;</w:t>
      </w:r>
    </w:p>
    <w:p w:rsidR="00E47F15" w:rsidRPr="00631E1F" w:rsidRDefault="00E47F15" w:rsidP="003E11A4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631E1F">
        <w:rPr>
          <w:color w:val="000000"/>
          <w:sz w:val="26"/>
          <w:szCs w:val="26"/>
        </w:rPr>
        <w:t>осуществляет оцен</w:t>
      </w:r>
      <w:bookmarkStart w:id="3" w:name="_GoBack"/>
      <w:bookmarkEnd w:id="3"/>
      <w:r w:rsidRPr="00631E1F">
        <w:rPr>
          <w:color w:val="000000"/>
          <w:sz w:val="26"/>
          <w:szCs w:val="26"/>
        </w:rPr>
        <w:t>ку эффективности в целях увеличения общего поголовья крупного рогатого скота по сравнению с уровнем 2019 года.</w:t>
      </w:r>
    </w:p>
    <w:p w:rsidR="00E47F15" w:rsidRPr="00631E1F" w:rsidRDefault="00E47F15" w:rsidP="003D054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20. 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районный бюджет в течение 15 дней со дня предъявления управлением экономики, инфраструктуры и закупок соответствующего требования.</w:t>
      </w:r>
    </w:p>
    <w:p w:rsidR="00E47F15" w:rsidRPr="00631E1F" w:rsidRDefault="00E47F15" w:rsidP="003D054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При не возврате бюджетных средств получателями субсидии в установленный срок они подлежат взысканию администрацией муниципального образования «Коношский муниципальный район» в судебном порядке.</w:t>
      </w:r>
    </w:p>
    <w:p w:rsidR="00E47F15" w:rsidRDefault="00E47F15" w:rsidP="003D054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31E1F">
        <w:rPr>
          <w:sz w:val="26"/>
          <w:szCs w:val="26"/>
        </w:rPr>
        <w:t>21. Контроль за целевым использованием субсидии осуществляется управлением экономики, инфраструктуры и закупок.</w:t>
      </w:r>
    </w:p>
    <w:p w:rsidR="00E47F15" w:rsidRDefault="00E47F15" w:rsidP="00B84A8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F15" w:rsidRDefault="00E47F15" w:rsidP="00B84A8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F15" w:rsidRPr="00631E1F" w:rsidRDefault="00E47F15" w:rsidP="00B84A8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 w:val="26"/>
          <w:szCs w:val="26"/>
        </w:rPr>
        <w:t>________________</w:t>
      </w:r>
    </w:p>
    <w:sectPr w:rsidR="00E47F15" w:rsidRPr="00631E1F" w:rsidSect="003F73B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F15" w:rsidRDefault="00E47F15">
      <w:r>
        <w:separator/>
      </w:r>
    </w:p>
  </w:endnote>
  <w:endnote w:type="continuationSeparator" w:id="1">
    <w:p w:rsidR="00E47F15" w:rsidRDefault="00E4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15" w:rsidRDefault="00E47F15" w:rsidP="000609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7F15" w:rsidRDefault="00E47F15" w:rsidP="003F73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F15" w:rsidRDefault="00E47F15">
      <w:r>
        <w:separator/>
      </w:r>
    </w:p>
  </w:footnote>
  <w:footnote w:type="continuationSeparator" w:id="1">
    <w:p w:rsidR="00E47F15" w:rsidRDefault="00E47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15" w:rsidRDefault="00E47F15" w:rsidP="00C6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7F15" w:rsidRDefault="00E47F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15" w:rsidRDefault="00E47F15" w:rsidP="00450045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firstLine="360"/>
      </w:pPr>
      <w:rPr>
        <w:rFonts w:cs="Times New Roman"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firstLine="1080"/>
      </w:pPr>
      <w:rPr>
        <w:rFonts w:ascii="Times New Roman" w:eastAsia="Times New Roman" w:hAnsi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firstLine="1247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B72470B"/>
    <w:multiLevelType w:val="hybridMultilevel"/>
    <w:tmpl w:val="E0C6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1A10D8"/>
    <w:multiLevelType w:val="multilevel"/>
    <w:tmpl w:val="B7DE396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1C040786"/>
    <w:multiLevelType w:val="hybridMultilevel"/>
    <w:tmpl w:val="D432430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1" w:tplc="2D1E6472">
      <w:start w:val="1"/>
      <w:numFmt w:val="bullet"/>
      <w:lvlText w:val=""/>
      <w:lvlJc w:val="left"/>
      <w:pPr>
        <w:tabs>
          <w:tab w:val="num" w:pos="2151"/>
        </w:tabs>
        <w:ind w:left="215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  <w:rPr>
        <w:rFonts w:cs="Times New Roman"/>
      </w:rPr>
    </w:lvl>
  </w:abstractNum>
  <w:abstractNum w:abstractNumId="5">
    <w:nsid w:val="2FA62919"/>
    <w:multiLevelType w:val="hybridMultilevel"/>
    <w:tmpl w:val="1310B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6564B4"/>
    <w:multiLevelType w:val="hybridMultilevel"/>
    <w:tmpl w:val="02F258B4"/>
    <w:lvl w:ilvl="0" w:tplc="6B7CCE1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16916D5"/>
    <w:multiLevelType w:val="hybridMultilevel"/>
    <w:tmpl w:val="2396A0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CB9284E"/>
    <w:multiLevelType w:val="hybridMultilevel"/>
    <w:tmpl w:val="64D4B11A"/>
    <w:lvl w:ilvl="0" w:tplc="EF9A78D8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2012892"/>
    <w:multiLevelType w:val="hybridMultilevel"/>
    <w:tmpl w:val="3182C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59E74AD5"/>
    <w:multiLevelType w:val="singleLevel"/>
    <w:tmpl w:val="1610A9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C143C24"/>
    <w:multiLevelType w:val="hybridMultilevel"/>
    <w:tmpl w:val="FDBEF5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A3E0C13"/>
    <w:multiLevelType w:val="hybridMultilevel"/>
    <w:tmpl w:val="4B683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AC13F9"/>
    <w:multiLevelType w:val="hybridMultilevel"/>
    <w:tmpl w:val="C63A1916"/>
    <w:lvl w:ilvl="0" w:tplc="4F96882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4">
    <w:nsid w:val="7D4B020A"/>
    <w:multiLevelType w:val="hybridMultilevel"/>
    <w:tmpl w:val="517C70C8"/>
    <w:lvl w:ilvl="0" w:tplc="9392CD74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11"/>
  </w:num>
  <w:num w:numId="11">
    <w:abstractNumId w:val="14"/>
  </w:num>
  <w:num w:numId="12">
    <w:abstractNumId w:val="2"/>
  </w:num>
  <w:num w:numId="13">
    <w:abstractNumId w:val="8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B71"/>
    <w:rsid w:val="00001BAF"/>
    <w:rsid w:val="00003ABA"/>
    <w:rsid w:val="00010A90"/>
    <w:rsid w:val="000111F5"/>
    <w:rsid w:val="000136AE"/>
    <w:rsid w:val="00040DE0"/>
    <w:rsid w:val="00041D80"/>
    <w:rsid w:val="00041F51"/>
    <w:rsid w:val="0004305B"/>
    <w:rsid w:val="00044FBF"/>
    <w:rsid w:val="00047B57"/>
    <w:rsid w:val="000504EC"/>
    <w:rsid w:val="000505C6"/>
    <w:rsid w:val="000547F1"/>
    <w:rsid w:val="00054E8B"/>
    <w:rsid w:val="00054F7F"/>
    <w:rsid w:val="00060975"/>
    <w:rsid w:val="000622B2"/>
    <w:rsid w:val="00063832"/>
    <w:rsid w:val="000642A8"/>
    <w:rsid w:val="00065AC2"/>
    <w:rsid w:val="00070587"/>
    <w:rsid w:val="00073DC4"/>
    <w:rsid w:val="0007582F"/>
    <w:rsid w:val="00081D6E"/>
    <w:rsid w:val="00082F76"/>
    <w:rsid w:val="000845A7"/>
    <w:rsid w:val="0008570C"/>
    <w:rsid w:val="00087F05"/>
    <w:rsid w:val="000915D9"/>
    <w:rsid w:val="000960C5"/>
    <w:rsid w:val="000963F4"/>
    <w:rsid w:val="0009661C"/>
    <w:rsid w:val="000A0624"/>
    <w:rsid w:val="000A0DFE"/>
    <w:rsid w:val="000A12EE"/>
    <w:rsid w:val="000A1E40"/>
    <w:rsid w:val="000B1D0B"/>
    <w:rsid w:val="000B76BB"/>
    <w:rsid w:val="000B7CF0"/>
    <w:rsid w:val="000C0B85"/>
    <w:rsid w:val="000C2006"/>
    <w:rsid w:val="000C44F5"/>
    <w:rsid w:val="000C4865"/>
    <w:rsid w:val="000C7242"/>
    <w:rsid w:val="000D1506"/>
    <w:rsid w:val="000D33D8"/>
    <w:rsid w:val="000D6970"/>
    <w:rsid w:val="000E1843"/>
    <w:rsid w:val="000E42AB"/>
    <w:rsid w:val="000E5DFB"/>
    <w:rsid w:val="000F05B1"/>
    <w:rsid w:val="000F22B4"/>
    <w:rsid w:val="000F4279"/>
    <w:rsid w:val="000F6533"/>
    <w:rsid w:val="000F79B9"/>
    <w:rsid w:val="00102618"/>
    <w:rsid w:val="001039F1"/>
    <w:rsid w:val="00104822"/>
    <w:rsid w:val="00105C55"/>
    <w:rsid w:val="00106539"/>
    <w:rsid w:val="00110268"/>
    <w:rsid w:val="0011186F"/>
    <w:rsid w:val="00113A45"/>
    <w:rsid w:val="00113B53"/>
    <w:rsid w:val="00116899"/>
    <w:rsid w:val="001254FA"/>
    <w:rsid w:val="00127510"/>
    <w:rsid w:val="00131AAE"/>
    <w:rsid w:val="001336F9"/>
    <w:rsid w:val="00134011"/>
    <w:rsid w:val="001351C7"/>
    <w:rsid w:val="00137BB8"/>
    <w:rsid w:val="00141A52"/>
    <w:rsid w:val="001428E6"/>
    <w:rsid w:val="00142B33"/>
    <w:rsid w:val="00142D24"/>
    <w:rsid w:val="00143318"/>
    <w:rsid w:val="0014713D"/>
    <w:rsid w:val="001471E2"/>
    <w:rsid w:val="0015040E"/>
    <w:rsid w:val="0015169A"/>
    <w:rsid w:val="00153B92"/>
    <w:rsid w:val="001546ED"/>
    <w:rsid w:val="00155AF9"/>
    <w:rsid w:val="001574DB"/>
    <w:rsid w:val="001607F9"/>
    <w:rsid w:val="00164D7F"/>
    <w:rsid w:val="001664A0"/>
    <w:rsid w:val="001671EB"/>
    <w:rsid w:val="00167CCA"/>
    <w:rsid w:val="00171322"/>
    <w:rsid w:val="001713D9"/>
    <w:rsid w:val="00172A71"/>
    <w:rsid w:val="00173F12"/>
    <w:rsid w:val="0017475A"/>
    <w:rsid w:val="001764FF"/>
    <w:rsid w:val="00180331"/>
    <w:rsid w:val="00181388"/>
    <w:rsid w:val="0018146A"/>
    <w:rsid w:val="001821C7"/>
    <w:rsid w:val="001838BC"/>
    <w:rsid w:val="001846F0"/>
    <w:rsid w:val="00185F2B"/>
    <w:rsid w:val="00187577"/>
    <w:rsid w:val="00192DE3"/>
    <w:rsid w:val="00193CA0"/>
    <w:rsid w:val="00194466"/>
    <w:rsid w:val="00196DBF"/>
    <w:rsid w:val="001A2387"/>
    <w:rsid w:val="001A3E2B"/>
    <w:rsid w:val="001A4427"/>
    <w:rsid w:val="001A75F0"/>
    <w:rsid w:val="001A7F78"/>
    <w:rsid w:val="001B0DDE"/>
    <w:rsid w:val="001B250E"/>
    <w:rsid w:val="001B26E8"/>
    <w:rsid w:val="001B3975"/>
    <w:rsid w:val="001B3EA8"/>
    <w:rsid w:val="001B3F11"/>
    <w:rsid w:val="001B51F4"/>
    <w:rsid w:val="001C78F0"/>
    <w:rsid w:val="001C7C17"/>
    <w:rsid w:val="001D0A54"/>
    <w:rsid w:val="001D47DA"/>
    <w:rsid w:val="001D4E15"/>
    <w:rsid w:val="001E1877"/>
    <w:rsid w:val="001E2A72"/>
    <w:rsid w:val="001E5CB6"/>
    <w:rsid w:val="001F337A"/>
    <w:rsid w:val="001F482C"/>
    <w:rsid w:val="001F4C07"/>
    <w:rsid w:val="001F5501"/>
    <w:rsid w:val="0020006D"/>
    <w:rsid w:val="00202BF4"/>
    <w:rsid w:val="00203FCC"/>
    <w:rsid w:val="00205139"/>
    <w:rsid w:val="00207761"/>
    <w:rsid w:val="00207AF6"/>
    <w:rsid w:val="00211927"/>
    <w:rsid w:val="002150E9"/>
    <w:rsid w:val="00215AEA"/>
    <w:rsid w:val="002217BD"/>
    <w:rsid w:val="00222643"/>
    <w:rsid w:val="00222CAF"/>
    <w:rsid w:val="00227FBF"/>
    <w:rsid w:val="00230CC8"/>
    <w:rsid w:val="00232CA1"/>
    <w:rsid w:val="0023449C"/>
    <w:rsid w:val="00236F37"/>
    <w:rsid w:val="00236FFB"/>
    <w:rsid w:val="00244214"/>
    <w:rsid w:val="00244FE0"/>
    <w:rsid w:val="00247673"/>
    <w:rsid w:val="00247CB8"/>
    <w:rsid w:val="00251529"/>
    <w:rsid w:val="00251F17"/>
    <w:rsid w:val="002539C4"/>
    <w:rsid w:val="00254490"/>
    <w:rsid w:val="00257EE3"/>
    <w:rsid w:val="00260F93"/>
    <w:rsid w:val="00263FD2"/>
    <w:rsid w:val="00265D96"/>
    <w:rsid w:val="0026772F"/>
    <w:rsid w:val="002715FD"/>
    <w:rsid w:val="00272935"/>
    <w:rsid w:val="0027591E"/>
    <w:rsid w:val="00277E12"/>
    <w:rsid w:val="00282EC2"/>
    <w:rsid w:val="00284332"/>
    <w:rsid w:val="00286EF0"/>
    <w:rsid w:val="00291FA4"/>
    <w:rsid w:val="00294E47"/>
    <w:rsid w:val="00294F6F"/>
    <w:rsid w:val="002960EB"/>
    <w:rsid w:val="00297AB7"/>
    <w:rsid w:val="002A031D"/>
    <w:rsid w:val="002A0845"/>
    <w:rsid w:val="002A1426"/>
    <w:rsid w:val="002A15FD"/>
    <w:rsid w:val="002A2983"/>
    <w:rsid w:val="002A38F7"/>
    <w:rsid w:val="002A39F9"/>
    <w:rsid w:val="002A4F6E"/>
    <w:rsid w:val="002B10AB"/>
    <w:rsid w:val="002B1A44"/>
    <w:rsid w:val="002B1A64"/>
    <w:rsid w:val="002B2BBD"/>
    <w:rsid w:val="002B5DB5"/>
    <w:rsid w:val="002B686B"/>
    <w:rsid w:val="002C01FA"/>
    <w:rsid w:val="002C40DB"/>
    <w:rsid w:val="002C4577"/>
    <w:rsid w:val="002C57E2"/>
    <w:rsid w:val="002C7F90"/>
    <w:rsid w:val="002D50A8"/>
    <w:rsid w:val="002D69AB"/>
    <w:rsid w:val="002E0E88"/>
    <w:rsid w:val="002E2064"/>
    <w:rsid w:val="002E324F"/>
    <w:rsid w:val="002E43D4"/>
    <w:rsid w:val="002E53B7"/>
    <w:rsid w:val="002E5C2F"/>
    <w:rsid w:val="002F0751"/>
    <w:rsid w:val="002F16F8"/>
    <w:rsid w:val="002F19DB"/>
    <w:rsid w:val="002F1D38"/>
    <w:rsid w:val="002F3068"/>
    <w:rsid w:val="002F3D01"/>
    <w:rsid w:val="00304222"/>
    <w:rsid w:val="003066D9"/>
    <w:rsid w:val="0031175B"/>
    <w:rsid w:val="00311AA9"/>
    <w:rsid w:val="003123FE"/>
    <w:rsid w:val="00314156"/>
    <w:rsid w:val="0031470B"/>
    <w:rsid w:val="00317D1B"/>
    <w:rsid w:val="00320656"/>
    <w:rsid w:val="00323121"/>
    <w:rsid w:val="00324885"/>
    <w:rsid w:val="00326C63"/>
    <w:rsid w:val="00331587"/>
    <w:rsid w:val="00331A2B"/>
    <w:rsid w:val="00332069"/>
    <w:rsid w:val="0033525C"/>
    <w:rsid w:val="003366AE"/>
    <w:rsid w:val="00336ABD"/>
    <w:rsid w:val="00341B81"/>
    <w:rsid w:val="00341FF8"/>
    <w:rsid w:val="00342EA3"/>
    <w:rsid w:val="00346D0A"/>
    <w:rsid w:val="00347EFC"/>
    <w:rsid w:val="00350D3F"/>
    <w:rsid w:val="00351D54"/>
    <w:rsid w:val="00354761"/>
    <w:rsid w:val="00354B28"/>
    <w:rsid w:val="00354DAF"/>
    <w:rsid w:val="00361F26"/>
    <w:rsid w:val="0036262F"/>
    <w:rsid w:val="00366376"/>
    <w:rsid w:val="003716F7"/>
    <w:rsid w:val="0037408C"/>
    <w:rsid w:val="00377C0B"/>
    <w:rsid w:val="0038179E"/>
    <w:rsid w:val="00382694"/>
    <w:rsid w:val="00384403"/>
    <w:rsid w:val="00384ED3"/>
    <w:rsid w:val="00385C78"/>
    <w:rsid w:val="003874CF"/>
    <w:rsid w:val="00393B79"/>
    <w:rsid w:val="0039524D"/>
    <w:rsid w:val="00396439"/>
    <w:rsid w:val="003B040A"/>
    <w:rsid w:val="003B1421"/>
    <w:rsid w:val="003B232A"/>
    <w:rsid w:val="003B5CE6"/>
    <w:rsid w:val="003C39AC"/>
    <w:rsid w:val="003C51A2"/>
    <w:rsid w:val="003C5640"/>
    <w:rsid w:val="003C63B5"/>
    <w:rsid w:val="003C6B07"/>
    <w:rsid w:val="003C77D4"/>
    <w:rsid w:val="003D054F"/>
    <w:rsid w:val="003D29F6"/>
    <w:rsid w:val="003E11A4"/>
    <w:rsid w:val="003E1447"/>
    <w:rsid w:val="003E149B"/>
    <w:rsid w:val="003E14DF"/>
    <w:rsid w:val="003E2CF2"/>
    <w:rsid w:val="003E34CF"/>
    <w:rsid w:val="003E50E7"/>
    <w:rsid w:val="003E627E"/>
    <w:rsid w:val="003E6B65"/>
    <w:rsid w:val="003F2090"/>
    <w:rsid w:val="003F2D21"/>
    <w:rsid w:val="003F6B3B"/>
    <w:rsid w:val="003F73B2"/>
    <w:rsid w:val="003F7C96"/>
    <w:rsid w:val="004001C1"/>
    <w:rsid w:val="0040300E"/>
    <w:rsid w:val="00410740"/>
    <w:rsid w:val="004110B4"/>
    <w:rsid w:val="00411B76"/>
    <w:rsid w:val="00430AFF"/>
    <w:rsid w:val="0043408A"/>
    <w:rsid w:val="00435B58"/>
    <w:rsid w:val="00440166"/>
    <w:rsid w:val="004404A3"/>
    <w:rsid w:val="00440CAB"/>
    <w:rsid w:val="004427AB"/>
    <w:rsid w:val="00442EEF"/>
    <w:rsid w:val="00445A2D"/>
    <w:rsid w:val="00450045"/>
    <w:rsid w:val="004522B9"/>
    <w:rsid w:val="00452C9F"/>
    <w:rsid w:val="00454838"/>
    <w:rsid w:val="00455BF0"/>
    <w:rsid w:val="00461B71"/>
    <w:rsid w:val="00465CC8"/>
    <w:rsid w:val="00466B01"/>
    <w:rsid w:val="004720CE"/>
    <w:rsid w:val="00473BCE"/>
    <w:rsid w:val="00475232"/>
    <w:rsid w:val="00475F31"/>
    <w:rsid w:val="00477CCA"/>
    <w:rsid w:val="00477F95"/>
    <w:rsid w:val="00485F6A"/>
    <w:rsid w:val="004861FF"/>
    <w:rsid w:val="00486514"/>
    <w:rsid w:val="0048755C"/>
    <w:rsid w:val="00490CB4"/>
    <w:rsid w:val="004928C4"/>
    <w:rsid w:val="0049344E"/>
    <w:rsid w:val="004A00A1"/>
    <w:rsid w:val="004A0407"/>
    <w:rsid w:val="004A0F58"/>
    <w:rsid w:val="004A3EBE"/>
    <w:rsid w:val="004A5211"/>
    <w:rsid w:val="004A626D"/>
    <w:rsid w:val="004A709C"/>
    <w:rsid w:val="004B1118"/>
    <w:rsid w:val="004B26BC"/>
    <w:rsid w:val="004B5070"/>
    <w:rsid w:val="004B5092"/>
    <w:rsid w:val="004B5EB7"/>
    <w:rsid w:val="004B7F7F"/>
    <w:rsid w:val="004C1B19"/>
    <w:rsid w:val="004C4CD5"/>
    <w:rsid w:val="004D39B7"/>
    <w:rsid w:val="004D5C56"/>
    <w:rsid w:val="004D6B14"/>
    <w:rsid w:val="004E00B9"/>
    <w:rsid w:val="004E0FA8"/>
    <w:rsid w:val="004E1D0F"/>
    <w:rsid w:val="004E4F8C"/>
    <w:rsid w:val="004F0D35"/>
    <w:rsid w:val="004F2815"/>
    <w:rsid w:val="004F475F"/>
    <w:rsid w:val="00500B82"/>
    <w:rsid w:val="005065B7"/>
    <w:rsid w:val="00511CFD"/>
    <w:rsid w:val="00512927"/>
    <w:rsid w:val="005165AC"/>
    <w:rsid w:val="00516C43"/>
    <w:rsid w:val="00517474"/>
    <w:rsid w:val="0052300C"/>
    <w:rsid w:val="00524752"/>
    <w:rsid w:val="00524C3A"/>
    <w:rsid w:val="00525648"/>
    <w:rsid w:val="005267C7"/>
    <w:rsid w:val="00527A7B"/>
    <w:rsid w:val="00530757"/>
    <w:rsid w:val="0053288E"/>
    <w:rsid w:val="005329B8"/>
    <w:rsid w:val="00535189"/>
    <w:rsid w:val="00540CC0"/>
    <w:rsid w:val="0054263A"/>
    <w:rsid w:val="00542A09"/>
    <w:rsid w:val="00542F07"/>
    <w:rsid w:val="0054320B"/>
    <w:rsid w:val="00544039"/>
    <w:rsid w:val="00545433"/>
    <w:rsid w:val="00551423"/>
    <w:rsid w:val="00551B12"/>
    <w:rsid w:val="00557106"/>
    <w:rsid w:val="00562AA7"/>
    <w:rsid w:val="0056418B"/>
    <w:rsid w:val="0056453C"/>
    <w:rsid w:val="00564541"/>
    <w:rsid w:val="00564A27"/>
    <w:rsid w:val="005713B7"/>
    <w:rsid w:val="00571751"/>
    <w:rsid w:val="00571BA3"/>
    <w:rsid w:val="00571CA5"/>
    <w:rsid w:val="0057212C"/>
    <w:rsid w:val="0057217F"/>
    <w:rsid w:val="00573871"/>
    <w:rsid w:val="00574053"/>
    <w:rsid w:val="005747F0"/>
    <w:rsid w:val="00576B1A"/>
    <w:rsid w:val="00581DB2"/>
    <w:rsid w:val="00584122"/>
    <w:rsid w:val="005858F5"/>
    <w:rsid w:val="005909FE"/>
    <w:rsid w:val="00591421"/>
    <w:rsid w:val="00594B0F"/>
    <w:rsid w:val="005950AE"/>
    <w:rsid w:val="005A23BC"/>
    <w:rsid w:val="005A2B27"/>
    <w:rsid w:val="005A6A63"/>
    <w:rsid w:val="005B3143"/>
    <w:rsid w:val="005B71D3"/>
    <w:rsid w:val="005C03EC"/>
    <w:rsid w:val="005C13DF"/>
    <w:rsid w:val="005C30CE"/>
    <w:rsid w:val="005C3B06"/>
    <w:rsid w:val="005C5D5C"/>
    <w:rsid w:val="005C62B8"/>
    <w:rsid w:val="005C72CB"/>
    <w:rsid w:val="005D709F"/>
    <w:rsid w:val="005E5245"/>
    <w:rsid w:val="005F4652"/>
    <w:rsid w:val="005F78E2"/>
    <w:rsid w:val="005F7F27"/>
    <w:rsid w:val="00601DDE"/>
    <w:rsid w:val="00602FC2"/>
    <w:rsid w:val="00604B4F"/>
    <w:rsid w:val="00606534"/>
    <w:rsid w:val="006074FA"/>
    <w:rsid w:val="00612EE5"/>
    <w:rsid w:val="0061769C"/>
    <w:rsid w:val="00620FA1"/>
    <w:rsid w:val="00621B84"/>
    <w:rsid w:val="00622D4E"/>
    <w:rsid w:val="0062669F"/>
    <w:rsid w:val="0062783D"/>
    <w:rsid w:val="00630EE9"/>
    <w:rsid w:val="006319F7"/>
    <w:rsid w:val="00631E1F"/>
    <w:rsid w:val="0064219A"/>
    <w:rsid w:val="00642B11"/>
    <w:rsid w:val="00643669"/>
    <w:rsid w:val="00644021"/>
    <w:rsid w:val="00644F0C"/>
    <w:rsid w:val="006500E1"/>
    <w:rsid w:val="00654758"/>
    <w:rsid w:val="006556CA"/>
    <w:rsid w:val="0066010F"/>
    <w:rsid w:val="00660E1D"/>
    <w:rsid w:val="00660ED8"/>
    <w:rsid w:val="00662A2F"/>
    <w:rsid w:val="00663778"/>
    <w:rsid w:val="00663D30"/>
    <w:rsid w:val="006640DD"/>
    <w:rsid w:val="0066446B"/>
    <w:rsid w:val="00665635"/>
    <w:rsid w:val="00667E84"/>
    <w:rsid w:val="006720EC"/>
    <w:rsid w:val="00672F89"/>
    <w:rsid w:val="00673365"/>
    <w:rsid w:val="006741C5"/>
    <w:rsid w:val="00674E94"/>
    <w:rsid w:val="00675730"/>
    <w:rsid w:val="006778EA"/>
    <w:rsid w:val="00685178"/>
    <w:rsid w:val="0068555D"/>
    <w:rsid w:val="006857AF"/>
    <w:rsid w:val="006858B9"/>
    <w:rsid w:val="0068754B"/>
    <w:rsid w:val="00691BE9"/>
    <w:rsid w:val="0069239B"/>
    <w:rsid w:val="00692492"/>
    <w:rsid w:val="00692666"/>
    <w:rsid w:val="00692B56"/>
    <w:rsid w:val="00692D52"/>
    <w:rsid w:val="00693F67"/>
    <w:rsid w:val="00694427"/>
    <w:rsid w:val="00694475"/>
    <w:rsid w:val="0069592D"/>
    <w:rsid w:val="00695A44"/>
    <w:rsid w:val="00697CDE"/>
    <w:rsid w:val="006A0A33"/>
    <w:rsid w:val="006A3552"/>
    <w:rsid w:val="006A5BDE"/>
    <w:rsid w:val="006B22B5"/>
    <w:rsid w:val="006B25A1"/>
    <w:rsid w:val="006B30FB"/>
    <w:rsid w:val="006B3B03"/>
    <w:rsid w:val="006C1BBC"/>
    <w:rsid w:val="006C47B8"/>
    <w:rsid w:val="006C4D92"/>
    <w:rsid w:val="006C5A25"/>
    <w:rsid w:val="006D0125"/>
    <w:rsid w:val="006D109C"/>
    <w:rsid w:val="006D13A3"/>
    <w:rsid w:val="006D2FC5"/>
    <w:rsid w:val="006D3C2B"/>
    <w:rsid w:val="006D3D0B"/>
    <w:rsid w:val="006D68FA"/>
    <w:rsid w:val="006D6D6E"/>
    <w:rsid w:val="006E2B2B"/>
    <w:rsid w:val="006E2DFF"/>
    <w:rsid w:val="006E3756"/>
    <w:rsid w:val="006E435F"/>
    <w:rsid w:val="006E4A3F"/>
    <w:rsid w:val="006E752E"/>
    <w:rsid w:val="006F0D8C"/>
    <w:rsid w:val="006F28E2"/>
    <w:rsid w:val="006F2C40"/>
    <w:rsid w:val="006F5C1D"/>
    <w:rsid w:val="006F76A6"/>
    <w:rsid w:val="006F7CF2"/>
    <w:rsid w:val="00702E77"/>
    <w:rsid w:val="007035F2"/>
    <w:rsid w:val="00705126"/>
    <w:rsid w:val="007056D5"/>
    <w:rsid w:val="00707580"/>
    <w:rsid w:val="00707CD2"/>
    <w:rsid w:val="007100D0"/>
    <w:rsid w:val="00710377"/>
    <w:rsid w:val="00712936"/>
    <w:rsid w:val="007139F9"/>
    <w:rsid w:val="00715183"/>
    <w:rsid w:val="0071680A"/>
    <w:rsid w:val="00716B3D"/>
    <w:rsid w:val="00716E13"/>
    <w:rsid w:val="0071709F"/>
    <w:rsid w:val="0072039E"/>
    <w:rsid w:val="00724E0C"/>
    <w:rsid w:val="00727B1D"/>
    <w:rsid w:val="007300B4"/>
    <w:rsid w:val="007323F4"/>
    <w:rsid w:val="00732886"/>
    <w:rsid w:val="007337E9"/>
    <w:rsid w:val="00734DDF"/>
    <w:rsid w:val="00734FF9"/>
    <w:rsid w:val="00736747"/>
    <w:rsid w:val="00742164"/>
    <w:rsid w:val="00744EEB"/>
    <w:rsid w:val="00746431"/>
    <w:rsid w:val="007503A0"/>
    <w:rsid w:val="00753075"/>
    <w:rsid w:val="00753301"/>
    <w:rsid w:val="00753F4F"/>
    <w:rsid w:val="0075601D"/>
    <w:rsid w:val="0075720D"/>
    <w:rsid w:val="00762567"/>
    <w:rsid w:val="0076264F"/>
    <w:rsid w:val="007640D9"/>
    <w:rsid w:val="007669EE"/>
    <w:rsid w:val="0077022B"/>
    <w:rsid w:val="007707E0"/>
    <w:rsid w:val="00771400"/>
    <w:rsid w:val="007722D8"/>
    <w:rsid w:val="00775DEC"/>
    <w:rsid w:val="007778E7"/>
    <w:rsid w:val="0078041D"/>
    <w:rsid w:val="00781644"/>
    <w:rsid w:val="00782E65"/>
    <w:rsid w:val="00783DF0"/>
    <w:rsid w:val="00784EB8"/>
    <w:rsid w:val="0078611F"/>
    <w:rsid w:val="00787A9D"/>
    <w:rsid w:val="00791556"/>
    <w:rsid w:val="00792A5F"/>
    <w:rsid w:val="00792D80"/>
    <w:rsid w:val="007933E2"/>
    <w:rsid w:val="007937CD"/>
    <w:rsid w:val="00793A8A"/>
    <w:rsid w:val="007965D6"/>
    <w:rsid w:val="007A18EF"/>
    <w:rsid w:val="007A52D5"/>
    <w:rsid w:val="007A5AC3"/>
    <w:rsid w:val="007A5CDF"/>
    <w:rsid w:val="007B2542"/>
    <w:rsid w:val="007B3564"/>
    <w:rsid w:val="007B575C"/>
    <w:rsid w:val="007C14AE"/>
    <w:rsid w:val="007C21D4"/>
    <w:rsid w:val="007D16E4"/>
    <w:rsid w:val="007D2ADF"/>
    <w:rsid w:val="007D37B9"/>
    <w:rsid w:val="007D7402"/>
    <w:rsid w:val="007E004A"/>
    <w:rsid w:val="007E1A81"/>
    <w:rsid w:val="007E3B3A"/>
    <w:rsid w:val="007E5D17"/>
    <w:rsid w:val="007E761E"/>
    <w:rsid w:val="007F3E86"/>
    <w:rsid w:val="007F5BE8"/>
    <w:rsid w:val="007F7D79"/>
    <w:rsid w:val="008004B0"/>
    <w:rsid w:val="00801BAE"/>
    <w:rsid w:val="00803EE7"/>
    <w:rsid w:val="008043B6"/>
    <w:rsid w:val="00804692"/>
    <w:rsid w:val="00804A21"/>
    <w:rsid w:val="00804B71"/>
    <w:rsid w:val="00807301"/>
    <w:rsid w:val="00810BBB"/>
    <w:rsid w:val="00815308"/>
    <w:rsid w:val="00815E95"/>
    <w:rsid w:val="008207AE"/>
    <w:rsid w:val="00824187"/>
    <w:rsid w:val="008242EE"/>
    <w:rsid w:val="00825504"/>
    <w:rsid w:val="008258FD"/>
    <w:rsid w:val="00825FED"/>
    <w:rsid w:val="00826782"/>
    <w:rsid w:val="00827D2E"/>
    <w:rsid w:val="00832BF0"/>
    <w:rsid w:val="0083698F"/>
    <w:rsid w:val="0084359A"/>
    <w:rsid w:val="008440DE"/>
    <w:rsid w:val="00845B67"/>
    <w:rsid w:val="008509A3"/>
    <w:rsid w:val="00851184"/>
    <w:rsid w:val="00852032"/>
    <w:rsid w:val="008523E0"/>
    <w:rsid w:val="00853C16"/>
    <w:rsid w:val="0085424A"/>
    <w:rsid w:val="008555E5"/>
    <w:rsid w:val="00863FCF"/>
    <w:rsid w:val="008655A1"/>
    <w:rsid w:val="00865C12"/>
    <w:rsid w:val="00867748"/>
    <w:rsid w:val="0087524E"/>
    <w:rsid w:val="0087788C"/>
    <w:rsid w:val="00877DE2"/>
    <w:rsid w:val="00877F1D"/>
    <w:rsid w:val="00881121"/>
    <w:rsid w:val="0088258C"/>
    <w:rsid w:val="00882F91"/>
    <w:rsid w:val="00885559"/>
    <w:rsid w:val="00885647"/>
    <w:rsid w:val="00887599"/>
    <w:rsid w:val="00887A8A"/>
    <w:rsid w:val="00892415"/>
    <w:rsid w:val="008949DE"/>
    <w:rsid w:val="008A0334"/>
    <w:rsid w:val="008A4950"/>
    <w:rsid w:val="008A4B18"/>
    <w:rsid w:val="008A79BE"/>
    <w:rsid w:val="008B3A03"/>
    <w:rsid w:val="008B4C90"/>
    <w:rsid w:val="008C40B6"/>
    <w:rsid w:val="008D0F59"/>
    <w:rsid w:val="008D19D8"/>
    <w:rsid w:val="008D23B3"/>
    <w:rsid w:val="008D503F"/>
    <w:rsid w:val="008D5CD4"/>
    <w:rsid w:val="008D72EE"/>
    <w:rsid w:val="008D7FFE"/>
    <w:rsid w:val="008E100A"/>
    <w:rsid w:val="008E369A"/>
    <w:rsid w:val="008E4373"/>
    <w:rsid w:val="008E7AA6"/>
    <w:rsid w:val="008F038F"/>
    <w:rsid w:val="008F1BAD"/>
    <w:rsid w:val="008F254C"/>
    <w:rsid w:val="008F3630"/>
    <w:rsid w:val="008F378B"/>
    <w:rsid w:val="008F6E62"/>
    <w:rsid w:val="008F7C74"/>
    <w:rsid w:val="0090098A"/>
    <w:rsid w:val="0090106A"/>
    <w:rsid w:val="00902328"/>
    <w:rsid w:val="009036D0"/>
    <w:rsid w:val="009073D5"/>
    <w:rsid w:val="00913932"/>
    <w:rsid w:val="00914187"/>
    <w:rsid w:val="00915234"/>
    <w:rsid w:val="009169A0"/>
    <w:rsid w:val="0091747C"/>
    <w:rsid w:val="009178D1"/>
    <w:rsid w:val="00917E86"/>
    <w:rsid w:val="00920267"/>
    <w:rsid w:val="009208F9"/>
    <w:rsid w:val="00920D04"/>
    <w:rsid w:val="00924A0C"/>
    <w:rsid w:val="00925637"/>
    <w:rsid w:val="0092761A"/>
    <w:rsid w:val="00932D05"/>
    <w:rsid w:val="009334D9"/>
    <w:rsid w:val="00935236"/>
    <w:rsid w:val="00942691"/>
    <w:rsid w:val="0094352A"/>
    <w:rsid w:val="00943D11"/>
    <w:rsid w:val="00946BB5"/>
    <w:rsid w:val="009470F8"/>
    <w:rsid w:val="0095310A"/>
    <w:rsid w:val="00953547"/>
    <w:rsid w:val="009539D1"/>
    <w:rsid w:val="00953C59"/>
    <w:rsid w:val="00953DD6"/>
    <w:rsid w:val="009634D3"/>
    <w:rsid w:val="00963C51"/>
    <w:rsid w:val="00963C94"/>
    <w:rsid w:val="00966059"/>
    <w:rsid w:val="009672F6"/>
    <w:rsid w:val="009721AE"/>
    <w:rsid w:val="00973872"/>
    <w:rsid w:val="00973DB6"/>
    <w:rsid w:val="00980460"/>
    <w:rsid w:val="009812AB"/>
    <w:rsid w:val="00983102"/>
    <w:rsid w:val="009867FA"/>
    <w:rsid w:val="0099560C"/>
    <w:rsid w:val="00995B5D"/>
    <w:rsid w:val="00996DAF"/>
    <w:rsid w:val="009970BB"/>
    <w:rsid w:val="009976A7"/>
    <w:rsid w:val="009A4780"/>
    <w:rsid w:val="009A5078"/>
    <w:rsid w:val="009A79FF"/>
    <w:rsid w:val="009B03AC"/>
    <w:rsid w:val="009B3E4E"/>
    <w:rsid w:val="009B4AE7"/>
    <w:rsid w:val="009B63FD"/>
    <w:rsid w:val="009C140D"/>
    <w:rsid w:val="009C14FF"/>
    <w:rsid w:val="009C44E8"/>
    <w:rsid w:val="009C4D9D"/>
    <w:rsid w:val="009C546A"/>
    <w:rsid w:val="009C7AC9"/>
    <w:rsid w:val="009C7DE5"/>
    <w:rsid w:val="009D1233"/>
    <w:rsid w:val="009D13BF"/>
    <w:rsid w:val="009D4FB5"/>
    <w:rsid w:val="009D62B9"/>
    <w:rsid w:val="009D7167"/>
    <w:rsid w:val="009D7256"/>
    <w:rsid w:val="009D7F20"/>
    <w:rsid w:val="009E28CB"/>
    <w:rsid w:val="009E4039"/>
    <w:rsid w:val="009E7396"/>
    <w:rsid w:val="009F0862"/>
    <w:rsid w:val="009F1E2E"/>
    <w:rsid w:val="009F2D7B"/>
    <w:rsid w:val="009F5BE5"/>
    <w:rsid w:val="009F5C6D"/>
    <w:rsid w:val="009F7009"/>
    <w:rsid w:val="009F7082"/>
    <w:rsid w:val="00A016D9"/>
    <w:rsid w:val="00A02B3E"/>
    <w:rsid w:val="00A02F5D"/>
    <w:rsid w:val="00A05BE9"/>
    <w:rsid w:val="00A05CC6"/>
    <w:rsid w:val="00A11491"/>
    <w:rsid w:val="00A16421"/>
    <w:rsid w:val="00A16CA0"/>
    <w:rsid w:val="00A201C9"/>
    <w:rsid w:val="00A2420C"/>
    <w:rsid w:val="00A32832"/>
    <w:rsid w:val="00A34FE4"/>
    <w:rsid w:val="00A35D06"/>
    <w:rsid w:val="00A36D02"/>
    <w:rsid w:val="00A43AA2"/>
    <w:rsid w:val="00A4473D"/>
    <w:rsid w:val="00A464D5"/>
    <w:rsid w:val="00A465EB"/>
    <w:rsid w:val="00A51D76"/>
    <w:rsid w:val="00A54F78"/>
    <w:rsid w:val="00A55981"/>
    <w:rsid w:val="00A60CA7"/>
    <w:rsid w:val="00A60DB9"/>
    <w:rsid w:val="00A61422"/>
    <w:rsid w:val="00A64239"/>
    <w:rsid w:val="00A642CF"/>
    <w:rsid w:val="00A645B0"/>
    <w:rsid w:val="00A666D1"/>
    <w:rsid w:val="00A673AC"/>
    <w:rsid w:val="00A71674"/>
    <w:rsid w:val="00A726CD"/>
    <w:rsid w:val="00A74092"/>
    <w:rsid w:val="00A74200"/>
    <w:rsid w:val="00A74259"/>
    <w:rsid w:val="00A7484E"/>
    <w:rsid w:val="00A8285D"/>
    <w:rsid w:val="00A82E8E"/>
    <w:rsid w:val="00A84D6A"/>
    <w:rsid w:val="00A94E33"/>
    <w:rsid w:val="00A95799"/>
    <w:rsid w:val="00A96341"/>
    <w:rsid w:val="00A96A38"/>
    <w:rsid w:val="00AA0B88"/>
    <w:rsid w:val="00AA28B5"/>
    <w:rsid w:val="00AA3314"/>
    <w:rsid w:val="00AA3E0E"/>
    <w:rsid w:val="00AA767A"/>
    <w:rsid w:val="00AB1360"/>
    <w:rsid w:val="00AB15CD"/>
    <w:rsid w:val="00AB4A5C"/>
    <w:rsid w:val="00AB5915"/>
    <w:rsid w:val="00AC03DA"/>
    <w:rsid w:val="00AC16E9"/>
    <w:rsid w:val="00AC4910"/>
    <w:rsid w:val="00AC5318"/>
    <w:rsid w:val="00AC6A9D"/>
    <w:rsid w:val="00AC7C8B"/>
    <w:rsid w:val="00AD13BC"/>
    <w:rsid w:val="00AD344C"/>
    <w:rsid w:val="00AD474E"/>
    <w:rsid w:val="00AD5007"/>
    <w:rsid w:val="00AD58F2"/>
    <w:rsid w:val="00AD60B8"/>
    <w:rsid w:val="00AD7E8A"/>
    <w:rsid w:val="00AE216A"/>
    <w:rsid w:val="00AE6E8A"/>
    <w:rsid w:val="00AF02B3"/>
    <w:rsid w:val="00AF3512"/>
    <w:rsid w:val="00AF3CE0"/>
    <w:rsid w:val="00AF4644"/>
    <w:rsid w:val="00AF5524"/>
    <w:rsid w:val="00AF5E2B"/>
    <w:rsid w:val="00AF7E0F"/>
    <w:rsid w:val="00AF7F6D"/>
    <w:rsid w:val="00B06A1B"/>
    <w:rsid w:val="00B06EEF"/>
    <w:rsid w:val="00B104EE"/>
    <w:rsid w:val="00B1254C"/>
    <w:rsid w:val="00B2142F"/>
    <w:rsid w:val="00B21C63"/>
    <w:rsid w:val="00B21EEE"/>
    <w:rsid w:val="00B22234"/>
    <w:rsid w:val="00B23741"/>
    <w:rsid w:val="00B24BCA"/>
    <w:rsid w:val="00B272ED"/>
    <w:rsid w:val="00B30B69"/>
    <w:rsid w:val="00B325B1"/>
    <w:rsid w:val="00B4052A"/>
    <w:rsid w:val="00B42400"/>
    <w:rsid w:val="00B43214"/>
    <w:rsid w:val="00B44665"/>
    <w:rsid w:val="00B44C47"/>
    <w:rsid w:val="00B44FC8"/>
    <w:rsid w:val="00B45909"/>
    <w:rsid w:val="00B525FC"/>
    <w:rsid w:val="00B53231"/>
    <w:rsid w:val="00B53BD5"/>
    <w:rsid w:val="00B6150C"/>
    <w:rsid w:val="00B645DA"/>
    <w:rsid w:val="00B6693E"/>
    <w:rsid w:val="00B669AF"/>
    <w:rsid w:val="00B70825"/>
    <w:rsid w:val="00B711D3"/>
    <w:rsid w:val="00B71D88"/>
    <w:rsid w:val="00B72302"/>
    <w:rsid w:val="00B7420E"/>
    <w:rsid w:val="00B756FC"/>
    <w:rsid w:val="00B841E5"/>
    <w:rsid w:val="00B84A83"/>
    <w:rsid w:val="00B84B46"/>
    <w:rsid w:val="00B87378"/>
    <w:rsid w:val="00B879CB"/>
    <w:rsid w:val="00B91E7C"/>
    <w:rsid w:val="00B92013"/>
    <w:rsid w:val="00BA0B32"/>
    <w:rsid w:val="00BA10EB"/>
    <w:rsid w:val="00BA4635"/>
    <w:rsid w:val="00BB3CF4"/>
    <w:rsid w:val="00BB5382"/>
    <w:rsid w:val="00BB7CE8"/>
    <w:rsid w:val="00BC0EB6"/>
    <w:rsid w:val="00BC1659"/>
    <w:rsid w:val="00BC1F0D"/>
    <w:rsid w:val="00BC4678"/>
    <w:rsid w:val="00BC4A45"/>
    <w:rsid w:val="00BC5E26"/>
    <w:rsid w:val="00BC6E3D"/>
    <w:rsid w:val="00BD592E"/>
    <w:rsid w:val="00BD6A50"/>
    <w:rsid w:val="00BD6AC2"/>
    <w:rsid w:val="00BD6D5C"/>
    <w:rsid w:val="00BE239C"/>
    <w:rsid w:val="00BE4E08"/>
    <w:rsid w:val="00BE528D"/>
    <w:rsid w:val="00BE5D2E"/>
    <w:rsid w:val="00BF3D22"/>
    <w:rsid w:val="00BF3F7D"/>
    <w:rsid w:val="00BF574E"/>
    <w:rsid w:val="00BF7C1C"/>
    <w:rsid w:val="00C02CD1"/>
    <w:rsid w:val="00C0488A"/>
    <w:rsid w:val="00C065A0"/>
    <w:rsid w:val="00C07ABF"/>
    <w:rsid w:val="00C10812"/>
    <w:rsid w:val="00C10CA0"/>
    <w:rsid w:val="00C11938"/>
    <w:rsid w:val="00C1430A"/>
    <w:rsid w:val="00C15CBF"/>
    <w:rsid w:val="00C16245"/>
    <w:rsid w:val="00C17CC4"/>
    <w:rsid w:val="00C23518"/>
    <w:rsid w:val="00C241ED"/>
    <w:rsid w:val="00C3272F"/>
    <w:rsid w:val="00C33F53"/>
    <w:rsid w:val="00C362D6"/>
    <w:rsid w:val="00C368EA"/>
    <w:rsid w:val="00C42293"/>
    <w:rsid w:val="00C42CEB"/>
    <w:rsid w:val="00C42D2A"/>
    <w:rsid w:val="00C506FD"/>
    <w:rsid w:val="00C52897"/>
    <w:rsid w:val="00C53737"/>
    <w:rsid w:val="00C537DE"/>
    <w:rsid w:val="00C56B4D"/>
    <w:rsid w:val="00C56D2F"/>
    <w:rsid w:val="00C57260"/>
    <w:rsid w:val="00C603B0"/>
    <w:rsid w:val="00C61A4A"/>
    <w:rsid w:val="00C649F4"/>
    <w:rsid w:val="00C64E4F"/>
    <w:rsid w:val="00C661AA"/>
    <w:rsid w:val="00C71050"/>
    <w:rsid w:val="00C72917"/>
    <w:rsid w:val="00C75462"/>
    <w:rsid w:val="00C75AFC"/>
    <w:rsid w:val="00C7696F"/>
    <w:rsid w:val="00C76BFF"/>
    <w:rsid w:val="00C77A47"/>
    <w:rsid w:val="00C82996"/>
    <w:rsid w:val="00C82C82"/>
    <w:rsid w:val="00C83C3F"/>
    <w:rsid w:val="00C84D85"/>
    <w:rsid w:val="00C853D9"/>
    <w:rsid w:val="00C86029"/>
    <w:rsid w:val="00C90292"/>
    <w:rsid w:val="00C9060D"/>
    <w:rsid w:val="00C92500"/>
    <w:rsid w:val="00C93661"/>
    <w:rsid w:val="00C945B1"/>
    <w:rsid w:val="00C957E8"/>
    <w:rsid w:val="00CA057C"/>
    <w:rsid w:val="00CA14F7"/>
    <w:rsid w:val="00CA2412"/>
    <w:rsid w:val="00CA4A11"/>
    <w:rsid w:val="00CA7DDD"/>
    <w:rsid w:val="00CA7EEB"/>
    <w:rsid w:val="00CB286D"/>
    <w:rsid w:val="00CB2EE1"/>
    <w:rsid w:val="00CB3332"/>
    <w:rsid w:val="00CB338E"/>
    <w:rsid w:val="00CB5D9B"/>
    <w:rsid w:val="00CB7F3E"/>
    <w:rsid w:val="00CC21CE"/>
    <w:rsid w:val="00CC2D2F"/>
    <w:rsid w:val="00CD1332"/>
    <w:rsid w:val="00CD225F"/>
    <w:rsid w:val="00CD2A07"/>
    <w:rsid w:val="00CD7172"/>
    <w:rsid w:val="00CD7D47"/>
    <w:rsid w:val="00CE02E7"/>
    <w:rsid w:val="00CE24EA"/>
    <w:rsid w:val="00CE4DC1"/>
    <w:rsid w:val="00CE6B8C"/>
    <w:rsid w:val="00CF0C2F"/>
    <w:rsid w:val="00CF1803"/>
    <w:rsid w:val="00CF4AA7"/>
    <w:rsid w:val="00CF68AE"/>
    <w:rsid w:val="00CF78D5"/>
    <w:rsid w:val="00D00DC0"/>
    <w:rsid w:val="00D028D8"/>
    <w:rsid w:val="00D0572C"/>
    <w:rsid w:val="00D05B83"/>
    <w:rsid w:val="00D05F27"/>
    <w:rsid w:val="00D10BFF"/>
    <w:rsid w:val="00D13173"/>
    <w:rsid w:val="00D1345D"/>
    <w:rsid w:val="00D173A5"/>
    <w:rsid w:val="00D178E8"/>
    <w:rsid w:val="00D20725"/>
    <w:rsid w:val="00D232F6"/>
    <w:rsid w:val="00D25009"/>
    <w:rsid w:val="00D30231"/>
    <w:rsid w:val="00D31043"/>
    <w:rsid w:val="00D345CF"/>
    <w:rsid w:val="00D3561E"/>
    <w:rsid w:val="00D43780"/>
    <w:rsid w:val="00D46EBA"/>
    <w:rsid w:val="00D473C5"/>
    <w:rsid w:val="00D47417"/>
    <w:rsid w:val="00D507A1"/>
    <w:rsid w:val="00D52012"/>
    <w:rsid w:val="00D5354D"/>
    <w:rsid w:val="00D55C13"/>
    <w:rsid w:val="00D55DF4"/>
    <w:rsid w:val="00D57C25"/>
    <w:rsid w:val="00D62A9C"/>
    <w:rsid w:val="00D62EF3"/>
    <w:rsid w:val="00D65648"/>
    <w:rsid w:val="00D658B4"/>
    <w:rsid w:val="00D65FBC"/>
    <w:rsid w:val="00D67EF5"/>
    <w:rsid w:val="00D70D1B"/>
    <w:rsid w:val="00D72D7B"/>
    <w:rsid w:val="00D74070"/>
    <w:rsid w:val="00D74F0E"/>
    <w:rsid w:val="00D74FEA"/>
    <w:rsid w:val="00D808C7"/>
    <w:rsid w:val="00D812F2"/>
    <w:rsid w:val="00D82398"/>
    <w:rsid w:val="00D84B21"/>
    <w:rsid w:val="00D925C0"/>
    <w:rsid w:val="00D95C13"/>
    <w:rsid w:val="00D967E8"/>
    <w:rsid w:val="00D96AA1"/>
    <w:rsid w:val="00D97B4D"/>
    <w:rsid w:val="00DA0C8B"/>
    <w:rsid w:val="00DA121A"/>
    <w:rsid w:val="00DA1551"/>
    <w:rsid w:val="00DA171E"/>
    <w:rsid w:val="00DA1F8F"/>
    <w:rsid w:val="00DA3A88"/>
    <w:rsid w:val="00DA5D37"/>
    <w:rsid w:val="00DA6B22"/>
    <w:rsid w:val="00DA6B52"/>
    <w:rsid w:val="00DB08DA"/>
    <w:rsid w:val="00DB67D6"/>
    <w:rsid w:val="00DB6C58"/>
    <w:rsid w:val="00DB7522"/>
    <w:rsid w:val="00DB7671"/>
    <w:rsid w:val="00DC14F7"/>
    <w:rsid w:val="00DC528A"/>
    <w:rsid w:val="00DC62F5"/>
    <w:rsid w:val="00DC7802"/>
    <w:rsid w:val="00DC79BD"/>
    <w:rsid w:val="00DD41B1"/>
    <w:rsid w:val="00DD4E95"/>
    <w:rsid w:val="00DE1A6F"/>
    <w:rsid w:val="00DE4803"/>
    <w:rsid w:val="00DE4E11"/>
    <w:rsid w:val="00DF10BE"/>
    <w:rsid w:val="00DF12F3"/>
    <w:rsid w:val="00DF2581"/>
    <w:rsid w:val="00DF2C66"/>
    <w:rsid w:val="00E010BE"/>
    <w:rsid w:val="00E03788"/>
    <w:rsid w:val="00E04D92"/>
    <w:rsid w:val="00E05C1E"/>
    <w:rsid w:val="00E06570"/>
    <w:rsid w:val="00E06DFA"/>
    <w:rsid w:val="00E10393"/>
    <w:rsid w:val="00E11606"/>
    <w:rsid w:val="00E120C5"/>
    <w:rsid w:val="00E12FDE"/>
    <w:rsid w:val="00E14989"/>
    <w:rsid w:val="00E14BE1"/>
    <w:rsid w:val="00E17362"/>
    <w:rsid w:val="00E17B3E"/>
    <w:rsid w:val="00E23C9A"/>
    <w:rsid w:val="00E23D82"/>
    <w:rsid w:val="00E23E26"/>
    <w:rsid w:val="00E264C7"/>
    <w:rsid w:val="00E33A3B"/>
    <w:rsid w:val="00E34787"/>
    <w:rsid w:val="00E3624C"/>
    <w:rsid w:val="00E36E03"/>
    <w:rsid w:val="00E37197"/>
    <w:rsid w:val="00E40BBC"/>
    <w:rsid w:val="00E43A2A"/>
    <w:rsid w:val="00E43E85"/>
    <w:rsid w:val="00E46211"/>
    <w:rsid w:val="00E4707D"/>
    <w:rsid w:val="00E47502"/>
    <w:rsid w:val="00E47F15"/>
    <w:rsid w:val="00E519F6"/>
    <w:rsid w:val="00E558F3"/>
    <w:rsid w:val="00E56AE9"/>
    <w:rsid w:val="00E607FD"/>
    <w:rsid w:val="00E60FD3"/>
    <w:rsid w:val="00E6111A"/>
    <w:rsid w:val="00E62E95"/>
    <w:rsid w:val="00E63E37"/>
    <w:rsid w:val="00E642F2"/>
    <w:rsid w:val="00E6488B"/>
    <w:rsid w:val="00E65449"/>
    <w:rsid w:val="00E656C7"/>
    <w:rsid w:val="00E65C05"/>
    <w:rsid w:val="00E678ED"/>
    <w:rsid w:val="00E748BB"/>
    <w:rsid w:val="00E80D74"/>
    <w:rsid w:val="00E826DF"/>
    <w:rsid w:val="00E8737F"/>
    <w:rsid w:val="00E9116E"/>
    <w:rsid w:val="00E92DF1"/>
    <w:rsid w:val="00E93B30"/>
    <w:rsid w:val="00E94AFA"/>
    <w:rsid w:val="00E95EF3"/>
    <w:rsid w:val="00E9602D"/>
    <w:rsid w:val="00E97572"/>
    <w:rsid w:val="00EA202B"/>
    <w:rsid w:val="00EA5534"/>
    <w:rsid w:val="00EA6691"/>
    <w:rsid w:val="00EB1321"/>
    <w:rsid w:val="00EB20DF"/>
    <w:rsid w:val="00EB399D"/>
    <w:rsid w:val="00EB7363"/>
    <w:rsid w:val="00EC0AD1"/>
    <w:rsid w:val="00EC0C46"/>
    <w:rsid w:val="00EC1A6C"/>
    <w:rsid w:val="00EC2632"/>
    <w:rsid w:val="00EC4454"/>
    <w:rsid w:val="00EC74C3"/>
    <w:rsid w:val="00ED367D"/>
    <w:rsid w:val="00ED3D41"/>
    <w:rsid w:val="00ED57E4"/>
    <w:rsid w:val="00ED5890"/>
    <w:rsid w:val="00ED5C57"/>
    <w:rsid w:val="00ED6FF2"/>
    <w:rsid w:val="00ED710B"/>
    <w:rsid w:val="00EE1999"/>
    <w:rsid w:val="00EE2708"/>
    <w:rsid w:val="00EE622D"/>
    <w:rsid w:val="00EF066F"/>
    <w:rsid w:val="00EF1671"/>
    <w:rsid w:val="00EF2A8D"/>
    <w:rsid w:val="00EF348A"/>
    <w:rsid w:val="00EF623D"/>
    <w:rsid w:val="00EF6DCE"/>
    <w:rsid w:val="00F03163"/>
    <w:rsid w:val="00F03293"/>
    <w:rsid w:val="00F03580"/>
    <w:rsid w:val="00F03706"/>
    <w:rsid w:val="00F045DF"/>
    <w:rsid w:val="00F046DE"/>
    <w:rsid w:val="00F12435"/>
    <w:rsid w:val="00F12D7C"/>
    <w:rsid w:val="00F135D6"/>
    <w:rsid w:val="00F14E41"/>
    <w:rsid w:val="00F2615F"/>
    <w:rsid w:val="00F277FE"/>
    <w:rsid w:val="00F3051E"/>
    <w:rsid w:val="00F33EBE"/>
    <w:rsid w:val="00F4595A"/>
    <w:rsid w:val="00F45A53"/>
    <w:rsid w:val="00F470AE"/>
    <w:rsid w:val="00F4750D"/>
    <w:rsid w:val="00F47CC9"/>
    <w:rsid w:val="00F50AB7"/>
    <w:rsid w:val="00F51D8D"/>
    <w:rsid w:val="00F51F73"/>
    <w:rsid w:val="00F5295F"/>
    <w:rsid w:val="00F533B7"/>
    <w:rsid w:val="00F558A8"/>
    <w:rsid w:val="00F55A2F"/>
    <w:rsid w:val="00F5600D"/>
    <w:rsid w:val="00F60FCE"/>
    <w:rsid w:val="00F61ECE"/>
    <w:rsid w:val="00F65855"/>
    <w:rsid w:val="00F66963"/>
    <w:rsid w:val="00F70C80"/>
    <w:rsid w:val="00F715EC"/>
    <w:rsid w:val="00F72439"/>
    <w:rsid w:val="00F728D2"/>
    <w:rsid w:val="00F7308D"/>
    <w:rsid w:val="00F749D3"/>
    <w:rsid w:val="00F75CD4"/>
    <w:rsid w:val="00F75F84"/>
    <w:rsid w:val="00F7693D"/>
    <w:rsid w:val="00F808F5"/>
    <w:rsid w:val="00F80D8E"/>
    <w:rsid w:val="00F86937"/>
    <w:rsid w:val="00F87E25"/>
    <w:rsid w:val="00F90B2D"/>
    <w:rsid w:val="00F94096"/>
    <w:rsid w:val="00F969CD"/>
    <w:rsid w:val="00FA168B"/>
    <w:rsid w:val="00FA1821"/>
    <w:rsid w:val="00FA5261"/>
    <w:rsid w:val="00FA66D4"/>
    <w:rsid w:val="00FB3A4A"/>
    <w:rsid w:val="00FB3A72"/>
    <w:rsid w:val="00FB47A6"/>
    <w:rsid w:val="00FB4BD4"/>
    <w:rsid w:val="00FB6701"/>
    <w:rsid w:val="00FB6B2A"/>
    <w:rsid w:val="00FB6DBF"/>
    <w:rsid w:val="00FB6F4E"/>
    <w:rsid w:val="00FC2E0C"/>
    <w:rsid w:val="00FC5646"/>
    <w:rsid w:val="00FC5758"/>
    <w:rsid w:val="00FC6A85"/>
    <w:rsid w:val="00FC6D1F"/>
    <w:rsid w:val="00FD34BE"/>
    <w:rsid w:val="00FD4D83"/>
    <w:rsid w:val="00FD5042"/>
    <w:rsid w:val="00FD5E4F"/>
    <w:rsid w:val="00FD6087"/>
    <w:rsid w:val="00FD64BA"/>
    <w:rsid w:val="00FD7F25"/>
    <w:rsid w:val="00FE13B5"/>
    <w:rsid w:val="00FE1942"/>
    <w:rsid w:val="00FE4CF6"/>
    <w:rsid w:val="00FE7752"/>
    <w:rsid w:val="00FF44CA"/>
    <w:rsid w:val="00FF4520"/>
    <w:rsid w:val="00FF4783"/>
    <w:rsid w:val="00FF6AE2"/>
    <w:rsid w:val="00FF6B46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F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5D1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E5D17"/>
    <w:rPr>
      <w:rFonts w:ascii="Cambria" w:hAnsi="Cambria"/>
      <w:b/>
      <w:i/>
      <w:sz w:val="28"/>
    </w:rPr>
  </w:style>
  <w:style w:type="paragraph" w:customStyle="1" w:styleId="ConsNormal">
    <w:name w:val="ConsNormal"/>
    <w:uiPriority w:val="99"/>
    <w:rsid w:val="00FB6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B6F4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B6F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B6F4E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57C25"/>
    <w:rPr>
      <w:sz w:val="24"/>
    </w:rPr>
  </w:style>
  <w:style w:type="paragraph" w:styleId="Header">
    <w:name w:val="header"/>
    <w:basedOn w:val="Normal"/>
    <w:link w:val="HeaderChar"/>
    <w:uiPriority w:val="99"/>
    <w:rsid w:val="00FB6F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1C1"/>
    <w:rPr>
      <w:sz w:val="24"/>
    </w:rPr>
  </w:style>
  <w:style w:type="paragraph" w:styleId="Footer">
    <w:name w:val="footer"/>
    <w:basedOn w:val="Normal"/>
    <w:link w:val="FooterChar"/>
    <w:uiPriority w:val="99"/>
    <w:rsid w:val="00FB6F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01C1"/>
    <w:rPr>
      <w:sz w:val="24"/>
    </w:rPr>
  </w:style>
  <w:style w:type="character" w:styleId="PageNumber">
    <w:name w:val="page number"/>
    <w:basedOn w:val="DefaultParagraphFont"/>
    <w:uiPriority w:val="99"/>
    <w:rsid w:val="00FB6F4E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B6F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001C1"/>
    <w:rPr>
      <w:sz w:val="24"/>
    </w:rPr>
  </w:style>
  <w:style w:type="paragraph" w:styleId="BodyText">
    <w:name w:val="Body Text"/>
    <w:basedOn w:val="Normal"/>
    <w:link w:val="BodyTextChar"/>
    <w:uiPriority w:val="99"/>
    <w:rsid w:val="00FB6F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001C1"/>
    <w:rPr>
      <w:sz w:val="24"/>
    </w:rPr>
  </w:style>
  <w:style w:type="paragraph" w:styleId="BodyTextIndent2">
    <w:name w:val="Body Text Indent 2"/>
    <w:basedOn w:val="Normal"/>
    <w:link w:val="BodyTextIndent2Char"/>
    <w:uiPriority w:val="99"/>
    <w:rsid w:val="00FB6F4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001C1"/>
    <w:rPr>
      <w:sz w:val="24"/>
    </w:rPr>
  </w:style>
  <w:style w:type="paragraph" w:customStyle="1" w:styleId="ConsPlusNonformat">
    <w:name w:val="ConsPlusNonformat"/>
    <w:uiPriority w:val="99"/>
    <w:rsid w:val="00FB6F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FB6F4E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1">
    <w:name w:val="Знак1"/>
    <w:basedOn w:val="Normal"/>
    <w:uiPriority w:val="99"/>
    <w:rsid w:val="00946BB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D74F0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11"/>
    <w:basedOn w:val="Normal"/>
    <w:uiPriority w:val="99"/>
    <w:rsid w:val="0090106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Normal"/>
    <w:autoRedefine/>
    <w:uiPriority w:val="99"/>
    <w:rsid w:val="00C11938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49344E"/>
    <w:pPr>
      <w:spacing w:after="160" w:line="240" w:lineRule="exact"/>
    </w:pPr>
    <w:rPr>
      <w:sz w:val="20"/>
      <w:szCs w:val="20"/>
    </w:rPr>
  </w:style>
  <w:style w:type="paragraph" w:customStyle="1" w:styleId="a">
    <w:name w:val="Автозамена"/>
    <w:uiPriority w:val="99"/>
    <w:rsid w:val="00E34787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92026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001C1"/>
    <w:rPr>
      <w:sz w:val="16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932D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8258F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0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05F27"/>
    <w:rPr>
      <w:rFonts w:ascii="Tahoma" w:hAnsi="Tahoma"/>
      <w:sz w:val="16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BA10E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A10EB"/>
  </w:style>
  <w:style w:type="character" w:customStyle="1" w:styleId="a0">
    <w:name w:val="Основной текст_"/>
    <w:link w:val="10"/>
    <w:uiPriority w:val="99"/>
    <w:locked/>
    <w:rsid w:val="00CD7D47"/>
    <w:rPr>
      <w:sz w:val="26"/>
    </w:rPr>
  </w:style>
  <w:style w:type="paragraph" w:customStyle="1" w:styleId="10">
    <w:name w:val="Основной текст1"/>
    <w:basedOn w:val="Normal"/>
    <w:link w:val="a0"/>
    <w:uiPriority w:val="99"/>
    <w:rsid w:val="00CD7D47"/>
    <w:pPr>
      <w:shd w:val="clear" w:color="auto" w:fill="FFFFFF"/>
      <w:spacing w:after="600" w:line="322" w:lineRule="exact"/>
      <w:ind w:hanging="420"/>
    </w:pPr>
    <w:rPr>
      <w:sz w:val="26"/>
      <w:szCs w:val="26"/>
    </w:rPr>
  </w:style>
  <w:style w:type="character" w:customStyle="1" w:styleId="2">
    <w:name w:val="Основной текст (2)_"/>
    <w:link w:val="20"/>
    <w:uiPriority w:val="99"/>
    <w:locked/>
    <w:rsid w:val="00CD7D47"/>
    <w:rPr>
      <w:sz w:val="26"/>
    </w:rPr>
  </w:style>
  <w:style w:type="paragraph" w:customStyle="1" w:styleId="20">
    <w:name w:val="Основной текст (2)"/>
    <w:basedOn w:val="Normal"/>
    <w:link w:val="2"/>
    <w:uiPriority w:val="99"/>
    <w:rsid w:val="00CD7D47"/>
    <w:pPr>
      <w:shd w:val="clear" w:color="auto" w:fill="FFFFFF"/>
      <w:spacing w:before="600" w:after="60" w:line="240" w:lineRule="atLeast"/>
      <w:jc w:val="center"/>
    </w:pPr>
    <w:rPr>
      <w:sz w:val="26"/>
      <w:szCs w:val="26"/>
    </w:rPr>
  </w:style>
  <w:style w:type="paragraph" w:styleId="ListParagraph">
    <w:name w:val="List Paragraph"/>
    <w:basedOn w:val="Normal"/>
    <w:uiPriority w:val="99"/>
    <w:qFormat/>
    <w:rsid w:val="005D709F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paragraph" w:styleId="NoSpacing">
    <w:name w:val="No Spacing"/>
    <w:uiPriority w:val="99"/>
    <w:qFormat/>
    <w:rsid w:val="002000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0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1220</TotalTime>
  <Pages>5</Pages>
  <Words>1653</Words>
  <Characters>9427</Characters>
  <Application>Microsoft Office Outlook</Application>
  <DocSecurity>0</DocSecurity>
  <Lines>0</Lines>
  <Paragraphs>0</Paragraphs>
  <ScaleCrop>false</ScaleCrop>
  <Company>DF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subject/>
  <dc:creator>Суровцева Т.В.</dc:creator>
  <cp:keywords/>
  <dc:description/>
  <cp:lastModifiedBy>User</cp:lastModifiedBy>
  <cp:revision>115</cp:revision>
  <cp:lastPrinted>2020-04-01T07:49:00Z</cp:lastPrinted>
  <dcterms:created xsi:type="dcterms:W3CDTF">2018-01-11T10:21:00Z</dcterms:created>
  <dcterms:modified xsi:type="dcterms:W3CDTF">2020-04-08T05:21:00Z</dcterms:modified>
</cp:coreProperties>
</file>