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4A" w:rsidRPr="00EE3C28" w:rsidRDefault="00AF244A" w:rsidP="00EE3C28">
      <w:pPr>
        <w:pStyle w:val="NoSpacing"/>
        <w:ind w:firstLine="10620"/>
        <w:jc w:val="center"/>
        <w:rPr>
          <w:rFonts w:ascii="Times New Roman" w:hAnsi="Times New Roman"/>
        </w:rPr>
      </w:pPr>
      <w:r w:rsidRPr="00EE3C28">
        <w:rPr>
          <w:rFonts w:ascii="Times New Roman" w:hAnsi="Times New Roman"/>
        </w:rPr>
        <w:t>ПРИЛОЖЕНИЕ</w:t>
      </w:r>
    </w:p>
    <w:p w:rsidR="00AF244A" w:rsidRPr="00115EC9" w:rsidRDefault="00AF244A" w:rsidP="00EE3C28">
      <w:pPr>
        <w:pStyle w:val="NoSpacing"/>
        <w:ind w:firstLine="10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115EC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распоряж</w:t>
      </w:r>
      <w:r w:rsidRPr="00115EC9">
        <w:rPr>
          <w:rFonts w:ascii="Times New Roman" w:hAnsi="Times New Roman"/>
        </w:rPr>
        <w:t>ению администрации</w:t>
      </w:r>
    </w:p>
    <w:p w:rsidR="00AF244A" w:rsidRDefault="00AF244A" w:rsidP="00EE3C28">
      <w:pPr>
        <w:pStyle w:val="NoSpacing"/>
        <w:ind w:firstLine="10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:rsidR="00AF244A" w:rsidRPr="00115EC9" w:rsidRDefault="00AF244A" w:rsidP="00EE3C28">
      <w:pPr>
        <w:pStyle w:val="NoSpacing"/>
        <w:ind w:firstLine="10620"/>
        <w:jc w:val="center"/>
        <w:rPr>
          <w:rFonts w:ascii="Times New Roman" w:hAnsi="Times New Roman"/>
        </w:rPr>
      </w:pPr>
      <w:r w:rsidRPr="00115EC9">
        <w:rPr>
          <w:rFonts w:ascii="Times New Roman" w:hAnsi="Times New Roman"/>
        </w:rPr>
        <w:t>«Коношский муниципальный район»</w:t>
      </w:r>
    </w:p>
    <w:p w:rsidR="00AF244A" w:rsidRDefault="00AF244A" w:rsidP="00EE3C28">
      <w:pPr>
        <w:pStyle w:val="NoSpacing"/>
        <w:ind w:firstLine="10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13 июня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</w:rPr>
          <w:t>2019 г</w:t>
        </w:r>
      </w:smartTag>
      <w:r>
        <w:rPr>
          <w:rFonts w:ascii="Times New Roman" w:hAnsi="Times New Roman"/>
        </w:rPr>
        <w:t>. № 233-р</w:t>
      </w:r>
    </w:p>
    <w:p w:rsidR="00AF244A" w:rsidRDefault="00AF244A" w:rsidP="00115EC9">
      <w:pPr>
        <w:pStyle w:val="NoSpacing"/>
        <w:jc w:val="right"/>
        <w:rPr>
          <w:rFonts w:ascii="Times New Roman" w:hAnsi="Times New Roman"/>
        </w:rPr>
      </w:pPr>
    </w:p>
    <w:p w:rsidR="00AF244A" w:rsidRDefault="00AF244A" w:rsidP="00115EC9">
      <w:pPr>
        <w:pStyle w:val="NoSpacing"/>
        <w:jc w:val="right"/>
        <w:rPr>
          <w:rFonts w:ascii="Times New Roman" w:hAnsi="Times New Roman"/>
        </w:rPr>
      </w:pPr>
    </w:p>
    <w:p w:rsidR="00AF244A" w:rsidRDefault="00AF244A" w:rsidP="00115EC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Е Е С Т Р</w:t>
      </w:r>
    </w:p>
    <w:p w:rsidR="00AF244A" w:rsidRDefault="00AF244A" w:rsidP="00115EC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 (площадок) накопления твердых коммунальных отходов </w:t>
      </w:r>
      <w:r w:rsidRPr="007433C6">
        <w:rPr>
          <w:rFonts w:ascii="Times New Roman" w:hAnsi="Times New Roman"/>
          <w:b/>
          <w:sz w:val="24"/>
          <w:szCs w:val="24"/>
        </w:rPr>
        <w:t xml:space="preserve">на территории МО «Коношский муниципальный район» </w:t>
      </w:r>
    </w:p>
    <w:p w:rsidR="00AF244A" w:rsidRPr="007433C6" w:rsidRDefault="00AF244A" w:rsidP="00115EC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433C6">
        <w:rPr>
          <w:rFonts w:ascii="Times New Roman" w:hAnsi="Times New Roman"/>
          <w:b/>
          <w:sz w:val="24"/>
          <w:szCs w:val="24"/>
        </w:rPr>
        <w:t>(за исключением МО «Коношское»)</w:t>
      </w:r>
    </w:p>
    <w:p w:rsidR="00AF244A" w:rsidRDefault="00AF244A" w:rsidP="00115EC9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2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533"/>
        <w:gridCol w:w="2777"/>
        <w:gridCol w:w="1123"/>
        <w:gridCol w:w="900"/>
        <w:gridCol w:w="889"/>
        <w:gridCol w:w="5934"/>
        <w:gridCol w:w="236"/>
        <w:gridCol w:w="2123"/>
      </w:tblGrid>
      <w:tr w:rsidR="00AF244A" w:rsidRPr="00CA20AD" w:rsidTr="002C2DA0">
        <w:trPr>
          <w:trHeight w:val="305"/>
        </w:trPr>
        <w:tc>
          <w:tcPr>
            <w:tcW w:w="540" w:type="dxa"/>
            <w:gridSpan w:val="2"/>
            <w:vMerge w:val="restart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№ п\п</w:t>
            </w:r>
          </w:p>
        </w:tc>
        <w:tc>
          <w:tcPr>
            <w:tcW w:w="2777" w:type="dxa"/>
            <w:vMerge w:val="restart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Данные о нахождении мест (площадок) накопления тве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дых коммунальных отходов</w:t>
            </w:r>
          </w:p>
        </w:tc>
        <w:tc>
          <w:tcPr>
            <w:tcW w:w="2912" w:type="dxa"/>
            <w:gridSpan w:val="3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Данные о технических хара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к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теристиках мест (площадок) накопления твердых комм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у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нальных отходов</w:t>
            </w:r>
          </w:p>
        </w:tc>
        <w:tc>
          <w:tcPr>
            <w:tcW w:w="5934" w:type="dxa"/>
            <w:vMerge w:val="restart"/>
          </w:tcPr>
          <w:p w:rsidR="00AF244A" w:rsidRDefault="00AF244A" w:rsidP="00BA542A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BA542A">
              <w:rPr>
                <w:color w:val="333333"/>
                <w:sz w:val="20"/>
                <w:szCs w:val="20"/>
                <w:shd w:val="clear" w:color="auto" w:fill="FFFFFF"/>
              </w:rPr>
              <w:t>Данные о собственн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иках мест (площадок) накопл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е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ния</w:t>
            </w:r>
          </w:p>
          <w:p w:rsidR="00AF244A" w:rsidRPr="00BA542A" w:rsidRDefault="00AF244A" w:rsidP="00BA542A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  <w:sz w:val="20"/>
                <w:szCs w:val="20"/>
              </w:rPr>
            </w:pPr>
            <w:r w:rsidRPr="00BA542A">
              <w:rPr>
                <w:color w:val="333333"/>
                <w:sz w:val="20"/>
                <w:szCs w:val="20"/>
                <w:shd w:val="clear" w:color="auto" w:fill="FFFFFF"/>
              </w:rPr>
              <w:t>твердых коммунальных отходов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BA542A">
              <w:rPr>
                <w:color w:val="333333"/>
                <w:sz w:val="20"/>
                <w:szCs w:val="20"/>
              </w:rPr>
              <w:t>для ЮЛ, ОМСУ - полное наим</w:t>
            </w:r>
            <w:r w:rsidRPr="00BA542A">
              <w:rPr>
                <w:color w:val="333333"/>
                <w:sz w:val="20"/>
                <w:szCs w:val="20"/>
              </w:rPr>
              <w:t>е</w:t>
            </w:r>
            <w:r w:rsidRPr="00BA542A">
              <w:rPr>
                <w:color w:val="333333"/>
                <w:sz w:val="20"/>
                <w:szCs w:val="20"/>
              </w:rPr>
              <w:t>нование и основной государственный регистр</w:t>
            </w:r>
            <w:r w:rsidRPr="00BA542A">
              <w:rPr>
                <w:color w:val="333333"/>
                <w:sz w:val="20"/>
                <w:szCs w:val="20"/>
              </w:rPr>
              <w:t>а</w:t>
            </w:r>
            <w:r w:rsidRPr="00BA542A">
              <w:rPr>
                <w:color w:val="333333"/>
                <w:sz w:val="20"/>
                <w:szCs w:val="20"/>
              </w:rPr>
              <w:t>ционный номер записи в ЕГР ЮЛ, фактический адрес;</w:t>
            </w:r>
          </w:p>
          <w:p w:rsidR="00AF244A" w:rsidRPr="00BA542A" w:rsidRDefault="00AF244A" w:rsidP="00BA542A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  <w:sz w:val="20"/>
                <w:szCs w:val="20"/>
              </w:rPr>
            </w:pPr>
            <w:r w:rsidRPr="00BA542A">
              <w:rPr>
                <w:color w:val="333333"/>
                <w:sz w:val="20"/>
                <w:szCs w:val="20"/>
              </w:rPr>
              <w:t>для ИП - ф</w:t>
            </w:r>
            <w:r>
              <w:rPr>
                <w:color w:val="333333"/>
                <w:sz w:val="20"/>
                <w:szCs w:val="20"/>
              </w:rPr>
              <w:t xml:space="preserve">амилия, имя, отчество, ОГРН ИП </w:t>
            </w:r>
            <w:r w:rsidRPr="00BA542A">
              <w:rPr>
                <w:color w:val="333333"/>
                <w:sz w:val="20"/>
                <w:szCs w:val="20"/>
              </w:rPr>
              <w:t>адрес регистр</w:t>
            </w:r>
            <w:r w:rsidRPr="00BA542A">
              <w:rPr>
                <w:color w:val="333333"/>
                <w:sz w:val="20"/>
                <w:szCs w:val="20"/>
              </w:rPr>
              <w:t>а</w:t>
            </w:r>
            <w:r w:rsidRPr="00BA542A">
              <w:rPr>
                <w:color w:val="333333"/>
                <w:sz w:val="20"/>
                <w:szCs w:val="20"/>
              </w:rPr>
              <w:t>ции по месту жительства;</w:t>
            </w:r>
            <w:r>
              <w:rPr>
                <w:color w:val="333333"/>
                <w:sz w:val="20"/>
                <w:szCs w:val="20"/>
              </w:rPr>
              <w:t xml:space="preserve"> </w:t>
            </w:r>
            <w:r w:rsidRPr="00BA542A">
              <w:rPr>
                <w:sz w:val="20"/>
                <w:szCs w:val="20"/>
              </w:rPr>
              <w:t>для ФЛ – ФИО, серия, номер и дата выдачи паспорта или иного документа, удостоверяющего личность в с</w:t>
            </w:r>
            <w:r w:rsidRPr="00BA542A">
              <w:rPr>
                <w:sz w:val="20"/>
                <w:szCs w:val="20"/>
              </w:rPr>
              <w:t>о</w:t>
            </w:r>
            <w:r w:rsidRPr="00BA542A">
              <w:rPr>
                <w:sz w:val="20"/>
                <w:szCs w:val="20"/>
              </w:rPr>
              <w:t>ответствии ,адрес регистрации по месту жительства, ко</w:t>
            </w:r>
            <w:r w:rsidRPr="00BA542A">
              <w:rPr>
                <w:sz w:val="20"/>
                <w:szCs w:val="20"/>
              </w:rPr>
              <w:t>н</w:t>
            </w:r>
            <w:r w:rsidRPr="00BA542A">
              <w:rPr>
                <w:sz w:val="20"/>
                <w:szCs w:val="20"/>
              </w:rPr>
              <w:t>тактные данные</w:t>
            </w:r>
          </w:p>
        </w:tc>
        <w:tc>
          <w:tcPr>
            <w:tcW w:w="2359" w:type="dxa"/>
            <w:gridSpan w:val="2"/>
            <w:vMerge w:val="restart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Данные об источниках образования тве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дых коммунальных отх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дов, которые склад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и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руются в местах (на пл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щадках) накопления тве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дых коммунальных отх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дов"</w:t>
            </w:r>
          </w:p>
        </w:tc>
      </w:tr>
      <w:tr w:rsidR="00AF244A" w:rsidRPr="00CA20AD" w:rsidTr="002C2DA0">
        <w:trPr>
          <w:trHeight w:val="654"/>
        </w:trPr>
        <w:tc>
          <w:tcPr>
            <w:tcW w:w="540" w:type="dxa"/>
            <w:gridSpan w:val="2"/>
            <w:vMerge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7" w:type="dxa"/>
            <w:vMerge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покрытие</w:t>
            </w:r>
          </w:p>
        </w:tc>
        <w:tc>
          <w:tcPr>
            <w:tcW w:w="900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Кол</w:t>
            </w:r>
            <w:r w:rsidRPr="00BA5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BA542A">
              <w:rPr>
                <w:rFonts w:ascii="Times New Roman" w:hAnsi="Times New Roman"/>
                <w:sz w:val="20"/>
                <w:szCs w:val="20"/>
              </w:rPr>
              <w:t>чество ко</w:t>
            </w:r>
            <w:r w:rsidRPr="00BA542A">
              <w:rPr>
                <w:rFonts w:ascii="Times New Roman" w:hAnsi="Times New Roman"/>
                <w:sz w:val="20"/>
                <w:szCs w:val="20"/>
              </w:rPr>
              <w:t>н</w:t>
            </w:r>
            <w:r w:rsidRPr="00BA542A">
              <w:rPr>
                <w:rFonts w:ascii="Times New Roman" w:hAnsi="Times New Roman"/>
                <w:sz w:val="20"/>
                <w:szCs w:val="20"/>
              </w:rPr>
              <w:t>тейн</w:t>
            </w:r>
            <w:r w:rsidRPr="00BA542A">
              <w:rPr>
                <w:rFonts w:ascii="Times New Roman" w:hAnsi="Times New Roman"/>
                <w:sz w:val="20"/>
                <w:szCs w:val="20"/>
              </w:rPr>
              <w:t>е</w:t>
            </w:r>
            <w:r w:rsidRPr="00BA542A">
              <w:rPr>
                <w:rFonts w:ascii="Times New Roman" w:hAnsi="Times New Roman"/>
                <w:sz w:val="20"/>
                <w:szCs w:val="20"/>
              </w:rPr>
              <w:t>ров</w:t>
            </w:r>
          </w:p>
        </w:tc>
        <w:tc>
          <w:tcPr>
            <w:tcW w:w="889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Объем, куб.м.</w:t>
            </w:r>
          </w:p>
        </w:tc>
        <w:tc>
          <w:tcPr>
            <w:tcW w:w="5934" w:type="dxa"/>
            <w:vMerge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9" w:type="dxa"/>
            <w:gridSpan w:val="2"/>
            <w:vMerge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44A" w:rsidRPr="00CA20AD" w:rsidTr="002C2DA0">
        <w:trPr>
          <w:trHeight w:val="70"/>
        </w:trPr>
        <w:tc>
          <w:tcPr>
            <w:tcW w:w="540" w:type="dxa"/>
            <w:gridSpan w:val="2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A542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900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9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934" w:type="dxa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9" w:type="dxa"/>
            <w:gridSpan w:val="2"/>
          </w:tcPr>
          <w:p w:rsidR="00AF244A" w:rsidRPr="00BA542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42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F244A" w:rsidRPr="00CA20AD" w:rsidTr="002C2DA0">
        <w:trPr>
          <w:trHeight w:val="70"/>
        </w:trPr>
        <w:tc>
          <w:tcPr>
            <w:tcW w:w="14522" w:type="dxa"/>
            <w:gridSpan w:val="9"/>
          </w:tcPr>
          <w:p w:rsidR="00AF244A" w:rsidRPr="00CA20AD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0AD">
              <w:rPr>
                <w:rFonts w:ascii="Times New Roman" w:hAnsi="Times New Roman"/>
                <w:b/>
                <w:sz w:val="20"/>
                <w:szCs w:val="20"/>
              </w:rPr>
              <w:t>МО «Климовское»</w:t>
            </w:r>
          </w:p>
        </w:tc>
      </w:tr>
      <w:tr w:rsidR="00AF244A" w:rsidRPr="00CA20AD" w:rsidTr="002C2DA0">
        <w:trPr>
          <w:trHeight w:val="221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Гора (в 20-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ти метрах от дома №5)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Гора</w:t>
            </w:r>
          </w:p>
        </w:tc>
      </w:tr>
      <w:tr w:rsidR="00AF244A" w:rsidRPr="00CA20AD" w:rsidTr="004946D3">
        <w:trPr>
          <w:trHeight w:val="70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Площадь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 левой стороны на въезде в деревню)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щадь</w:t>
            </w:r>
          </w:p>
        </w:tc>
      </w:tr>
      <w:tr w:rsidR="00AF244A" w:rsidRPr="00CA20AD" w:rsidTr="002C2DA0">
        <w:trPr>
          <w:trHeight w:val="12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Вольская (с правой стор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ны при въезде в деревню)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Вол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</w:t>
            </w:r>
          </w:p>
        </w:tc>
      </w:tr>
      <w:tr w:rsidR="00AF244A" w:rsidRPr="00CA20AD" w:rsidTr="002C2DA0">
        <w:trPr>
          <w:trHeight w:val="70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Кеменцево (на въезде в деревню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менцево</w:t>
            </w:r>
          </w:p>
        </w:tc>
      </w:tr>
      <w:tr w:rsidR="00AF244A" w:rsidRPr="00CA20AD" w:rsidTr="002C2DA0">
        <w:trPr>
          <w:trHeight w:val="432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Порядинская в 20</w:t>
            </w:r>
            <w:r>
              <w:rPr>
                <w:rFonts w:ascii="Times New Roman" w:hAnsi="Times New Roman"/>
                <w:sz w:val="20"/>
                <w:szCs w:val="20"/>
              </w:rPr>
              <w:t>-ти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ме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рах от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рядинская</w:t>
            </w:r>
          </w:p>
        </w:tc>
      </w:tr>
      <w:tr w:rsidR="00AF244A" w:rsidRPr="00CA20AD" w:rsidTr="002C2DA0">
        <w:trPr>
          <w:trHeight w:val="510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Малышкино (на въезде в деревню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лышкино</w:t>
            </w:r>
          </w:p>
        </w:tc>
      </w:tr>
      <w:tr w:rsidR="00AF244A" w:rsidRPr="00CA20AD" w:rsidTr="002C2DA0">
        <w:trPr>
          <w:trHeight w:val="518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Жуковская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(на въезде в деревню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ниципальный район»,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Ж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ковская</w:t>
            </w:r>
          </w:p>
        </w:tc>
      </w:tr>
      <w:tr w:rsidR="00AF244A" w:rsidRPr="00CA20AD" w:rsidTr="002C2DA0">
        <w:trPr>
          <w:trHeight w:val="541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Заважерец (с правой ст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роны при въезде в деревню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Зав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жерец</w:t>
            </w:r>
          </w:p>
        </w:tc>
      </w:tr>
      <w:tr w:rsidR="00AF244A" w:rsidRPr="00CA20AD" w:rsidTr="002C2DA0">
        <w:trPr>
          <w:trHeight w:val="520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Вершинино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 правой ст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роны за деревней, в 20-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ти метрах от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Ве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шинино</w:t>
            </w:r>
          </w:p>
        </w:tc>
      </w:tr>
      <w:tr w:rsidR="00AF244A" w:rsidRPr="00CA20AD" w:rsidTr="002C2DA0">
        <w:trPr>
          <w:trHeight w:val="352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Юшковская ( в 20</w:t>
            </w:r>
            <w:r>
              <w:rPr>
                <w:rFonts w:ascii="Times New Roman" w:hAnsi="Times New Roman"/>
                <w:sz w:val="20"/>
                <w:szCs w:val="20"/>
              </w:rPr>
              <w:t>-ти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ме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ров от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Ю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ковская</w:t>
            </w:r>
          </w:p>
        </w:tc>
      </w:tr>
      <w:tr w:rsidR="00AF244A" w:rsidRPr="00CA20AD" w:rsidTr="002C2DA0">
        <w:trPr>
          <w:trHeight w:val="34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Бобровская (с правой ст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роны перед домом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26)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 Бо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ровская</w:t>
            </w:r>
          </w:p>
        </w:tc>
      </w:tr>
      <w:tr w:rsidR="00AF244A" w:rsidRPr="00CA20AD" w:rsidTr="002C2DA0">
        <w:trPr>
          <w:trHeight w:val="339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Поздеевская (на въезде в деревню)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д.Поздеевская</w:t>
            </w:r>
          </w:p>
        </w:tc>
      </w:tr>
      <w:tr w:rsidR="00AF244A" w:rsidRPr="00CA20AD" w:rsidTr="002C2DA0">
        <w:trPr>
          <w:trHeight w:val="77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Климовская (в 20</w:t>
            </w:r>
            <w:r>
              <w:rPr>
                <w:rFonts w:ascii="Times New Roman" w:hAnsi="Times New Roman"/>
                <w:sz w:val="20"/>
                <w:szCs w:val="20"/>
              </w:rPr>
              <w:t>-ти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ме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рах от дома № 20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Цен</w:t>
            </w:r>
            <w:r>
              <w:rPr>
                <w:rFonts w:ascii="Times New Roman" w:hAnsi="Times New Roman"/>
                <w:sz w:val="20"/>
                <w:szCs w:val="20"/>
              </w:rPr>
              <w:t>тральная)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сектор, МКД  д.Климовская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тральная  , пер.Школьный</w:t>
            </w:r>
          </w:p>
        </w:tc>
      </w:tr>
      <w:tr w:rsidR="00AF244A" w:rsidRPr="00CA20AD" w:rsidTr="002C2DA0">
        <w:trPr>
          <w:trHeight w:val="572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Климовская (напротив 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ма № 1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Центральная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д.Климовская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тральная  , МКД</w:t>
            </w:r>
          </w:p>
        </w:tc>
      </w:tr>
      <w:tr w:rsidR="00AF244A" w:rsidRPr="00CA20AD" w:rsidTr="002C2DA0">
        <w:trPr>
          <w:trHeight w:val="579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Климовская (в 20</w:t>
            </w:r>
            <w:r>
              <w:rPr>
                <w:rFonts w:ascii="Times New Roman" w:hAnsi="Times New Roman"/>
                <w:sz w:val="20"/>
                <w:szCs w:val="20"/>
              </w:rPr>
              <w:t>-ти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ров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от д.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2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Наб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режная (ФАП)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д.Климовская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Наб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режная, МКД</w:t>
            </w:r>
          </w:p>
        </w:tc>
      </w:tr>
      <w:tr w:rsidR="00AF244A" w:rsidRPr="00CA20AD" w:rsidTr="002C2DA0">
        <w:trPr>
          <w:trHeight w:val="433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д. Поповка (между домом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2743A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 и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д.Поповка</w:t>
            </w:r>
          </w:p>
        </w:tc>
      </w:tr>
      <w:tr w:rsidR="00AF244A" w:rsidRPr="00CA20AD" w:rsidTr="002C2DA0">
        <w:trPr>
          <w:trHeight w:val="483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Пешково (на въезде в 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д.Пешково</w:t>
            </w:r>
          </w:p>
        </w:tc>
      </w:tr>
      <w:tr w:rsidR="00AF244A" w:rsidRPr="00CA20AD" w:rsidTr="002C2DA0">
        <w:trPr>
          <w:trHeight w:val="36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Кивика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(въезд в деревню)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вика</w:t>
            </w:r>
          </w:p>
        </w:tc>
      </w:tr>
      <w:tr w:rsidR="00AF244A" w:rsidRPr="00CA20AD" w:rsidTr="002C2DA0">
        <w:trPr>
          <w:trHeight w:val="37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Пожарище (въезд в дере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д.Пожарище</w:t>
            </w:r>
          </w:p>
        </w:tc>
      </w:tr>
      <w:tr w:rsidR="00AF244A" w:rsidRPr="00CA20AD" w:rsidTr="002C2DA0">
        <w:trPr>
          <w:trHeight w:val="455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Гавриловская (въезд в 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МКД,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53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Дуплиха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03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Занива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80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Назаровская (с правой ст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роны при въезде в деревню)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50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Плосково (на въезде в 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594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Большое Заволжье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(тру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нодоступно, нет дороги через реку)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34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д. Ануфриево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Централ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 между домами 15 и 11)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МКД</w:t>
            </w:r>
          </w:p>
        </w:tc>
      </w:tr>
      <w:tr w:rsidR="00AF244A" w:rsidRPr="00CA20AD" w:rsidTr="002C2DA0">
        <w:trPr>
          <w:trHeight w:val="256"/>
        </w:trPr>
        <w:tc>
          <w:tcPr>
            <w:tcW w:w="14522" w:type="dxa"/>
            <w:gridSpan w:val="9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b/>
                <w:sz w:val="20"/>
                <w:szCs w:val="20"/>
              </w:rPr>
              <w:t>МО «Тавреньгское»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Челпанова Гора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МКД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AF244A" w:rsidRPr="0092743A" w:rsidRDefault="00AF244A" w:rsidP="004769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Плесовская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(у остановки)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д. Прилук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напротив дома Селина)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F244A" w:rsidRPr="0092743A" w:rsidRDefault="00AF244A" w:rsidP="004769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Папинская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магазина 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Аниковская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дома Ста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цева)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AF244A" w:rsidRPr="0092743A" w:rsidRDefault="00AF244A" w:rsidP="004769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Спасская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магазина)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Синцовская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дома Ж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жиной)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AF244A" w:rsidRPr="0092743A" w:rsidRDefault="00AF244A" w:rsidP="004769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Великое Поле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д. Афанасовское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дома С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мановского В.И.)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Гринево 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 у старого магазина, 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2)напроти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дома Шабановой Е.Л.)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Федуловская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апротив дома Куваевой А.А.)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Попчеевская (у дома Гер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симовского А.С.)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Кощеевская 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 у магазина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Герасимовской,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 у дома Секарева С.А.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Коняшевская (за домом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бнова В.И)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Ермаковская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(у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дома Игн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товой З.Ф)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Погаринская (напротив дома Антамановой Г.И.)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Пономаревская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/>
                <w:sz w:val="20"/>
                <w:szCs w:val="20"/>
              </w:rPr>
              <w:t>1-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 дома Порохина С.Д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/>
                <w:sz w:val="20"/>
                <w:szCs w:val="20"/>
              </w:rPr>
              <w:t>1-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 дома Марченко Н.В.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3)2-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32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4)2-Строителей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д. 16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5)1-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Школьная д.10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Большая Гора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1)1- у дома Чижова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2)1- напротив дома Кулякина М.А.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Якушевская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дома Ци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баловой)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Зубатинская (у дома Вер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щагина С.С)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AF244A" w:rsidRPr="0092743A" w:rsidRDefault="00AF244A" w:rsidP="004769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Семёновская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Шихановская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за домом Герасимовского Ф.А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Харитоновская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напротив магазина РАЙпо)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Фофановская (напротив магазина РАЙпо)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Фофановский (у дома Кожевниковой И.А.)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AF244A" w:rsidRPr="0092743A" w:rsidRDefault="00AF244A" w:rsidP="004769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Пуминовская (у остановки)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77" w:type="dxa"/>
          </w:tcPr>
          <w:p w:rsidR="00AF244A" w:rsidRPr="0092743A" w:rsidRDefault="00AF244A" w:rsidP="004769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Заручевская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остановки)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Першинская (у магазина РАЙпо)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25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Красивое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1)1- у магазина Родничок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2)1- на месте старого магаз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 ОРС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3)1- ул.  Новая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дом. 2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4946D3">
        <w:trPr>
          <w:trHeight w:val="20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77" w:type="dxa"/>
          </w:tcPr>
          <w:p w:rsidR="00AF244A" w:rsidRPr="0092743A" w:rsidRDefault="00AF244A" w:rsidP="002C2D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Слободчиково (въезд в деревню)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59" w:type="dxa"/>
            <w:gridSpan w:val="2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4946D3">
        <w:trPr>
          <w:trHeight w:val="70"/>
        </w:trPr>
        <w:tc>
          <w:tcPr>
            <w:tcW w:w="14522" w:type="dxa"/>
            <w:gridSpan w:val="9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МО «Вохтомское»</w:t>
            </w:r>
          </w:p>
        </w:tc>
      </w:tr>
      <w:tr w:rsidR="00AF244A" w:rsidRPr="00CA20AD" w:rsidTr="002C2DA0">
        <w:trPr>
          <w:trHeight w:val="353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Шестовская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Победы напротив д.37)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AF244A" w:rsidRPr="0092743A" w:rsidRDefault="00AF244A" w:rsidP="002C2D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Нечаевская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а магазином)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14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AF244A" w:rsidRPr="0092743A" w:rsidRDefault="00AF244A" w:rsidP="002C2D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Ивакинская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79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F244A" w:rsidRPr="0092743A" w:rsidRDefault="00AF244A" w:rsidP="002C2D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Грехнев Пал (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у магазина)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5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Балуевская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Лесная между д.10 и д.11)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41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пос. Фоминский (за ж/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д.) 20 м. от 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№ 9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05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Фоминская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Южная у 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03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Кузнецовская (у огорода Семина)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52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Куфтыревская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апротив магазина)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52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AF244A" w:rsidRPr="0092743A" w:rsidRDefault="00AF244A" w:rsidP="002C2D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Осташевская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16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AF244A" w:rsidRPr="0092743A" w:rsidRDefault="00AF244A" w:rsidP="002C2D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Фоминский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313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Мелентьев Пал 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1) напротив д.2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ул.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Первомайская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2)Через дорогу от магазина </w:t>
            </w:r>
          </w:p>
        </w:tc>
        <w:tc>
          <w:tcPr>
            <w:tcW w:w="1123" w:type="dxa"/>
          </w:tcPr>
          <w:p w:rsidR="00AF244A" w:rsidRPr="0092743A" w:rsidRDefault="00AF244A" w:rsidP="001F1B13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68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  <w:vAlign w:val="bottom"/>
          </w:tcPr>
          <w:p w:rsidR="00AF244A" w:rsidRPr="001F1B13" w:rsidRDefault="00AF244A" w:rsidP="001F1B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1F1B13">
              <w:rPr>
                <w:rFonts w:ascii="Times New Roman" w:hAnsi="Times New Roman"/>
                <w:sz w:val="20"/>
                <w:szCs w:val="20"/>
              </w:rPr>
              <w:t>Овражное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(у д.1 (в 20-</w:t>
            </w:r>
            <w:r w:rsidRPr="001F1B13">
              <w:rPr>
                <w:rFonts w:ascii="Times New Roman" w:hAnsi="Times New Roman"/>
                <w:sz w:val="20"/>
                <w:szCs w:val="20"/>
              </w:rPr>
              <w:t>ти метрах))</w:t>
            </w:r>
          </w:p>
        </w:tc>
        <w:tc>
          <w:tcPr>
            <w:tcW w:w="1123" w:type="dxa"/>
            <w:vAlign w:val="bottom"/>
          </w:tcPr>
          <w:p w:rsidR="00AF244A" w:rsidRPr="0092743A" w:rsidRDefault="00AF244A" w:rsidP="00FE5741">
            <w:pPr>
              <w:pStyle w:val="NoSpacing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74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Мелентьевский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1)Между магазином и бы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шей конторой -3,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(конец ул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цы)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3)У стадиона – 1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4)Между ДК и садиком – 1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5)У Фапа- 1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5,25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74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  <w:vAlign w:val="bottom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Мелентьевский (запа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 часть за ж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д)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у д.8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Железнодорожная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у д.10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Лесная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253"/>
        </w:trPr>
        <w:tc>
          <w:tcPr>
            <w:tcW w:w="14522" w:type="dxa"/>
            <w:gridSpan w:val="9"/>
          </w:tcPr>
          <w:p w:rsidR="00AF244A" w:rsidRPr="0092743A" w:rsidRDefault="00AF244A" w:rsidP="00927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b/>
                <w:sz w:val="20"/>
                <w:szCs w:val="20"/>
              </w:rPr>
              <w:t>МО «Мирный»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Мирный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между улицами Охотничья и Мира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Мирный 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Юнош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между д.9 и 11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Мирный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Дружбы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напротив д. 19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Мирный,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Береговая около дома 14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Сосновка,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Чкалова напротив д.2а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Сосновка,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Молоде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ная напротив д.26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Сосновка,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Труда на перекрестке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Сосновка,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Мира д. 10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Сосновка,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Чкалова напротив д.12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Борисовская, на въезде в деревню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Дуроевская, на въезде в деревню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2C2DA0">
        <w:trPr>
          <w:trHeight w:val="439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Топоровская, у д. 11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CA20AD" w:rsidRDefault="00AF244A" w:rsidP="004769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AD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CA20AD">
              <w:rPr>
                <w:rFonts w:ascii="Times New Roman" w:hAnsi="Times New Roman"/>
                <w:sz w:val="20"/>
                <w:szCs w:val="20"/>
              </w:rPr>
              <w:t>К</w:t>
            </w:r>
            <w:r w:rsidRPr="00CA20AD">
              <w:rPr>
                <w:rFonts w:ascii="Times New Roman" w:hAnsi="Times New Roman"/>
                <w:sz w:val="20"/>
                <w:szCs w:val="20"/>
              </w:rPr>
              <w:t>о</w:t>
            </w:r>
            <w:r w:rsidRPr="00CA20AD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CA20AD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CA20AD" w:rsidRDefault="00AF244A" w:rsidP="004769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A20AD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trHeight w:val="417"/>
        </w:trPr>
        <w:tc>
          <w:tcPr>
            <w:tcW w:w="540" w:type="dxa"/>
            <w:gridSpan w:val="2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Аладьинская (напротив дома 16)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41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Дальняя Зеленая (напротив д. 22)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астный сектор,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41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Дор (в начале деревни)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астный сектор,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41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color w:val="000000"/>
                <w:sz w:val="20"/>
                <w:szCs w:val="20"/>
              </w:rPr>
              <w:t>д. Фатуново (напротив дома 4)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3D4F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астный сектор,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243"/>
        </w:trPr>
        <w:tc>
          <w:tcPr>
            <w:tcW w:w="14515" w:type="dxa"/>
            <w:gridSpan w:val="8"/>
          </w:tcPr>
          <w:p w:rsidR="00AF244A" w:rsidRPr="0092743A" w:rsidRDefault="00AF244A" w:rsidP="00927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b/>
                <w:sz w:val="20"/>
                <w:szCs w:val="20"/>
              </w:rPr>
              <w:t>МО «Подюжское»</w:t>
            </w:r>
          </w:p>
        </w:tc>
      </w:tr>
      <w:tr w:rsidR="00AF244A" w:rsidRPr="00CA20AD" w:rsidTr="002C2DA0">
        <w:trPr>
          <w:gridBefore w:val="1"/>
          <w:wBefore w:w="7" w:type="dxa"/>
          <w:trHeight w:val="41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пос. Звенячий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астный сектор,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428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Николаевка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Колхозная д.4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Колхозная</w:t>
            </w:r>
          </w:p>
        </w:tc>
      </w:tr>
      <w:tr w:rsidR="00AF244A" w:rsidRPr="00CA20AD" w:rsidTr="002C2DA0">
        <w:trPr>
          <w:gridBefore w:val="1"/>
          <w:wBefore w:w="7" w:type="dxa"/>
          <w:trHeight w:val="506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Николаевка,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 д. 54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</w:tc>
      </w:tr>
      <w:tr w:rsidR="00AF244A" w:rsidRPr="00CA20AD" w:rsidTr="002C2DA0">
        <w:trPr>
          <w:gridBefore w:val="1"/>
          <w:wBefore w:w="7" w:type="dxa"/>
          <w:trHeight w:val="514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Николаевка,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 д. 10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</w:tc>
      </w:tr>
      <w:tr w:rsidR="00AF244A" w:rsidRPr="00CA20AD" w:rsidTr="002C2DA0">
        <w:trPr>
          <w:gridBefore w:val="1"/>
          <w:wBefore w:w="7" w:type="dxa"/>
          <w:trHeight w:val="53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Игнатовская, д.1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31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AF244A" w:rsidRPr="003A0B6C" w:rsidRDefault="00AF244A" w:rsidP="003A0B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0B6C">
              <w:rPr>
                <w:rFonts w:ascii="Times New Roman" w:hAnsi="Times New Roman"/>
                <w:sz w:val="20"/>
                <w:szCs w:val="20"/>
              </w:rPr>
              <w:t xml:space="preserve">пос. Новый,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3A0B6C">
              <w:rPr>
                <w:rFonts w:ascii="Times New Roman" w:hAnsi="Times New Roman"/>
                <w:sz w:val="20"/>
                <w:szCs w:val="20"/>
              </w:rPr>
              <w:t>Майская д.11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2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Новый,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 д.9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353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пос. Норменга,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 д.4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41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AF244A" w:rsidRPr="0092743A" w:rsidRDefault="00AF244A" w:rsidP="003A0B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пос. Можуга, д.1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 , МКД</w:t>
            </w:r>
          </w:p>
        </w:tc>
      </w:tr>
      <w:tr w:rsidR="00AF244A" w:rsidRPr="00CA20AD" w:rsidTr="002C2DA0">
        <w:trPr>
          <w:gridBefore w:val="1"/>
          <w:wBefore w:w="7" w:type="dxa"/>
          <w:trHeight w:val="49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Вельцы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 д.11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1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Вельцы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Подгорная д.12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14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Кваразангский, д.1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AF244A" w:rsidRPr="0092743A" w:rsidRDefault="00AF244A" w:rsidP="009274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Подюга,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им. Попова д. 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3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AF244A" w:rsidRPr="0092743A" w:rsidRDefault="00AF244A" w:rsidP="009274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Подюга,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им. Попова д. 9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5704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26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AF244A" w:rsidRPr="0092743A" w:rsidRDefault="00AF244A" w:rsidP="009274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Подюга,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им. Попова д. 39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0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Кирпичная д.1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41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Больничная д.1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21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Набережная д. 8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29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,Набережная д. 12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3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Свободы д. 37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1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Линейная д.2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39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Почтовая д. 8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33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Карьерская д. 7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2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 д.7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4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Заводская д. 22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04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Заводская д. 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83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,Школьная д. 15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33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Первомайская д. 16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4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Железнодоро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 д. 40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2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Железнодоро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 д. 35а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7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Привокзальная д.2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538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Привокзальная д.7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Привокзальная д.23-а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Пролетарская д.21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16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Пролетарская д.5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93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Пролетарская д.48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49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Строительная д. 12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1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Бетонная д. 9а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76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Университе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 д. 14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61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Озерная д. 7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2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Пионерская д. 10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89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Спортивная д. 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9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Подюга, Зелёная д. 3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2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Советская д. 75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86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Подюга Советская д. 10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8-е Марта д.17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21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8-е Марта д.34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19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8-е Марта д.60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83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Трудовые резервы д. 5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03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Трудовые резервы д. 28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67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Трудовые резервы д. 54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6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Подсобное хозяйство,4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14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Октябрьская д. 26 б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B90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49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Подюга, 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 Прохла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ный д. 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2C2DA0">
        <w:trPr>
          <w:gridBefore w:val="1"/>
          <w:wBefore w:w="7" w:type="dxa"/>
          <w:trHeight w:val="35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Подюга,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Гаражная д. 7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Частный сектор </w:t>
            </w:r>
          </w:p>
        </w:tc>
      </w:tr>
      <w:tr w:rsidR="00AF244A" w:rsidRPr="00CA20AD" w:rsidTr="004946D3">
        <w:trPr>
          <w:gridBefore w:val="1"/>
          <w:wBefore w:w="7" w:type="dxa"/>
          <w:trHeight w:val="70"/>
        </w:trPr>
        <w:tc>
          <w:tcPr>
            <w:tcW w:w="14515" w:type="dxa"/>
            <w:gridSpan w:val="8"/>
          </w:tcPr>
          <w:p w:rsidR="00AF244A" w:rsidRPr="0092743A" w:rsidRDefault="00AF244A" w:rsidP="00927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b/>
                <w:sz w:val="20"/>
                <w:szCs w:val="20"/>
              </w:rPr>
              <w:t>МО «Волошское»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Волошка,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Больни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ч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тор,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Больничная, Пио</w:t>
            </w:r>
            <w:r>
              <w:rPr>
                <w:rFonts w:ascii="Times New Roman" w:hAnsi="Times New Roman"/>
                <w:sz w:val="20"/>
                <w:szCs w:val="20"/>
              </w:rPr>
              <w:t>нерская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прилегающая территория к больнице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МКД, Первомайская, Апрельская, Северная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район котел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ной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МКД, частный се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тор, ул. 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троителей,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Народная, пер.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Клубный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Зав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дская,3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Заводская, Сове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Волошка,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д.25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Советская,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Волошка,  пер.Клубный,6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пер.Клубный,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Комсомольская, Строителей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Молоде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ная,6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Молодежная,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Транспортная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Тран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портная,36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Транспортная,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ская,23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Октябрьская,</w:t>
            </w:r>
          </w:p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Сплавная, Пригоро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</w:tr>
      <w:tr w:rsidR="00AF244A" w:rsidRPr="00CA20AD" w:rsidTr="002C2DA0">
        <w:trPr>
          <w:gridBefore w:val="1"/>
          <w:wBefore w:w="7" w:type="dxa"/>
          <w:trHeight w:val="586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Волошка,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ская,1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Октябрьская, Ле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ская,32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Октябрьская, Сплавная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Волошка,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Пригоро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ная,5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Пригородная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Вандыш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Южная д.1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Южная</w:t>
            </w:r>
          </w:p>
        </w:tc>
      </w:tr>
      <w:tr w:rsidR="00AF244A" w:rsidRPr="00CA20AD" w:rsidTr="002C2DA0">
        <w:trPr>
          <w:gridBefore w:val="1"/>
          <w:wBefore w:w="7" w:type="dxa"/>
          <w:trHeight w:val="17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Вандыш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Ю.Захарчука,11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Ю.Захарчука,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хайловская, Вокзал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ь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Вандыш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Железнод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рожная,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Железнодорожная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Вандыш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Заречная д.31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Администрация МО «Коношский муниципальный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Заречная</w:t>
            </w:r>
          </w:p>
        </w:tc>
      </w:tr>
      <w:tr w:rsidR="00AF244A" w:rsidRPr="00CA20AD" w:rsidTr="002C2DA0">
        <w:trPr>
          <w:gridBefore w:val="1"/>
          <w:wBefore w:w="7" w:type="dxa"/>
          <w:trHeight w:val="435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Вандыш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 д.2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Бетонные плиты 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997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МКД, частный сектор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Центральная, З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леная</w:t>
            </w:r>
          </w:p>
        </w:tc>
      </w:tr>
      <w:tr w:rsidR="00AF244A" w:rsidRPr="00CA20AD" w:rsidTr="004946D3">
        <w:trPr>
          <w:gridBefore w:val="1"/>
          <w:wBefore w:w="7" w:type="dxa"/>
          <w:trHeight w:val="70"/>
        </w:trPr>
        <w:tc>
          <w:tcPr>
            <w:tcW w:w="14515" w:type="dxa"/>
            <w:gridSpan w:val="8"/>
          </w:tcPr>
          <w:p w:rsidR="00AF244A" w:rsidRPr="0092743A" w:rsidRDefault="00AF244A" w:rsidP="00927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b/>
                <w:sz w:val="20"/>
                <w:szCs w:val="20"/>
              </w:rPr>
              <w:t>МО «Ерцевское»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</w:t>
            </w: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Коопера</w:t>
            </w:r>
            <w:r>
              <w:rPr>
                <w:rFonts w:ascii="Times New Roman" w:hAnsi="Times New Roman"/>
                <w:sz w:val="20"/>
                <w:szCs w:val="20"/>
              </w:rPr>
              <w:t>ти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ная с торца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Кооперативная д.17,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AF244A" w:rsidRPr="00CA20AD" w:rsidTr="002C2DA0">
        <w:trPr>
          <w:gridBefore w:val="1"/>
          <w:wBefore w:w="7" w:type="dxa"/>
          <w:trHeight w:val="860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ежду домами № 4 и 6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 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Кооперативная д.15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 (за магазином РайПо)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Восточная 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</w:t>
            </w:r>
            <w:r>
              <w:rPr>
                <w:rFonts w:ascii="Times New Roman" w:hAnsi="Times New Roman"/>
                <w:sz w:val="20"/>
                <w:szCs w:val="20"/>
              </w:rPr>
              <w:t>тс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кая 3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Ерцево, между домами № 5 и 7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Ерцево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, между домами № 10 и 12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 (напротив дома №23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Южная)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23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Южная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Ерцево( между домами №16а и 14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 14,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 (напротив дома № 7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Бочарова)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Бетонные плиты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Бочарова 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 19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(с торца дома №11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Бочарова)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Бочарова 8а,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Ерцево(между домами Южная 33 и Динамо 25)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Южная 31,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Динамо 25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 (пересечение улиц Северная и Школьная в 10 метрах от дома №26а)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Школьная 15,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26а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Северная 16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 (пересечение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Школ</w:t>
            </w:r>
            <w:r>
              <w:rPr>
                <w:rFonts w:ascii="Times New Roman" w:hAnsi="Times New Roman"/>
                <w:sz w:val="20"/>
                <w:szCs w:val="20"/>
              </w:rPr>
              <w:t>ьная 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Бочарова с торца дома №28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Школьная)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Бочарова 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12а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Школьная 28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Гагарина 28,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 (на против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 по улице Звездная)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EE3D8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Звездная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Ерцево, во дворе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домов № 4 и 5 по улице Звездная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бетон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Звездная 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Ерцево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Первома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ская (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 д.4, у д.11)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Первомайская 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Сельхозная у д.3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Сельхозная 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Октябрьская 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Ерцево ул. Сельхозная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 д.9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Сельхозная 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Октябрьская 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Озерная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Озерная 2а,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 (между домами №4 и 7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Лесозаводская)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Лесозаводская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7а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Ерцево, (ул.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Западная между домами №5 и 7)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Динамо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Западная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9а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напротив дома №12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Колхозная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Колхозная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Спортивная 16,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AF244A" w:rsidRPr="00CA20AD" w:rsidTr="002C2DA0">
        <w:trPr>
          <w:gridBefore w:val="1"/>
          <w:wBefore w:w="7" w:type="dxa"/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 пересечении улиц Садовая и Речная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Железнодорожная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Линейная 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Садовая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Речная</w:t>
            </w:r>
          </w:p>
        </w:tc>
      </w:tr>
    </w:tbl>
    <w:p w:rsidR="00AF244A" w:rsidRDefault="00AF244A"/>
    <w:tbl>
      <w:tblPr>
        <w:tblW w:w="14515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2777"/>
        <w:gridCol w:w="1123"/>
        <w:gridCol w:w="900"/>
        <w:gridCol w:w="889"/>
        <w:gridCol w:w="5934"/>
        <w:gridCol w:w="236"/>
        <w:gridCol w:w="2123"/>
      </w:tblGrid>
      <w:tr w:rsidR="00AF244A" w:rsidRPr="00CA20AD" w:rsidTr="004946D3">
        <w:trPr>
          <w:trHeight w:val="70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Ерцево, на улице Мира около дама №28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Мира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Пролетарская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Лесная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за магазином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Юбилейной д.15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Юбилейная 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Мирный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 Марта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Полевая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Ерцево (ул. Юбилейная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около водонапорной башни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Юбилейная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Октябрьский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Строителей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Заречная 9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Молодежный 5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Ерцево, 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ская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(около бывшего детского сада)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Владимирская 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Заречная 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Ерцево,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р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ская около дома №5а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Владимирская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Сельская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Сельская 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Владимирская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(с торца дома №3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Северная)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Северная 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4а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Пересечная 5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Ерцево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, у дома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6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Физкультурная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Физкультурная 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Архангельская 6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</w:t>
            </w:r>
            <w:r>
              <w:rPr>
                <w:rFonts w:ascii="Times New Roman" w:hAnsi="Times New Roman"/>
                <w:sz w:val="20"/>
                <w:szCs w:val="20"/>
              </w:rPr>
              <w:t>ул. Центральная д.23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(с торца дома)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Центральная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тральная д. 1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(у магазина)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Центральная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Центральная д. 1а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F11AD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Центральная д. 1а, </w:t>
            </w: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Терешковой 1б,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Комсомольская  д.2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Ерцево, через дорогу напротив дома № 4а по улице Комсомольской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Комсомольская 3а,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7а,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5б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Крестьянская 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19а,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18а,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16а,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17б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Ерцево, пер. Клубный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ер. Клубный 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F244A" w:rsidRPr="00CA20AD" w:rsidTr="004946D3">
        <w:trPr>
          <w:trHeight w:val="70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Ерцево, у дома №13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Терешковой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Тер</w:t>
            </w:r>
            <w:r>
              <w:rPr>
                <w:rFonts w:ascii="Times New Roman" w:hAnsi="Times New Roman"/>
                <w:sz w:val="20"/>
                <w:szCs w:val="20"/>
              </w:rPr>
              <w:t>ешковой 1, 2, 3, 4, 5, 7, 8, 9, 11, 13, 14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24,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26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Ерцево,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 пересечении улиц Лухтонгская и Пересе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ч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Лухтонская 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Пересечная</w:t>
            </w:r>
          </w:p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Красноармейская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Ерцево,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ул. Динамо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2743A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Динамо 31,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38,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39,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Заречье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Поповка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Матвеевская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ind w:hanging="1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4946D3">
        <w:trPr>
          <w:trHeight w:val="362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Алексеевская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  <w:tr w:rsidR="00AF244A" w:rsidRPr="00CA20AD" w:rsidTr="004946D3">
        <w:trPr>
          <w:trHeight w:val="70"/>
        </w:trPr>
        <w:tc>
          <w:tcPr>
            <w:tcW w:w="533" w:type="dxa"/>
          </w:tcPr>
          <w:p w:rsidR="00AF244A" w:rsidRPr="0092743A" w:rsidRDefault="00AF244A" w:rsidP="0072542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777" w:type="dxa"/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 Глотиха</w:t>
            </w:r>
          </w:p>
        </w:tc>
        <w:tc>
          <w:tcPr>
            <w:tcW w:w="1123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2743A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грунт</w:t>
            </w:r>
          </w:p>
        </w:tc>
        <w:tc>
          <w:tcPr>
            <w:tcW w:w="900" w:type="dxa"/>
          </w:tcPr>
          <w:p w:rsidR="00AF244A" w:rsidRPr="0092743A" w:rsidRDefault="00AF244A" w:rsidP="00BA542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" w:type="dxa"/>
          </w:tcPr>
          <w:p w:rsidR="00AF244A" w:rsidRPr="0092743A" w:rsidRDefault="00AF244A" w:rsidP="00A01A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5934" w:type="dxa"/>
          </w:tcPr>
          <w:p w:rsidR="00AF244A" w:rsidRPr="0092743A" w:rsidRDefault="00AF244A" w:rsidP="00BA542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Администрация МО «Коношский м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у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ниципальный район»,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 xml:space="preserve">Коноша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Pr="0092743A">
              <w:rPr>
                <w:rFonts w:ascii="Times New Roman" w:hAnsi="Times New Roman"/>
                <w:sz w:val="20"/>
                <w:szCs w:val="20"/>
              </w:rPr>
              <w:t>Советская д.76, ОГРН 1022901320573</w:t>
            </w:r>
          </w:p>
        </w:tc>
        <w:tc>
          <w:tcPr>
            <w:tcW w:w="236" w:type="dxa"/>
            <w:tcBorders>
              <w:righ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nil"/>
            </w:tcBorders>
          </w:tcPr>
          <w:p w:rsidR="00AF244A" w:rsidRPr="0092743A" w:rsidRDefault="00AF244A" w:rsidP="00BA542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2743A">
              <w:rPr>
                <w:rFonts w:ascii="Times New Roman" w:hAnsi="Times New Roman"/>
                <w:sz w:val="20"/>
                <w:szCs w:val="20"/>
              </w:rPr>
              <w:t>Частный сектор</w:t>
            </w:r>
          </w:p>
        </w:tc>
      </w:tr>
    </w:tbl>
    <w:p w:rsidR="00AF244A" w:rsidRDefault="00AF244A" w:rsidP="004946D3">
      <w:pPr>
        <w:pStyle w:val="NoSpacing"/>
        <w:jc w:val="center"/>
        <w:rPr>
          <w:rFonts w:ascii="Times New Roman" w:hAnsi="Times New Roman"/>
          <w:sz w:val="20"/>
          <w:szCs w:val="20"/>
        </w:rPr>
      </w:pPr>
    </w:p>
    <w:p w:rsidR="00AF244A" w:rsidRDefault="00AF244A" w:rsidP="004946D3">
      <w:pPr>
        <w:pStyle w:val="NoSpacing"/>
        <w:jc w:val="center"/>
        <w:rPr>
          <w:rFonts w:ascii="Times New Roman" w:hAnsi="Times New Roman"/>
          <w:sz w:val="20"/>
          <w:szCs w:val="20"/>
        </w:rPr>
      </w:pPr>
    </w:p>
    <w:p w:rsidR="00AF244A" w:rsidRPr="0002243B" w:rsidRDefault="00AF244A" w:rsidP="004946D3">
      <w:pPr>
        <w:pStyle w:val="NoSpacing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</w:t>
      </w:r>
    </w:p>
    <w:sectPr w:rsidR="00AF244A" w:rsidRPr="0002243B" w:rsidSect="004946D3">
      <w:headerReference w:type="even" r:id="rId6"/>
      <w:headerReference w:type="default" r:id="rId7"/>
      <w:pgSz w:w="16838" w:h="11906" w:orient="landscape"/>
      <w:pgMar w:top="907" w:right="851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44A" w:rsidRDefault="00AF244A">
      <w:r>
        <w:separator/>
      </w:r>
    </w:p>
  </w:endnote>
  <w:endnote w:type="continuationSeparator" w:id="1">
    <w:p w:rsidR="00AF244A" w:rsidRDefault="00AF2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44A" w:rsidRDefault="00AF244A">
      <w:r>
        <w:separator/>
      </w:r>
    </w:p>
  </w:footnote>
  <w:footnote w:type="continuationSeparator" w:id="1">
    <w:p w:rsidR="00AF244A" w:rsidRDefault="00AF24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44A" w:rsidRDefault="00AF244A" w:rsidP="00435B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244A" w:rsidRDefault="00AF24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44A" w:rsidRDefault="00AF244A" w:rsidP="00435B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F244A" w:rsidRDefault="00AF24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EC9"/>
    <w:rsid w:val="0000547A"/>
    <w:rsid w:val="00010E71"/>
    <w:rsid w:val="0002243B"/>
    <w:rsid w:val="000278AF"/>
    <w:rsid w:val="000338B0"/>
    <w:rsid w:val="000B188A"/>
    <w:rsid w:val="000C3844"/>
    <w:rsid w:val="000E2C7C"/>
    <w:rsid w:val="00115EC9"/>
    <w:rsid w:val="0011765F"/>
    <w:rsid w:val="001523D0"/>
    <w:rsid w:val="001A492F"/>
    <w:rsid w:val="001D0D34"/>
    <w:rsid w:val="001F1B13"/>
    <w:rsid w:val="00202050"/>
    <w:rsid w:val="0021760A"/>
    <w:rsid w:val="002346CB"/>
    <w:rsid w:val="002415E2"/>
    <w:rsid w:val="002C2DA0"/>
    <w:rsid w:val="003A0B6C"/>
    <w:rsid w:val="003D4F9E"/>
    <w:rsid w:val="003F073C"/>
    <w:rsid w:val="00432505"/>
    <w:rsid w:val="00434E0E"/>
    <w:rsid w:val="00435B66"/>
    <w:rsid w:val="00436E37"/>
    <w:rsid w:val="004769DB"/>
    <w:rsid w:val="004946D3"/>
    <w:rsid w:val="004A597A"/>
    <w:rsid w:val="004E04E0"/>
    <w:rsid w:val="004E51BD"/>
    <w:rsid w:val="00526F5E"/>
    <w:rsid w:val="00561823"/>
    <w:rsid w:val="005622D4"/>
    <w:rsid w:val="0057049B"/>
    <w:rsid w:val="00575629"/>
    <w:rsid w:val="00581C3C"/>
    <w:rsid w:val="005E4532"/>
    <w:rsid w:val="006240DC"/>
    <w:rsid w:val="00632127"/>
    <w:rsid w:val="006611CB"/>
    <w:rsid w:val="006619D5"/>
    <w:rsid w:val="0068556C"/>
    <w:rsid w:val="006921A5"/>
    <w:rsid w:val="006924E6"/>
    <w:rsid w:val="00725427"/>
    <w:rsid w:val="007433C6"/>
    <w:rsid w:val="0075293E"/>
    <w:rsid w:val="007D45B7"/>
    <w:rsid w:val="008247A1"/>
    <w:rsid w:val="00850931"/>
    <w:rsid w:val="00883772"/>
    <w:rsid w:val="008A7B84"/>
    <w:rsid w:val="008B4360"/>
    <w:rsid w:val="00901E4E"/>
    <w:rsid w:val="0092743A"/>
    <w:rsid w:val="009976B7"/>
    <w:rsid w:val="00A01A92"/>
    <w:rsid w:val="00A12AA1"/>
    <w:rsid w:val="00A50C07"/>
    <w:rsid w:val="00A66354"/>
    <w:rsid w:val="00A81644"/>
    <w:rsid w:val="00AB1144"/>
    <w:rsid w:val="00AE08B4"/>
    <w:rsid w:val="00AF244A"/>
    <w:rsid w:val="00B00E09"/>
    <w:rsid w:val="00B3259F"/>
    <w:rsid w:val="00B35608"/>
    <w:rsid w:val="00B36C4F"/>
    <w:rsid w:val="00B46952"/>
    <w:rsid w:val="00B607B7"/>
    <w:rsid w:val="00B901AC"/>
    <w:rsid w:val="00BA542A"/>
    <w:rsid w:val="00BE0105"/>
    <w:rsid w:val="00BE3718"/>
    <w:rsid w:val="00C05482"/>
    <w:rsid w:val="00CA20AD"/>
    <w:rsid w:val="00CE3EB1"/>
    <w:rsid w:val="00E24133"/>
    <w:rsid w:val="00EA5D00"/>
    <w:rsid w:val="00EB14F5"/>
    <w:rsid w:val="00EE3C28"/>
    <w:rsid w:val="00EE3D83"/>
    <w:rsid w:val="00F11ADF"/>
    <w:rsid w:val="00F63086"/>
    <w:rsid w:val="00F86315"/>
    <w:rsid w:val="00FE5741"/>
    <w:rsid w:val="00FE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4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15EC9"/>
    <w:rPr>
      <w:lang w:eastAsia="en-US"/>
    </w:rPr>
  </w:style>
  <w:style w:type="paragraph" w:styleId="NormalWeb">
    <w:name w:val="Normal (Web)"/>
    <w:basedOn w:val="Normal"/>
    <w:uiPriority w:val="99"/>
    <w:semiHidden/>
    <w:rsid w:val="00115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529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946D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7AC8"/>
    <w:rPr>
      <w:lang w:eastAsia="en-US"/>
    </w:rPr>
  </w:style>
  <w:style w:type="character" w:styleId="PageNumber">
    <w:name w:val="page number"/>
    <w:basedOn w:val="DefaultParagraphFont"/>
    <w:uiPriority w:val="99"/>
    <w:rsid w:val="004946D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0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1091</TotalTime>
  <Pages>14</Pages>
  <Words>5760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</cp:lastModifiedBy>
  <cp:revision>17</cp:revision>
  <cp:lastPrinted>2019-06-13T06:19:00Z</cp:lastPrinted>
  <dcterms:created xsi:type="dcterms:W3CDTF">2019-06-04T10:23:00Z</dcterms:created>
  <dcterms:modified xsi:type="dcterms:W3CDTF">2019-06-18T08:35:00Z</dcterms:modified>
</cp:coreProperties>
</file>