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C07" w:rsidRPr="004A6901" w:rsidRDefault="009B5C07" w:rsidP="004A6901">
      <w:pPr>
        <w:spacing w:after="0" w:line="240" w:lineRule="auto"/>
        <w:ind w:left="10560"/>
        <w:jc w:val="center"/>
        <w:rPr>
          <w:rFonts w:ascii="Times New Roman" w:hAnsi="Times New Roman"/>
          <w:sz w:val="24"/>
          <w:szCs w:val="24"/>
        </w:rPr>
      </w:pPr>
      <w:r w:rsidRPr="004A6901">
        <w:rPr>
          <w:rFonts w:ascii="Times New Roman" w:hAnsi="Times New Roman"/>
          <w:sz w:val="24"/>
          <w:szCs w:val="24"/>
        </w:rPr>
        <w:t>УТВЕРЖДЕН</w:t>
      </w:r>
    </w:p>
    <w:p w:rsidR="009B5C07" w:rsidRPr="004A6901" w:rsidRDefault="009B5C07" w:rsidP="004A6901">
      <w:pPr>
        <w:spacing w:after="0" w:line="240" w:lineRule="auto"/>
        <w:ind w:left="10560"/>
        <w:jc w:val="center"/>
        <w:rPr>
          <w:rFonts w:ascii="Times New Roman" w:hAnsi="Times New Roman"/>
          <w:sz w:val="24"/>
          <w:szCs w:val="24"/>
        </w:rPr>
      </w:pPr>
      <w:r w:rsidRPr="004A6901">
        <w:rPr>
          <w:rFonts w:ascii="Times New Roman" w:hAnsi="Times New Roman"/>
          <w:sz w:val="24"/>
          <w:szCs w:val="24"/>
        </w:rPr>
        <w:t>постановлением администрации</w:t>
      </w:r>
    </w:p>
    <w:p w:rsidR="009B5C07" w:rsidRPr="004A6901" w:rsidRDefault="009B5C07" w:rsidP="004A6901">
      <w:pPr>
        <w:spacing w:after="0" w:line="240" w:lineRule="auto"/>
        <w:ind w:left="10560"/>
        <w:jc w:val="center"/>
        <w:rPr>
          <w:rFonts w:ascii="Times New Roman" w:hAnsi="Times New Roman"/>
          <w:sz w:val="24"/>
          <w:szCs w:val="24"/>
        </w:rPr>
      </w:pPr>
      <w:r w:rsidRPr="004A6901">
        <w:rPr>
          <w:rFonts w:ascii="Times New Roman" w:hAnsi="Times New Roman"/>
          <w:sz w:val="24"/>
          <w:szCs w:val="24"/>
        </w:rPr>
        <w:t>муниципального образования</w:t>
      </w:r>
    </w:p>
    <w:p w:rsidR="009B5C07" w:rsidRPr="004A6901" w:rsidRDefault="009B5C07" w:rsidP="004A6901">
      <w:pPr>
        <w:spacing w:after="0" w:line="240" w:lineRule="auto"/>
        <w:ind w:left="10560"/>
        <w:jc w:val="center"/>
        <w:rPr>
          <w:rFonts w:ascii="Times New Roman" w:hAnsi="Times New Roman"/>
          <w:sz w:val="24"/>
          <w:szCs w:val="24"/>
        </w:rPr>
      </w:pPr>
      <w:r w:rsidRPr="004A6901">
        <w:rPr>
          <w:rFonts w:ascii="Times New Roman" w:hAnsi="Times New Roman"/>
          <w:sz w:val="24"/>
          <w:szCs w:val="24"/>
        </w:rPr>
        <w:t>«Коношский муниципальный район»</w:t>
      </w:r>
    </w:p>
    <w:p w:rsidR="009B5C07" w:rsidRPr="004A6901" w:rsidRDefault="009B5C07" w:rsidP="004A6901">
      <w:pPr>
        <w:spacing w:after="0" w:line="240" w:lineRule="auto"/>
        <w:ind w:left="1056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27</w:t>
      </w:r>
      <w:r w:rsidRPr="004A6901">
        <w:rPr>
          <w:rFonts w:ascii="Times New Roman" w:hAnsi="Times New Roman"/>
          <w:sz w:val="24"/>
          <w:szCs w:val="24"/>
        </w:rPr>
        <w:t xml:space="preserve"> декабря </w:t>
      </w:r>
      <w:smartTag w:uri="urn:schemas-microsoft-com:office:smarttags" w:element="metricconverter">
        <w:smartTagPr>
          <w:attr w:name="ProductID" w:val="2018 г"/>
        </w:smartTagPr>
        <w:r w:rsidRPr="004A6901">
          <w:rPr>
            <w:rFonts w:ascii="Times New Roman" w:hAnsi="Times New Roman"/>
            <w:sz w:val="24"/>
            <w:szCs w:val="24"/>
          </w:rPr>
          <w:t>2018</w:t>
        </w:r>
        <w:r>
          <w:rPr>
            <w:rFonts w:ascii="Times New Roman" w:hAnsi="Times New Roman"/>
            <w:sz w:val="24"/>
            <w:szCs w:val="24"/>
          </w:rPr>
          <w:t xml:space="preserve"> г</w:t>
        </w:r>
      </w:smartTag>
      <w:r>
        <w:rPr>
          <w:rFonts w:ascii="Times New Roman" w:hAnsi="Times New Roman"/>
          <w:sz w:val="24"/>
          <w:szCs w:val="24"/>
        </w:rPr>
        <w:t xml:space="preserve">. </w:t>
      </w:r>
      <w:r w:rsidRPr="004A6901">
        <w:rPr>
          <w:rFonts w:ascii="Times New Roman" w:hAnsi="Times New Roman"/>
          <w:sz w:val="24"/>
          <w:szCs w:val="24"/>
        </w:rPr>
        <w:t xml:space="preserve">№ </w:t>
      </w:r>
      <w:r>
        <w:rPr>
          <w:rFonts w:ascii="Times New Roman" w:hAnsi="Times New Roman"/>
          <w:sz w:val="24"/>
          <w:szCs w:val="24"/>
        </w:rPr>
        <w:t>840</w:t>
      </w:r>
    </w:p>
    <w:p w:rsidR="009B5C07" w:rsidRPr="004A6901" w:rsidRDefault="009B5C07" w:rsidP="004A690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B5C07" w:rsidRPr="004A6901" w:rsidRDefault="009B5C07" w:rsidP="004A690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B5C07" w:rsidRPr="004A6901" w:rsidRDefault="009B5C07" w:rsidP="004A690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A6901">
        <w:rPr>
          <w:rFonts w:ascii="Times New Roman" w:hAnsi="Times New Roman"/>
          <w:b/>
          <w:bCs/>
          <w:sz w:val="24"/>
          <w:szCs w:val="24"/>
        </w:rPr>
        <w:t>П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A6901">
        <w:rPr>
          <w:rFonts w:ascii="Times New Roman" w:hAnsi="Times New Roman"/>
          <w:b/>
          <w:bCs/>
          <w:sz w:val="24"/>
          <w:szCs w:val="24"/>
        </w:rPr>
        <w:t>Е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A6901">
        <w:rPr>
          <w:rFonts w:ascii="Times New Roman" w:hAnsi="Times New Roman"/>
          <w:b/>
          <w:bCs/>
          <w:sz w:val="24"/>
          <w:szCs w:val="24"/>
        </w:rPr>
        <w:t>Р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A6901">
        <w:rPr>
          <w:rFonts w:ascii="Times New Roman" w:hAnsi="Times New Roman"/>
          <w:b/>
          <w:bCs/>
          <w:sz w:val="24"/>
          <w:szCs w:val="24"/>
        </w:rPr>
        <w:t>Е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A6901">
        <w:rPr>
          <w:rFonts w:ascii="Times New Roman" w:hAnsi="Times New Roman"/>
          <w:b/>
          <w:bCs/>
          <w:sz w:val="24"/>
          <w:szCs w:val="24"/>
        </w:rPr>
        <w:t>Ч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A6901">
        <w:rPr>
          <w:rFonts w:ascii="Times New Roman" w:hAnsi="Times New Roman"/>
          <w:b/>
          <w:bCs/>
          <w:sz w:val="24"/>
          <w:szCs w:val="24"/>
        </w:rPr>
        <w:t>Е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A6901">
        <w:rPr>
          <w:rFonts w:ascii="Times New Roman" w:hAnsi="Times New Roman"/>
          <w:b/>
          <w:bCs/>
          <w:sz w:val="24"/>
          <w:szCs w:val="24"/>
        </w:rPr>
        <w:t>Н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A6901">
        <w:rPr>
          <w:rFonts w:ascii="Times New Roman" w:hAnsi="Times New Roman"/>
          <w:b/>
          <w:bCs/>
          <w:sz w:val="24"/>
          <w:szCs w:val="24"/>
        </w:rPr>
        <w:t>Ь</w:t>
      </w:r>
    </w:p>
    <w:p w:rsidR="009B5C07" w:rsidRDefault="009B5C07" w:rsidP="004A690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A6901">
        <w:rPr>
          <w:rFonts w:ascii="Times New Roman" w:hAnsi="Times New Roman"/>
          <w:b/>
          <w:bCs/>
          <w:sz w:val="24"/>
          <w:szCs w:val="24"/>
        </w:rPr>
        <w:t>муниципальных работ, оказываемых (выполняемых)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A6901">
        <w:rPr>
          <w:rFonts w:ascii="Times New Roman" w:hAnsi="Times New Roman"/>
          <w:b/>
          <w:bCs/>
          <w:sz w:val="24"/>
          <w:szCs w:val="24"/>
        </w:rPr>
        <w:t>муниципальными бюд</w:t>
      </w:r>
      <w:r>
        <w:rPr>
          <w:rFonts w:ascii="Times New Roman" w:hAnsi="Times New Roman"/>
          <w:b/>
          <w:bCs/>
          <w:sz w:val="24"/>
          <w:szCs w:val="24"/>
        </w:rPr>
        <w:t>жетными учреждениями культуры и</w:t>
      </w:r>
    </w:p>
    <w:p w:rsidR="009B5C07" w:rsidRDefault="009B5C07" w:rsidP="004A690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A6901">
        <w:rPr>
          <w:rFonts w:ascii="Times New Roman" w:hAnsi="Times New Roman"/>
          <w:b/>
          <w:bCs/>
          <w:sz w:val="24"/>
          <w:szCs w:val="24"/>
        </w:rPr>
        <w:t>дополнительного образования</w:t>
      </w:r>
      <w:r>
        <w:rPr>
          <w:rFonts w:ascii="Times New Roman" w:hAnsi="Times New Roman"/>
          <w:b/>
          <w:bCs/>
          <w:sz w:val="24"/>
          <w:szCs w:val="24"/>
        </w:rPr>
        <w:t xml:space="preserve"> подведомственными О</w:t>
      </w:r>
      <w:r w:rsidRPr="004A6901">
        <w:rPr>
          <w:rFonts w:ascii="Times New Roman" w:hAnsi="Times New Roman"/>
          <w:b/>
          <w:bCs/>
          <w:sz w:val="24"/>
          <w:szCs w:val="24"/>
        </w:rPr>
        <w:t>тделу культуры администрац</w:t>
      </w:r>
      <w:r>
        <w:rPr>
          <w:rFonts w:ascii="Times New Roman" w:hAnsi="Times New Roman"/>
          <w:b/>
          <w:bCs/>
          <w:sz w:val="24"/>
          <w:szCs w:val="24"/>
        </w:rPr>
        <w:t>ии</w:t>
      </w:r>
    </w:p>
    <w:p w:rsidR="009B5C07" w:rsidRPr="004A6901" w:rsidRDefault="009B5C07" w:rsidP="004A690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муниципального образования «К</w:t>
      </w:r>
      <w:r w:rsidRPr="004A6901">
        <w:rPr>
          <w:rFonts w:ascii="Times New Roman" w:hAnsi="Times New Roman"/>
          <w:b/>
          <w:bCs/>
          <w:sz w:val="24"/>
          <w:szCs w:val="24"/>
        </w:rPr>
        <w:t>оношский муниципальный район»</w:t>
      </w:r>
    </w:p>
    <w:p w:rsidR="009B5C07" w:rsidRPr="004A6901" w:rsidRDefault="009B5C07" w:rsidP="004A690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4"/>
        <w:gridCol w:w="2187"/>
        <w:gridCol w:w="931"/>
        <w:gridCol w:w="1985"/>
        <w:gridCol w:w="1275"/>
        <w:gridCol w:w="1134"/>
        <w:gridCol w:w="1134"/>
        <w:gridCol w:w="1418"/>
        <w:gridCol w:w="1276"/>
        <w:gridCol w:w="1275"/>
        <w:gridCol w:w="1637"/>
      </w:tblGrid>
      <w:tr w:rsidR="009B5C07" w:rsidRPr="004A6901" w:rsidTr="006C67DE">
        <w:tc>
          <w:tcPr>
            <w:tcW w:w="534" w:type="dxa"/>
          </w:tcPr>
          <w:p w:rsidR="009B5C07" w:rsidRPr="004A6901" w:rsidRDefault="009B5C07" w:rsidP="004A69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2187" w:type="dxa"/>
          </w:tcPr>
          <w:p w:rsidR="009B5C07" w:rsidRPr="004A6901" w:rsidRDefault="009B5C07" w:rsidP="004A69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Реестровый номер</w:t>
            </w:r>
          </w:p>
        </w:tc>
        <w:tc>
          <w:tcPr>
            <w:tcW w:w="931" w:type="dxa"/>
          </w:tcPr>
          <w:p w:rsidR="009B5C07" w:rsidRPr="004A6901" w:rsidRDefault="009B5C07" w:rsidP="004A69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Код базовой работы</w:t>
            </w:r>
          </w:p>
        </w:tc>
        <w:tc>
          <w:tcPr>
            <w:tcW w:w="1985" w:type="dxa"/>
          </w:tcPr>
          <w:p w:rsidR="009B5C07" w:rsidRPr="004A6901" w:rsidRDefault="009B5C07" w:rsidP="004A69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Наименование муниципальной работы</w:t>
            </w:r>
          </w:p>
        </w:tc>
        <w:tc>
          <w:tcPr>
            <w:tcW w:w="1275" w:type="dxa"/>
          </w:tcPr>
          <w:p w:rsidR="009B5C07" w:rsidRPr="004A6901" w:rsidRDefault="009B5C07" w:rsidP="004A69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Содержание муниципальной работы</w:t>
            </w:r>
          </w:p>
        </w:tc>
        <w:tc>
          <w:tcPr>
            <w:tcW w:w="1134" w:type="dxa"/>
          </w:tcPr>
          <w:p w:rsidR="009B5C07" w:rsidRDefault="009B5C07" w:rsidP="004A69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Условия (формы) выполне</w:t>
            </w:r>
          </w:p>
          <w:p w:rsidR="009B5C07" w:rsidRDefault="009B5C07" w:rsidP="004A69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ния муници</w:t>
            </w:r>
          </w:p>
          <w:p w:rsidR="009B5C07" w:rsidRPr="004A6901" w:rsidRDefault="009B5C07" w:rsidP="004A69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пальной работы</w:t>
            </w:r>
          </w:p>
        </w:tc>
        <w:tc>
          <w:tcPr>
            <w:tcW w:w="1134" w:type="dxa"/>
          </w:tcPr>
          <w:p w:rsidR="009B5C07" w:rsidRDefault="009B5C07" w:rsidP="005534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Код Общерос</w:t>
            </w:r>
          </w:p>
          <w:p w:rsidR="009B5C07" w:rsidRDefault="009B5C07" w:rsidP="005534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сийского классифи</w:t>
            </w:r>
          </w:p>
          <w:p w:rsidR="009B5C07" w:rsidRDefault="009B5C07" w:rsidP="005534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катора видов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экономии</w:t>
            </w:r>
          </w:p>
          <w:p w:rsidR="009B5C07" w:rsidRDefault="009B5C07" w:rsidP="005534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ческой деятель</w:t>
            </w:r>
          </w:p>
          <w:p w:rsidR="009B5C07" w:rsidRPr="00553429" w:rsidRDefault="009B5C07" w:rsidP="005534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ности</w:t>
            </w:r>
          </w:p>
        </w:tc>
        <w:tc>
          <w:tcPr>
            <w:tcW w:w="1418" w:type="dxa"/>
          </w:tcPr>
          <w:p w:rsidR="009B5C07" w:rsidRDefault="009B5C07" w:rsidP="005534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Катего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рия потребителей муниципаль</w:t>
            </w:r>
          </w:p>
          <w:p w:rsidR="009B5C07" w:rsidRPr="00553429" w:rsidRDefault="009B5C07" w:rsidP="005534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ной </w:t>
            </w:r>
            <w:r w:rsidRPr="004A69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работы</w:t>
            </w:r>
          </w:p>
        </w:tc>
        <w:tc>
          <w:tcPr>
            <w:tcW w:w="1276" w:type="dxa"/>
          </w:tcPr>
          <w:p w:rsidR="009B5C07" w:rsidRDefault="009B5C07" w:rsidP="004A69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Указание</w:t>
            </w:r>
          </w:p>
          <w:p w:rsidR="009B5C07" w:rsidRDefault="009B5C07" w:rsidP="004A69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на бесплат</w:t>
            </w:r>
          </w:p>
          <w:p w:rsidR="009B5C07" w:rsidRPr="004A6901" w:rsidRDefault="009B5C07" w:rsidP="004A69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ность или платность муниципальной работы</w:t>
            </w:r>
          </w:p>
        </w:tc>
        <w:tc>
          <w:tcPr>
            <w:tcW w:w="1275" w:type="dxa"/>
          </w:tcPr>
          <w:p w:rsidR="009B5C07" w:rsidRPr="004A6901" w:rsidRDefault="009B5C07" w:rsidP="004A69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Показатели объема</w:t>
            </w:r>
          </w:p>
        </w:tc>
        <w:tc>
          <w:tcPr>
            <w:tcW w:w="1637" w:type="dxa"/>
          </w:tcPr>
          <w:p w:rsidR="009B5C07" w:rsidRPr="004A6901" w:rsidRDefault="009B5C07" w:rsidP="004A69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Показатели качества</w:t>
            </w:r>
          </w:p>
        </w:tc>
      </w:tr>
      <w:tr w:rsidR="009B5C07" w:rsidRPr="004A6901" w:rsidTr="00553429">
        <w:tc>
          <w:tcPr>
            <w:tcW w:w="534" w:type="dxa"/>
          </w:tcPr>
          <w:p w:rsidR="009B5C07" w:rsidRPr="004A6901" w:rsidRDefault="009B5C07" w:rsidP="0055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87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05012100000000000005102</w:t>
            </w:r>
          </w:p>
        </w:tc>
        <w:tc>
          <w:tcPr>
            <w:tcW w:w="931" w:type="dxa"/>
          </w:tcPr>
          <w:p w:rsidR="009B5C07" w:rsidRPr="004A6901" w:rsidRDefault="009B5C07" w:rsidP="0055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05.012.1</w:t>
            </w:r>
          </w:p>
          <w:p w:rsidR="009B5C07" w:rsidRPr="004A6901" w:rsidRDefault="009B5C07" w:rsidP="0055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Создание экспозиций (выставок) музеев, организация выездных выставок</w:t>
            </w:r>
          </w:p>
        </w:tc>
        <w:tc>
          <w:tcPr>
            <w:tcW w:w="1275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B5C07" w:rsidRPr="004A6901" w:rsidRDefault="009B5C07" w:rsidP="0055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91.02</w:t>
            </w:r>
          </w:p>
          <w:p w:rsidR="009B5C07" w:rsidRPr="004A6901" w:rsidRDefault="009B5C07" w:rsidP="0055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в интересах общества</w:t>
            </w:r>
          </w:p>
        </w:tc>
        <w:tc>
          <w:tcPr>
            <w:tcW w:w="1276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бесплатная</w:t>
            </w:r>
          </w:p>
        </w:tc>
        <w:tc>
          <w:tcPr>
            <w:tcW w:w="1275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 xml:space="preserve">количество </w:t>
            </w:r>
            <w:r w:rsidRPr="004A6901">
              <w:rPr>
                <w:rFonts w:ascii="Times New Roman" w:hAnsi="Times New Roman"/>
                <w:sz w:val="20"/>
                <w:szCs w:val="16"/>
              </w:rPr>
              <w:t>экспозиций,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единица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16"/>
              </w:rPr>
            </w:pPr>
            <w:r w:rsidRPr="004A6901">
              <w:rPr>
                <w:rFonts w:ascii="Times New Roman" w:hAnsi="Times New Roman"/>
                <w:sz w:val="20"/>
                <w:szCs w:val="16"/>
              </w:rPr>
              <w:t>доля сотрудников экспозиционно-выставочного состава от общего числа сотрудников,</w:t>
            </w:r>
          </w:p>
          <w:p w:rsidR="009B5C07" w:rsidRPr="00553429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16"/>
              </w:rPr>
            </w:pPr>
            <w:r w:rsidRPr="004A6901">
              <w:rPr>
                <w:rFonts w:ascii="Times New Roman" w:hAnsi="Times New Roman"/>
                <w:sz w:val="20"/>
                <w:szCs w:val="16"/>
              </w:rPr>
              <w:t>процент</w:t>
            </w:r>
          </w:p>
        </w:tc>
      </w:tr>
      <w:tr w:rsidR="009B5C07" w:rsidRPr="004A6901" w:rsidTr="00553429">
        <w:tc>
          <w:tcPr>
            <w:tcW w:w="534" w:type="dxa"/>
          </w:tcPr>
          <w:p w:rsidR="009B5C07" w:rsidRPr="004A6901" w:rsidRDefault="009B5C07" w:rsidP="0055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87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05008100000000000001102</w:t>
            </w:r>
          </w:p>
        </w:tc>
        <w:tc>
          <w:tcPr>
            <w:tcW w:w="931" w:type="dxa"/>
          </w:tcPr>
          <w:p w:rsidR="009B5C07" w:rsidRPr="004A6901" w:rsidRDefault="009B5C07" w:rsidP="0055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05.008.1</w:t>
            </w:r>
          </w:p>
          <w:p w:rsidR="009B5C07" w:rsidRPr="004A6901" w:rsidRDefault="009B5C07" w:rsidP="0055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B5C07" w:rsidRPr="004A6901" w:rsidRDefault="009B5C07" w:rsidP="0055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91.01</w:t>
            </w:r>
          </w:p>
          <w:p w:rsidR="009B5C07" w:rsidRPr="004A6901" w:rsidRDefault="009B5C07" w:rsidP="0055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в интересах общества</w:t>
            </w:r>
          </w:p>
        </w:tc>
        <w:tc>
          <w:tcPr>
            <w:tcW w:w="1276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бесплатная</w:t>
            </w:r>
          </w:p>
        </w:tc>
        <w:tc>
          <w:tcPr>
            <w:tcW w:w="1275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количество документов,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единица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обновляемость библиотечного фонда;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темп прироста количества библиографических записей в сводном электронном каталоге,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</w:tr>
      <w:tr w:rsidR="009B5C07" w:rsidRPr="004A6901" w:rsidTr="00553429">
        <w:tc>
          <w:tcPr>
            <w:tcW w:w="534" w:type="dxa"/>
          </w:tcPr>
          <w:p w:rsidR="009B5C07" w:rsidRPr="004A6901" w:rsidRDefault="009B5C07" w:rsidP="0055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87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05009100000000000000102</w:t>
            </w:r>
          </w:p>
        </w:tc>
        <w:tc>
          <w:tcPr>
            <w:tcW w:w="931" w:type="dxa"/>
          </w:tcPr>
          <w:p w:rsidR="009B5C07" w:rsidRPr="004A6901" w:rsidRDefault="009B5C07" w:rsidP="0055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05.009.1</w:t>
            </w:r>
          </w:p>
          <w:p w:rsidR="009B5C07" w:rsidRPr="004A6901" w:rsidRDefault="009B5C07" w:rsidP="0055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Библиографическая обработка документов и создание каталогов</w:t>
            </w:r>
          </w:p>
        </w:tc>
        <w:tc>
          <w:tcPr>
            <w:tcW w:w="1275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B5C07" w:rsidRPr="004A6901" w:rsidRDefault="009B5C07" w:rsidP="0055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91.01.11;</w:t>
            </w:r>
          </w:p>
          <w:p w:rsidR="009B5C07" w:rsidRPr="004A6901" w:rsidRDefault="009B5C07" w:rsidP="0055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91.01</w:t>
            </w:r>
          </w:p>
          <w:p w:rsidR="009B5C07" w:rsidRPr="004A6901" w:rsidRDefault="009B5C07" w:rsidP="0055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в интересах общества</w:t>
            </w:r>
          </w:p>
        </w:tc>
        <w:tc>
          <w:tcPr>
            <w:tcW w:w="1276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бесплатная</w:t>
            </w:r>
          </w:p>
        </w:tc>
        <w:tc>
          <w:tcPr>
            <w:tcW w:w="1275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количество документов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единица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</w:tcPr>
          <w:p w:rsidR="009B5C07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Прирост доли библиографических записей</w:t>
            </w:r>
          </w:p>
          <w:p w:rsidR="009B5C07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 отношению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к количеству документов библиотечного фонда,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процент;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B5C07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увеличение колич</w:t>
            </w:r>
            <w:r>
              <w:rPr>
                <w:rFonts w:ascii="Times New Roman" w:hAnsi="Times New Roman"/>
                <w:sz w:val="20"/>
                <w:szCs w:val="20"/>
              </w:rPr>
              <w:t>ества библиографических записей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в сводном электронном каталоге,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единица</w:t>
            </w:r>
          </w:p>
        </w:tc>
      </w:tr>
      <w:tr w:rsidR="009B5C07" w:rsidRPr="004A6901" w:rsidTr="00553429">
        <w:tc>
          <w:tcPr>
            <w:tcW w:w="534" w:type="dxa"/>
          </w:tcPr>
          <w:p w:rsidR="009B5C07" w:rsidRPr="004A6901" w:rsidRDefault="009B5C07" w:rsidP="0055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187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05019100000000000008102</w:t>
            </w:r>
          </w:p>
        </w:tc>
        <w:tc>
          <w:tcPr>
            <w:tcW w:w="931" w:type="dxa"/>
          </w:tcPr>
          <w:p w:rsidR="009B5C07" w:rsidRPr="004A6901" w:rsidRDefault="009B5C07" w:rsidP="0055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05.019.1</w:t>
            </w:r>
          </w:p>
          <w:p w:rsidR="009B5C07" w:rsidRPr="004A6901" w:rsidRDefault="009B5C07" w:rsidP="0055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Выявление, изучение, сохранение, развитие и популяризация объектов нематериального культурного наследия народов Российской Федерации в области традиционной народной культуры</w:t>
            </w:r>
          </w:p>
        </w:tc>
        <w:tc>
          <w:tcPr>
            <w:tcW w:w="1275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B5C07" w:rsidRPr="004A6901" w:rsidRDefault="009B5C07" w:rsidP="0055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90.04; 9.04.3</w:t>
            </w:r>
          </w:p>
          <w:p w:rsidR="009B5C07" w:rsidRPr="004A6901" w:rsidRDefault="009B5C07" w:rsidP="0055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в интересах общества</w:t>
            </w:r>
          </w:p>
        </w:tc>
        <w:tc>
          <w:tcPr>
            <w:tcW w:w="1276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бесплатная</w:t>
            </w:r>
          </w:p>
        </w:tc>
        <w:tc>
          <w:tcPr>
            <w:tcW w:w="1275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Количество объектов,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единица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количество опрошенных информантов,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человек</w:t>
            </w:r>
          </w:p>
        </w:tc>
      </w:tr>
      <w:tr w:rsidR="009B5C07" w:rsidRPr="004A6901" w:rsidTr="00553429">
        <w:tc>
          <w:tcPr>
            <w:tcW w:w="534" w:type="dxa"/>
          </w:tcPr>
          <w:p w:rsidR="009B5C07" w:rsidRPr="004A6901" w:rsidRDefault="009B5C07" w:rsidP="0055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187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05010100000000000007102</w:t>
            </w:r>
          </w:p>
        </w:tc>
        <w:tc>
          <w:tcPr>
            <w:tcW w:w="931" w:type="dxa"/>
          </w:tcPr>
          <w:p w:rsidR="009B5C07" w:rsidRPr="004A6901" w:rsidRDefault="009B5C07" w:rsidP="0055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05.010.1</w:t>
            </w:r>
          </w:p>
          <w:p w:rsidR="009B5C07" w:rsidRPr="004A6901" w:rsidRDefault="009B5C07" w:rsidP="0055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Формирование, учет, изучение, обеспечение физического сохранения и безопасности музейных предметов, музейных коллекций</w:t>
            </w:r>
          </w:p>
        </w:tc>
        <w:tc>
          <w:tcPr>
            <w:tcW w:w="1275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B5C07" w:rsidRPr="004A6901" w:rsidRDefault="009B5C07" w:rsidP="0055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91.02</w:t>
            </w:r>
          </w:p>
          <w:p w:rsidR="009B5C07" w:rsidRPr="004A6901" w:rsidRDefault="009B5C07" w:rsidP="0055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в интересах общества</w:t>
            </w:r>
          </w:p>
        </w:tc>
        <w:tc>
          <w:tcPr>
            <w:tcW w:w="1276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бесплатная</w:t>
            </w:r>
          </w:p>
        </w:tc>
        <w:tc>
          <w:tcPr>
            <w:tcW w:w="1275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количество предметов,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единица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доля сотрудников учётно-хранительного состава от общего числа сотрудников,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5C07" w:rsidRPr="004A6901" w:rsidTr="00553429">
        <w:tc>
          <w:tcPr>
            <w:tcW w:w="534" w:type="dxa"/>
          </w:tcPr>
          <w:p w:rsidR="009B5C07" w:rsidRPr="004A6901" w:rsidRDefault="009B5C07" w:rsidP="0055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187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05002127800000002008101</w:t>
            </w:r>
          </w:p>
        </w:tc>
        <w:tc>
          <w:tcPr>
            <w:tcW w:w="931" w:type="dxa"/>
          </w:tcPr>
          <w:p w:rsidR="009B5C07" w:rsidRPr="004A6901" w:rsidRDefault="009B5C07" w:rsidP="0055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05.002.1</w:t>
            </w:r>
          </w:p>
          <w:p w:rsidR="009B5C07" w:rsidRPr="004A6901" w:rsidRDefault="009B5C07" w:rsidP="0055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Оказание туристско-информационных услуг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B5C07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туристско-информа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ционные услуги</w:t>
            </w:r>
          </w:p>
        </w:tc>
        <w:tc>
          <w:tcPr>
            <w:tcW w:w="1134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в стационарных условиях</w:t>
            </w:r>
          </w:p>
        </w:tc>
        <w:tc>
          <w:tcPr>
            <w:tcW w:w="1134" w:type="dxa"/>
          </w:tcPr>
          <w:p w:rsidR="009B5C07" w:rsidRPr="004A6901" w:rsidRDefault="009B5C07" w:rsidP="0055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79.90.1; 91.01; 90.04; 90.04.3</w:t>
            </w:r>
          </w:p>
          <w:p w:rsidR="009B5C07" w:rsidRPr="004A6901" w:rsidRDefault="009B5C07" w:rsidP="0055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физические лица,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76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бесплатная</w:t>
            </w:r>
          </w:p>
        </w:tc>
        <w:tc>
          <w:tcPr>
            <w:tcW w:w="1275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количество посещений,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единица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количество вновь зарегистрированных пользователей,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</w:tr>
      <w:tr w:rsidR="009B5C07" w:rsidRPr="004A6901" w:rsidTr="00553429">
        <w:tc>
          <w:tcPr>
            <w:tcW w:w="534" w:type="dxa"/>
          </w:tcPr>
          <w:p w:rsidR="009B5C07" w:rsidRPr="004A6901" w:rsidRDefault="009B5C07" w:rsidP="0055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187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05002127800000003007101</w:t>
            </w:r>
          </w:p>
        </w:tc>
        <w:tc>
          <w:tcPr>
            <w:tcW w:w="931" w:type="dxa"/>
          </w:tcPr>
          <w:p w:rsidR="009B5C07" w:rsidRPr="004A6901" w:rsidRDefault="009B5C07" w:rsidP="0055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05.002.1</w:t>
            </w:r>
          </w:p>
          <w:p w:rsidR="009B5C07" w:rsidRPr="004A6901" w:rsidRDefault="009B5C07" w:rsidP="0055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Оказание туристско-информационных услуг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B5C07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туристско-информа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ционные услуги</w:t>
            </w:r>
          </w:p>
        </w:tc>
        <w:tc>
          <w:tcPr>
            <w:tcW w:w="1134" w:type="dxa"/>
          </w:tcPr>
          <w:p w:rsidR="009B5C07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вне стациона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ра</w:t>
            </w:r>
          </w:p>
        </w:tc>
        <w:tc>
          <w:tcPr>
            <w:tcW w:w="1134" w:type="dxa"/>
          </w:tcPr>
          <w:p w:rsidR="009B5C07" w:rsidRPr="004A6901" w:rsidRDefault="009B5C07" w:rsidP="0055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79.90.1; 91.01</w:t>
            </w:r>
          </w:p>
          <w:p w:rsidR="009B5C07" w:rsidRPr="004A6901" w:rsidRDefault="009B5C07" w:rsidP="0055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физические лица,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76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бесплатная</w:t>
            </w:r>
          </w:p>
        </w:tc>
        <w:tc>
          <w:tcPr>
            <w:tcW w:w="1275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количество посещений,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единица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</w:tcPr>
          <w:p w:rsidR="009B5C07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количество презентаций, представляю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щих туристские ресурсы Коношского района,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единица</w:t>
            </w:r>
          </w:p>
        </w:tc>
      </w:tr>
      <w:tr w:rsidR="009B5C07" w:rsidRPr="004A6901" w:rsidTr="00553429">
        <w:tc>
          <w:tcPr>
            <w:tcW w:w="534" w:type="dxa"/>
          </w:tcPr>
          <w:p w:rsidR="009B5C07" w:rsidRPr="004A6901" w:rsidRDefault="009B5C07" w:rsidP="0055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187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05002127800000023003101</w:t>
            </w:r>
          </w:p>
        </w:tc>
        <w:tc>
          <w:tcPr>
            <w:tcW w:w="931" w:type="dxa"/>
          </w:tcPr>
          <w:p w:rsidR="009B5C07" w:rsidRPr="004A6901" w:rsidRDefault="009B5C07" w:rsidP="0055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05.002.1</w:t>
            </w:r>
          </w:p>
          <w:p w:rsidR="009B5C07" w:rsidRPr="004A6901" w:rsidRDefault="009B5C07" w:rsidP="0055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Оказание туристско-информационных услуг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туристско-информационные услуги</w:t>
            </w:r>
          </w:p>
        </w:tc>
        <w:tc>
          <w:tcPr>
            <w:tcW w:w="1134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удаленно через сеть Интернет</w:t>
            </w:r>
          </w:p>
        </w:tc>
        <w:tc>
          <w:tcPr>
            <w:tcW w:w="1134" w:type="dxa"/>
          </w:tcPr>
          <w:p w:rsidR="009B5C07" w:rsidRPr="004A6901" w:rsidRDefault="009B5C07" w:rsidP="0055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79.90.1; 91.01; 90.04; 90.04.3</w:t>
            </w:r>
          </w:p>
          <w:p w:rsidR="009B5C07" w:rsidRPr="004A6901" w:rsidRDefault="009B5C07" w:rsidP="0055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физические лица,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76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бесплатная</w:t>
            </w:r>
          </w:p>
        </w:tc>
        <w:tc>
          <w:tcPr>
            <w:tcW w:w="1275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количество посещений,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единица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частота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обновления информации в сети Интернет,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единица</w:t>
            </w:r>
          </w:p>
        </w:tc>
      </w:tr>
      <w:tr w:rsidR="009B5C07" w:rsidRPr="004A6901" w:rsidTr="00553429">
        <w:tc>
          <w:tcPr>
            <w:tcW w:w="534" w:type="dxa"/>
          </w:tcPr>
          <w:p w:rsidR="009B5C07" w:rsidRPr="004A6901" w:rsidRDefault="009B5C07" w:rsidP="0055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187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02020000000000000002101</w:t>
            </w:r>
          </w:p>
        </w:tc>
        <w:tc>
          <w:tcPr>
            <w:tcW w:w="931" w:type="dxa"/>
          </w:tcPr>
          <w:p w:rsidR="009B5C07" w:rsidRPr="004A6901" w:rsidRDefault="009B5C07" w:rsidP="0055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02.020.0</w:t>
            </w:r>
          </w:p>
          <w:p w:rsidR="009B5C07" w:rsidRPr="004A6901" w:rsidRDefault="009B5C07" w:rsidP="0055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9B5C07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Организация и проведение олимпиад, конку</w:t>
            </w:r>
            <w:r>
              <w:rPr>
                <w:rFonts w:ascii="Times New Roman" w:hAnsi="Times New Roman"/>
                <w:sz w:val="20"/>
                <w:szCs w:val="20"/>
              </w:rPr>
              <w:t>рсов, мероприятий, направленных</w:t>
            </w:r>
          </w:p>
          <w:p w:rsidR="009B5C07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на выявление и развитие у обучающихся интеллектуальных и творческих способностей, способностей к занятиям физическо</w:t>
            </w:r>
            <w:r>
              <w:rPr>
                <w:rFonts w:ascii="Times New Roman" w:hAnsi="Times New Roman"/>
                <w:sz w:val="20"/>
                <w:szCs w:val="20"/>
              </w:rPr>
              <w:t>й культурой и спортом, интереса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к научной (научно-исследовательской) деятельности, творческой деятельности, физкультурно-спортивной деятельности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B5C07" w:rsidRPr="004A6901" w:rsidRDefault="009B5C07" w:rsidP="0055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85.41</w:t>
            </w:r>
          </w:p>
          <w:p w:rsidR="009B5C07" w:rsidRPr="004A6901" w:rsidRDefault="009B5C07" w:rsidP="0055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в интересах общества,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бесплатная</w:t>
            </w:r>
          </w:p>
        </w:tc>
        <w:tc>
          <w:tcPr>
            <w:tcW w:w="1275" w:type="dxa"/>
          </w:tcPr>
          <w:p w:rsidR="009B5C07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количество мероприя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тий,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единица;</w:t>
            </w:r>
          </w:p>
          <w:p w:rsidR="009B5C07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количество участников мероприя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тий,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человек</w:t>
            </w:r>
          </w:p>
        </w:tc>
        <w:tc>
          <w:tcPr>
            <w:tcW w:w="1637" w:type="dxa"/>
          </w:tcPr>
          <w:p w:rsidR="009B5C07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доля учащихся, участвующих</w:t>
            </w:r>
          </w:p>
          <w:p w:rsidR="009B5C07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в олимпиадах, конкурсах, мероприятиях, направленных на выявление и развитие у обучающихся интеллектуальных и творческих способностей, способностей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к занятиям физической культурой и спортом, интереса к научной (научно-исследовательской) деятельност</w:t>
            </w:r>
            <w:r>
              <w:rPr>
                <w:rFonts w:ascii="Times New Roman" w:hAnsi="Times New Roman"/>
                <w:sz w:val="20"/>
                <w:szCs w:val="20"/>
              </w:rPr>
              <w:t>и, творческой деятельности, физ</w:t>
            </w:r>
            <w:r w:rsidRPr="004A6901">
              <w:rPr>
                <w:rFonts w:ascii="Times New Roman" w:hAnsi="Times New Roman"/>
                <w:sz w:val="20"/>
                <w:szCs w:val="20"/>
              </w:rPr>
              <w:t>культурно-спортивной деятельности,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</w:tr>
      <w:tr w:rsidR="009B5C07" w:rsidRPr="004A6901" w:rsidTr="00553429">
        <w:tc>
          <w:tcPr>
            <w:tcW w:w="534" w:type="dxa"/>
          </w:tcPr>
          <w:p w:rsidR="009B5C07" w:rsidRPr="004A6901" w:rsidRDefault="009B5C07" w:rsidP="0055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187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05014100700000000006102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:rsidR="009B5C07" w:rsidRPr="004A6901" w:rsidRDefault="009B5C07" w:rsidP="0055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05.014.1</w:t>
            </w:r>
          </w:p>
          <w:p w:rsidR="009B5C07" w:rsidRPr="004A6901" w:rsidRDefault="009B5C07" w:rsidP="0055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Создание концертов и концертных программ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концерт хора, капеллы</w:t>
            </w:r>
          </w:p>
        </w:tc>
        <w:tc>
          <w:tcPr>
            <w:tcW w:w="1134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B5C07" w:rsidRPr="004A6901" w:rsidRDefault="009B5C07" w:rsidP="0055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90.04;</w:t>
            </w:r>
          </w:p>
          <w:p w:rsidR="009B5C07" w:rsidRPr="004A6901" w:rsidRDefault="009B5C07" w:rsidP="0055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90.01;</w:t>
            </w:r>
          </w:p>
          <w:p w:rsidR="009B5C07" w:rsidRPr="004A6901" w:rsidRDefault="009B5C07" w:rsidP="0055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90.04.3</w:t>
            </w:r>
          </w:p>
          <w:p w:rsidR="009B5C07" w:rsidRPr="004A6901" w:rsidRDefault="009B5C07" w:rsidP="0055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в интересах общества</w:t>
            </w:r>
          </w:p>
        </w:tc>
        <w:tc>
          <w:tcPr>
            <w:tcW w:w="1276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бесплатная</w:t>
            </w:r>
          </w:p>
        </w:tc>
        <w:tc>
          <w:tcPr>
            <w:tcW w:w="1275" w:type="dxa"/>
          </w:tcPr>
          <w:p w:rsidR="009B5C07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количество новых (капиталь</w:t>
            </w:r>
          </w:p>
          <w:p w:rsidR="009B5C07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но-возобнов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ленных) концертов,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единица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доля новых номеров в общем количестве номеров капитально-возобновленных концертов,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</w:tr>
      <w:tr w:rsidR="009B5C07" w:rsidRPr="004A6901" w:rsidTr="00553429">
        <w:tc>
          <w:tcPr>
            <w:tcW w:w="534" w:type="dxa"/>
          </w:tcPr>
          <w:p w:rsidR="009B5C07" w:rsidRPr="004A6901" w:rsidRDefault="009B5C07" w:rsidP="0055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187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05006100000000000003101</w:t>
            </w:r>
          </w:p>
        </w:tc>
        <w:tc>
          <w:tcPr>
            <w:tcW w:w="931" w:type="dxa"/>
          </w:tcPr>
          <w:p w:rsidR="009B5C07" w:rsidRPr="004A6901" w:rsidRDefault="009B5C07" w:rsidP="0055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05.006.1</w:t>
            </w:r>
          </w:p>
          <w:p w:rsidR="009B5C07" w:rsidRPr="004A6901" w:rsidRDefault="009B5C07" w:rsidP="0055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Организация показа концертов и концертных программ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B5C07" w:rsidRPr="004A6901" w:rsidRDefault="009B5C07" w:rsidP="001C21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90.04.1; 91.01; 90.04; 90.01; 90.04.3</w:t>
            </w:r>
          </w:p>
          <w:p w:rsidR="009B5C07" w:rsidRPr="004A6901" w:rsidRDefault="009B5C07" w:rsidP="0055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в интересах общества</w:t>
            </w:r>
          </w:p>
        </w:tc>
        <w:tc>
          <w:tcPr>
            <w:tcW w:w="1276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бесплатная</w:t>
            </w:r>
          </w:p>
        </w:tc>
        <w:tc>
          <w:tcPr>
            <w:tcW w:w="1275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количестворабот,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единица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 xml:space="preserve"> количество рекламных обращений к потребителю, рекламирующих 1 публичное выступление,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единица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5C07" w:rsidRPr="004A6901" w:rsidTr="00553429">
        <w:tc>
          <w:tcPr>
            <w:tcW w:w="534" w:type="dxa"/>
          </w:tcPr>
          <w:p w:rsidR="009B5C07" w:rsidRPr="004A6901" w:rsidRDefault="009B5C07" w:rsidP="0055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187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:rsidR="009B5C07" w:rsidRPr="004A6901" w:rsidRDefault="009B5C07" w:rsidP="0055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Осуществление экскурсионного обслуживания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B5C07" w:rsidRPr="004A6901" w:rsidRDefault="009B5C07" w:rsidP="0055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90.04.3</w:t>
            </w:r>
          </w:p>
          <w:p w:rsidR="009B5C07" w:rsidRPr="004A6901" w:rsidRDefault="009B5C07" w:rsidP="0055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90.01</w:t>
            </w:r>
          </w:p>
          <w:p w:rsidR="009B5C07" w:rsidRPr="004A6901" w:rsidRDefault="009B5C07" w:rsidP="0055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90.02</w:t>
            </w:r>
          </w:p>
          <w:p w:rsidR="009B5C07" w:rsidRPr="004A6901" w:rsidRDefault="009B5C07" w:rsidP="0055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физические лица;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76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платная</w:t>
            </w:r>
          </w:p>
        </w:tc>
        <w:tc>
          <w:tcPr>
            <w:tcW w:w="1275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количество экскурсий,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единица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 xml:space="preserve">количество экскурсионных программ, предлагаемых потребителю в текущем году, 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штук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количество экскурсантов,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человек</w:t>
            </w:r>
          </w:p>
        </w:tc>
      </w:tr>
      <w:tr w:rsidR="009B5C07" w:rsidRPr="004A6901" w:rsidTr="00553429">
        <w:tc>
          <w:tcPr>
            <w:tcW w:w="534" w:type="dxa"/>
          </w:tcPr>
          <w:p w:rsidR="009B5C07" w:rsidRPr="004A6901" w:rsidRDefault="009B5C07" w:rsidP="0055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187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05020100000000000005102</w:t>
            </w:r>
          </w:p>
        </w:tc>
        <w:tc>
          <w:tcPr>
            <w:tcW w:w="931" w:type="dxa"/>
          </w:tcPr>
          <w:p w:rsidR="009B5C07" w:rsidRPr="004A6901" w:rsidRDefault="009B5C07" w:rsidP="0055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05.020.1</w:t>
            </w:r>
          </w:p>
          <w:p w:rsidR="009B5C07" w:rsidRPr="004A6901" w:rsidRDefault="009B5C07" w:rsidP="0055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9B5C07" w:rsidRPr="001C219B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16"/>
              </w:rPr>
            </w:pPr>
            <w:r w:rsidRPr="004A6901">
              <w:rPr>
                <w:rFonts w:ascii="Times New Roman" w:hAnsi="Times New Roman"/>
                <w:sz w:val="20"/>
                <w:szCs w:val="16"/>
              </w:rPr>
              <w:t>Методическое обеспечение в области библиотечного дела</w:t>
            </w:r>
          </w:p>
        </w:tc>
        <w:tc>
          <w:tcPr>
            <w:tcW w:w="1275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B5C07" w:rsidRPr="004A6901" w:rsidRDefault="009B5C07" w:rsidP="0055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91.01.11;</w:t>
            </w:r>
          </w:p>
          <w:p w:rsidR="009B5C07" w:rsidRPr="004A6901" w:rsidRDefault="009B5C07" w:rsidP="0055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91.01</w:t>
            </w:r>
          </w:p>
          <w:p w:rsidR="009B5C07" w:rsidRPr="004A6901" w:rsidRDefault="009B5C07" w:rsidP="0055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физические лица;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76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бесплатная</w:t>
            </w:r>
          </w:p>
        </w:tc>
        <w:tc>
          <w:tcPr>
            <w:tcW w:w="1275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количество работ,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единица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количество мероприятий,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единица</w:t>
            </w:r>
          </w:p>
        </w:tc>
      </w:tr>
      <w:tr w:rsidR="009B5C07" w:rsidRPr="004A6901" w:rsidTr="00553429">
        <w:tc>
          <w:tcPr>
            <w:tcW w:w="534" w:type="dxa"/>
          </w:tcPr>
          <w:p w:rsidR="009B5C07" w:rsidRPr="004A6901" w:rsidRDefault="009B5C07" w:rsidP="0055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187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11010113900000013004101</w:t>
            </w:r>
          </w:p>
        </w:tc>
        <w:tc>
          <w:tcPr>
            <w:tcW w:w="931" w:type="dxa"/>
          </w:tcPr>
          <w:p w:rsidR="009B5C07" w:rsidRPr="004A6901" w:rsidRDefault="009B5C07" w:rsidP="0055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11.010.1</w:t>
            </w:r>
          </w:p>
          <w:p w:rsidR="009B5C07" w:rsidRPr="004A6901" w:rsidRDefault="009B5C07" w:rsidP="0055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9B5C07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Органи</w:t>
            </w:r>
            <w:r>
              <w:rPr>
                <w:rFonts w:ascii="Times New Roman" w:hAnsi="Times New Roman"/>
                <w:sz w:val="20"/>
                <w:szCs w:val="20"/>
              </w:rPr>
              <w:t>зация мероприятий, направленных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на профилактику асоциального и деструктивного поведения подростков и молодежи, находящихся в социально-опасном положении</w:t>
            </w:r>
          </w:p>
        </w:tc>
        <w:tc>
          <w:tcPr>
            <w:tcW w:w="1275" w:type="dxa"/>
          </w:tcPr>
          <w:p w:rsidR="009B5C07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типы мероприя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тий;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B5C07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мероприя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тия в сфере молодежной политики</w:t>
            </w:r>
          </w:p>
        </w:tc>
        <w:tc>
          <w:tcPr>
            <w:tcW w:w="1134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Формы оказания работ;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очная</w:t>
            </w:r>
          </w:p>
        </w:tc>
        <w:tc>
          <w:tcPr>
            <w:tcW w:w="1134" w:type="dxa"/>
          </w:tcPr>
          <w:p w:rsidR="009B5C07" w:rsidRPr="004A6901" w:rsidRDefault="009B5C07" w:rsidP="0055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90</w:t>
            </w:r>
          </w:p>
          <w:p w:rsidR="009B5C07" w:rsidRPr="004A6901" w:rsidRDefault="009B5C07" w:rsidP="0055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90.04.3</w:t>
            </w:r>
          </w:p>
          <w:p w:rsidR="009B5C07" w:rsidRPr="004A6901" w:rsidRDefault="009B5C07" w:rsidP="0055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в интересах общества</w:t>
            </w:r>
          </w:p>
        </w:tc>
        <w:tc>
          <w:tcPr>
            <w:tcW w:w="1276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бесплатная</w:t>
            </w:r>
          </w:p>
        </w:tc>
        <w:tc>
          <w:tcPr>
            <w:tcW w:w="1275" w:type="dxa"/>
          </w:tcPr>
          <w:p w:rsidR="009B5C07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количество проведен</w:t>
            </w:r>
          </w:p>
          <w:p w:rsidR="009B5C07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ных мероприя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тий,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red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единица</w:t>
            </w:r>
          </w:p>
        </w:tc>
        <w:tc>
          <w:tcPr>
            <w:tcW w:w="1637" w:type="dxa"/>
          </w:tcPr>
          <w:p w:rsidR="009B5C07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доля молодежи, задействован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ной в мероприятиях,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</w:tr>
      <w:tr w:rsidR="009B5C07" w:rsidRPr="004A6901" w:rsidTr="00553429">
        <w:tc>
          <w:tcPr>
            <w:tcW w:w="534" w:type="dxa"/>
          </w:tcPr>
          <w:p w:rsidR="009B5C07" w:rsidRPr="004A6901" w:rsidRDefault="009B5C07" w:rsidP="0055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187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11007113900000015007101</w:t>
            </w:r>
          </w:p>
        </w:tc>
        <w:tc>
          <w:tcPr>
            <w:tcW w:w="931" w:type="dxa"/>
          </w:tcPr>
          <w:p w:rsidR="009B5C07" w:rsidRPr="004A6901" w:rsidRDefault="009B5C07" w:rsidP="0055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11.007.1</w:t>
            </w:r>
          </w:p>
          <w:p w:rsidR="009B5C07" w:rsidRPr="004A6901" w:rsidRDefault="009B5C07" w:rsidP="0055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Организация мероприятий в сфере молодежной политики,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</w:t>
            </w:r>
          </w:p>
        </w:tc>
        <w:tc>
          <w:tcPr>
            <w:tcW w:w="1275" w:type="dxa"/>
          </w:tcPr>
          <w:p w:rsidR="009B5C07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организация мероприя</w:t>
            </w:r>
          </w:p>
          <w:p w:rsidR="009B5C07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тий в сфере молодеж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ной политики;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B5C07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Мероприя</w:t>
            </w:r>
          </w:p>
          <w:p w:rsidR="009B5C07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тия в сфере молодеж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ной политики</w:t>
            </w:r>
          </w:p>
        </w:tc>
        <w:tc>
          <w:tcPr>
            <w:tcW w:w="1134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формы оказания услуг (работ);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В плановой форме</w:t>
            </w:r>
          </w:p>
        </w:tc>
        <w:tc>
          <w:tcPr>
            <w:tcW w:w="1134" w:type="dxa"/>
          </w:tcPr>
          <w:p w:rsidR="009B5C07" w:rsidRPr="004A6901" w:rsidRDefault="009B5C07" w:rsidP="0055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90</w:t>
            </w:r>
          </w:p>
          <w:p w:rsidR="009B5C07" w:rsidRPr="004A6901" w:rsidRDefault="009B5C07" w:rsidP="0055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B5C07" w:rsidRPr="004A6901" w:rsidRDefault="009B5C07" w:rsidP="0055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90.04.3</w:t>
            </w:r>
          </w:p>
          <w:p w:rsidR="009B5C07" w:rsidRPr="004A6901" w:rsidRDefault="009B5C07" w:rsidP="0055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в интересах общества</w:t>
            </w:r>
          </w:p>
        </w:tc>
        <w:tc>
          <w:tcPr>
            <w:tcW w:w="1276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бесплатная</w:t>
            </w:r>
          </w:p>
        </w:tc>
        <w:tc>
          <w:tcPr>
            <w:tcW w:w="1275" w:type="dxa"/>
          </w:tcPr>
          <w:p w:rsidR="009B5C07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количество проведен</w:t>
            </w:r>
          </w:p>
          <w:p w:rsidR="009B5C07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ных мероприя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тий,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единица</w:t>
            </w:r>
          </w:p>
        </w:tc>
        <w:tc>
          <w:tcPr>
            <w:tcW w:w="1637" w:type="dxa"/>
          </w:tcPr>
          <w:p w:rsidR="009B5C07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доля молодежи, задействован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ной в мероприятиях,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</w:tr>
      <w:tr w:rsidR="009B5C07" w:rsidRPr="004A6901" w:rsidTr="00553429">
        <w:tc>
          <w:tcPr>
            <w:tcW w:w="534" w:type="dxa"/>
          </w:tcPr>
          <w:p w:rsidR="009B5C07" w:rsidRPr="004A6901" w:rsidRDefault="009B5C07" w:rsidP="0055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187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11009113900000015005101</w:t>
            </w:r>
          </w:p>
        </w:tc>
        <w:tc>
          <w:tcPr>
            <w:tcW w:w="931" w:type="dxa"/>
          </w:tcPr>
          <w:p w:rsidR="009B5C07" w:rsidRPr="004A6901" w:rsidRDefault="009B5C07" w:rsidP="0055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11.009.1</w:t>
            </w:r>
          </w:p>
          <w:p w:rsidR="009B5C07" w:rsidRPr="004A6901" w:rsidRDefault="009B5C07" w:rsidP="0055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Организация досуга детей, подростков и молодежи (культурно-досуговые, спортивные мероприятия)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B5C07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организация мероприя</w:t>
            </w:r>
          </w:p>
          <w:p w:rsidR="009B5C07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тий в сфере молодеж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ной политики;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B5C07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Мероприя</w:t>
            </w:r>
          </w:p>
          <w:p w:rsidR="009B5C07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тия в сфере молодеж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ной политики</w:t>
            </w:r>
          </w:p>
        </w:tc>
        <w:tc>
          <w:tcPr>
            <w:tcW w:w="1134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формы оказания услуг (работ);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В плановой форме</w:t>
            </w:r>
          </w:p>
        </w:tc>
        <w:tc>
          <w:tcPr>
            <w:tcW w:w="1134" w:type="dxa"/>
          </w:tcPr>
          <w:p w:rsidR="009B5C07" w:rsidRPr="004A6901" w:rsidRDefault="009B5C07" w:rsidP="0055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90.04.3</w:t>
            </w:r>
          </w:p>
          <w:p w:rsidR="009B5C07" w:rsidRPr="004A6901" w:rsidRDefault="009B5C07" w:rsidP="0055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в интересах общества</w:t>
            </w:r>
          </w:p>
        </w:tc>
        <w:tc>
          <w:tcPr>
            <w:tcW w:w="1276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бесплатная</w:t>
            </w:r>
          </w:p>
        </w:tc>
        <w:tc>
          <w:tcPr>
            <w:tcW w:w="1275" w:type="dxa"/>
          </w:tcPr>
          <w:p w:rsidR="009B5C07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количество проведен</w:t>
            </w:r>
          </w:p>
          <w:p w:rsidR="009B5C07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ных мероприя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тий,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единица</w:t>
            </w:r>
          </w:p>
        </w:tc>
        <w:tc>
          <w:tcPr>
            <w:tcW w:w="1637" w:type="dxa"/>
          </w:tcPr>
          <w:p w:rsidR="009B5C07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доля молодежи, задействован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ной в мероприятиях,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</w:tr>
      <w:tr w:rsidR="009B5C07" w:rsidRPr="004A6901" w:rsidTr="00553429">
        <w:tc>
          <w:tcPr>
            <w:tcW w:w="534" w:type="dxa"/>
          </w:tcPr>
          <w:p w:rsidR="009B5C07" w:rsidRPr="004A6901" w:rsidRDefault="009B5C07" w:rsidP="0055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187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11006113900000015008101</w:t>
            </w:r>
          </w:p>
        </w:tc>
        <w:tc>
          <w:tcPr>
            <w:tcW w:w="931" w:type="dxa"/>
          </w:tcPr>
          <w:p w:rsidR="009B5C07" w:rsidRPr="004A6901" w:rsidRDefault="009B5C07" w:rsidP="0055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red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11.006.1</w:t>
            </w:r>
          </w:p>
          <w:p w:rsidR="009B5C07" w:rsidRPr="004A6901" w:rsidRDefault="009B5C07" w:rsidP="0055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 xml:space="preserve">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подростков и молодежи </w:t>
            </w:r>
          </w:p>
        </w:tc>
        <w:tc>
          <w:tcPr>
            <w:tcW w:w="1275" w:type="dxa"/>
          </w:tcPr>
          <w:p w:rsidR="009B5C07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организация мероприя</w:t>
            </w:r>
          </w:p>
          <w:p w:rsidR="009B5C07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тий в сфере молодеж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ной политики;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Мероприятия в сфере молодежной политики</w:t>
            </w:r>
          </w:p>
        </w:tc>
        <w:tc>
          <w:tcPr>
            <w:tcW w:w="1134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формы оказания услуг (работ);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В плановой форме</w:t>
            </w:r>
          </w:p>
        </w:tc>
        <w:tc>
          <w:tcPr>
            <w:tcW w:w="1134" w:type="dxa"/>
          </w:tcPr>
          <w:p w:rsidR="009B5C07" w:rsidRPr="004A6901" w:rsidRDefault="009B5C07" w:rsidP="0055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90.</w:t>
            </w:r>
          </w:p>
          <w:p w:rsidR="009B5C07" w:rsidRPr="004A6901" w:rsidRDefault="009B5C07" w:rsidP="0055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B5C07" w:rsidRPr="004A6901" w:rsidRDefault="009B5C07" w:rsidP="0055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90.04.3</w:t>
            </w:r>
          </w:p>
          <w:p w:rsidR="009B5C07" w:rsidRPr="004A6901" w:rsidRDefault="009B5C07" w:rsidP="0055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в интересах общества</w:t>
            </w:r>
          </w:p>
        </w:tc>
        <w:tc>
          <w:tcPr>
            <w:tcW w:w="1276" w:type="dxa"/>
          </w:tcPr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бесплатная</w:t>
            </w:r>
          </w:p>
        </w:tc>
        <w:tc>
          <w:tcPr>
            <w:tcW w:w="1275" w:type="dxa"/>
          </w:tcPr>
          <w:p w:rsidR="009B5C07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количество проведен</w:t>
            </w:r>
          </w:p>
          <w:p w:rsidR="009B5C07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ных мероприя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тий,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единица</w:t>
            </w:r>
          </w:p>
        </w:tc>
        <w:tc>
          <w:tcPr>
            <w:tcW w:w="1637" w:type="dxa"/>
          </w:tcPr>
          <w:p w:rsidR="009B5C07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доля молодежи, задействован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ной в мероприятиях,</w:t>
            </w:r>
          </w:p>
          <w:p w:rsidR="009B5C07" w:rsidRPr="004A6901" w:rsidRDefault="009B5C07" w:rsidP="0055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901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</w:tr>
    </w:tbl>
    <w:p w:rsidR="009B5C07" w:rsidRDefault="009B5C07" w:rsidP="00C57E3D">
      <w:pPr>
        <w:spacing w:after="0" w:line="240" w:lineRule="auto"/>
        <w:jc w:val="center"/>
        <w:rPr>
          <w:rFonts w:ascii="Times New Roman" w:hAnsi="Times New Roman"/>
        </w:rPr>
      </w:pPr>
    </w:p>
    <w:p w:rsidR="009B5C07" w:rsidRDefault="009B5C07" w:rsidP="00C57E3D">
      <w:pPr>
        <w:spacing w:after="0" w:line="240" w:lineRule="auto"/>
        <w:jc w:val="center"/>
        <w:rPr>
          <w:rFonts w:ascii="Times New Roman" w:hAnsi="Times New Roman"/>
        </w:rPr>
      </w:pPr>
    </w:p>
    <w:p w:rsidR="009B5C07" w:rsidRPr="004A6901" w:rsidRDefault="009B5C07" w:rsidP="00C57E3D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</w:t>
      </w:r>
    </w:p>
    <w:sectPr w:rsidR="009B5C07" w:rsidRPr="004A6901" w:rsidSect="0055337C">
      <w:headerReference w:type="even" r:id="rId6"/>
      <w:headerReference w:type="default" r:id="rId7"/>
      <w:pgSz w:w="16838" w:h="11906" w:orient="landscape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5C07" w:rsidRDefault="009B5C07">
      <w:r>
        <w:separator/>
      </w:r>
    </w:p>
  </w:endnote>
  <w:endnote w:type="continuationSeparator" w:id="1">
    <w:p w:rsidR="009B5C07" w:rsidRDefault="009B5C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5C07" w:rsidRDefault="009B5C07">
      <w:r>
        <w:separator/>
      </w:r>
    </w:p>
  </w:footnote>
  <w:footnote w:type="continuationSeparator" w:id="1">
    <w:p w:rsidR="009B5C07" w:rsidRDefault="009B5C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C07" w:rsidRDefault="009B5C07" w:rsidP="00C3267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B5C07" w:rsidRDefault="009B5C0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C07" w:rsidRPr="0055337C" w:rsidRDefault="009B5C07" w:rsidP="0055337C">
    <w:pPr>
      <w:pStyle w:val="Header"/>
      <w:framePr w:wrap="around" w:vAnchor="text" w:hAnchor="margin" w:xAlign="center" w:y="1"/>
      <w:spacing w:after="0" w:line="240" w:lineRule="auto"/>
      <w:rPr>
        <w:rStyle w:val="PageNumber"/>
        <w:rFonts w:ascii="Times New Roman" w:hAnsi="Times New Roman"/>
        <w:sz w:val="24"/>
        <w:szCs w:val="24"/>
      </w:rPr>
    </w:pPr>
    <w:r w:rsidRPr="0055337C">
      <w:rPr>
        <w:rStyle w:val="PageNumber"/>
        <w:rFonts w:ascii="Times New Roman" w:hAnsi="Times New Roman"/>
        <w:sz w:val="24"/>
        <w:szCs w:val="24"/>
      </w:rPr>
      <w:fldChar w:fldCharType="begin"/>
    </w:r>
    <w:r w:rsidRPr="0055337C">
      <w:rPr>
        <w:rStyle w:val="PageNumber"/>
        <w:rFonts w:ascii="Times New Roman" w:hAnsi="Times New Roman"/>
        <w:sz w:val="24"/>
        <w:szCs w:val="24"/>
      </w:rPr>
      <w:instrText xml:space="preserve">PAGE  </w:instrText>
    </w:r>
    <w:r w:rsidRPr="0055337C">
      <w:rPr>
        <w:rStyle w:val="PageNumber"/>
        <w:rFonts w:ascii="Times New Roman" w:hAnsi="Times New Roman"/>
        <w:sz w:val="24"/>
        <w:szCs w:val="24"/>
      </w:rPr>
      <w:fldChar w:fldCharType="separate"/>
    </w:r>
    <w:r>
      <w:rPr>
        <w:rStyle w:val="PageNumber"/>
        <w:rFonts w:ascii="Times New Roman" w:hAnsi="Times New Roman"/>
        <w:noProof/>
        <w:sz w:val="24"/>
        <w:szCs w:val="24"/>
      </w:rPr>
      <w:t>2</w:t>
    </w:r>
    <w:r w:rsidRPr="0055337C">
      <w:rPr>
        <w:rStyle w:val="PageNumber"/>
        <w:rFonts w:ascii="Times New Roman" w:hAnsi="Times New Roman"/>
        <w:sz w:val="24"/>
        <w:szCs w:val="24"/>
      </w:rPr>
      <w:fldChar w:fldCharType="end"/>
    </w:r>
  </w:p>
  <w:p w:rsidR="009B5C07" w:rsidRPr="0055337C" w:rsidRDefault="009B5C07" w:rsidP="0055337C">
    <w:pPr>
      <w:pStyle w:val="Header"/>
      <w:spacing w:after="0" w:line="240" w:lineRule="auto"/>
      <w:rPr>
        <w:rFonts w:ascii="Times New Roman" w:hAnsi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52EC"/>
    <w:rsid w:val="00115C95"/>
    <w:rsid w:val="0016558F"/>
    <w:rsid w:val="001C219B"/>
    <w:rsid w:val="00242CD2"/>
    <w:rsid w:val="00343DA8"/>
    <w:rsid w:val="00353892"/>
    <w:rsid w:val="003552EC"/>
    <w:rsid w:val="00460EF4"/>
    <w:rsid w:val="004A6901"/>
    <w:rsid w:val="0055337C"/>
    <w:rsid w:val="00553429"/>
    <w:rsid w:val="00591D2F"/>
    <w:rsid w:val="005B72D7"/>
    <w:rsid w:val="0062227F"/>
    <w:rsid w:val="006273EC"/>
    <w:rsid w:val="006423BB"/>
    <w:rsid w:val="006C67DE"/>
    <w:rsid w:val="0073058E"/>
    <w:rsid w:val="007D0BB7"/>
    <w:rsid w:val="0082476F"/>
    <w:rsid w:val="0095172F"/>
    <w:rsid w:val="00965C03"/>
    <w:rsid w:val="009B5C07"/>
    <w:rsid w:val="00A66CFE"/>
    <w:rsid w:val="00AA4AF6"/>
    <w:rsid w:val="00C32676"/>
    <w:rsid w:val="00C345C1"/>
    <w:rsid w:val="00C57E3D"/>
    <w:rsid w:val="00E20748"/>
    <w:rsid w:val="00F52C27"/>
    <w:rsid w:val="00FF67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52EC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552E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55337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120FA"/>
    <w:rPr>
      <w:rFonts w:eastAsia="Times New Roman"/>
    </w:rPr>
  </w:style>
  <w:style w:type="character" w:styleId="PageNumber">
    <w:name w:val="page number"/>
    <w:basedOn w:val="DefaultParagraphFont"/>
    <w:uiPriority w:val="99"/>
    <w:rsid w:val="0055337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5337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120FA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5849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9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146</TotalTime>
  <Pages>6</Pages>
  <Words>1071</Words>
  <Characters>6111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</cp:lastModifiedBy>
  <cp:revision>8</cp:revision>
  <cp:lastPrinted>2018-12-28T12:21:00Z</cp:lastPrinted>
  <dcterms:created xsi:type="dcterms:W3CDTF">2018-12-24T06:10:00Z</dcterms:created>
  <dcterms:modified xsi:type="dcterms:W3CDTF">2018-12-28T12:22:00Z</dcterms:modified>
</cp:coreProperties>
</file>